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02AB7" w14:textId="77777777" w:rsidR="004945D4" w:rsidRPr="00810BA6" w:rsidRDefault="004945D4" w:rsidP="00742DE7">
      <w:pPr>
        <w:spacing w:line="360" w:lineRule="auto"/>
        <w:jc w:val="center"/>
        <w:rPr>
          <w:rStyle w:val="aff7"/>
          <w:rFonts w:ascii="Times New Roman" w:eastAsia="Calibri" w:hAnsi="Times New Roman"/>
          <w:spacing w:val="40"/>
          <w:sz w:val="28"/>
          <w:szCs w:val="28"/>
        </w:rPr>
      </w:pPr>
      <w:r w:rsidRPr="00810BA6">
        <w:rPr>
          <w:rStyle w:val="aff7"/>
          <w:rFonts w:ascii="Times New Roman" w:eastAsia="Calibri" w:hAnsi="Times New Roman"/>
          <w:spacing w:val="40"/>
          <w:sz w:val="28"/>
          <w:szCs w:val="28"/>
        </w:rPr>
        <w:t xml:space="preserve">ТЕХНИЧЕСКИ УСЛОВИЯ И СПЕЦИФИКАЦИИ ЗА </w:t>
      </w:r>
      <w:r w:rsidR="00695B0B" w:rsidRPr="00810BA6">
        <w:rPr>
          <w:rStyle w:val="aff7"/>
          <w:rFonts w:ascii="Times New Roman" w:eastAsia="Calibri" w:hAnsi="Times New Roman"/>
          <w:spacing w:val="40"/>
          <w:sz w:val="28"/>
          <w:szCs w:val="28"/>
        </w:rPr>
        <w:t xml:space="preserve">ОБЩЕСТВЕНА ПОРЪЧКА </w:t>
      </w:r>
      <w:r w:rsidRPr="00810BA6">
        <w:rPr>
          <w:rStyle w:val="aff7"/>
          <w:rFonts w:ascii="Times New Roman" w:eastAsia="Calibri" w:hAnsi="Times New Roman"/>
          <w:spacing w:val="40"/>
          <w:sz w:val="28"/>
          <w:szCs w:val="28"/>
        </w:rPr>
        <w:t>ЗА ИЗБОР НА ИЗПЪЛНИТЕЛ</w:t>
      </w:r>
    </w:p>
    <w:p w14:paraId="5CA36FD1" w14:textId="77777777" w:rsidR="00321FCE" w:rsidRPr="00810BA6" w:rsidRDefault="00C8428E" w:rsidP="00326DD6">
      <w:pPr>
        <w:rPr>
          <w:rStyle w:val="aff7"/>
          <w:rFonts w:ascii="Times New Roman" w:eastAsia="Calibri" w:hAnsi="Times New Roman"/>
        </w:rPr>
      </w:pPr>
      <w:r w:rsidRPr="00810BA6">
        <w:rPr>
          <w:rStyle w:val="aff7"/>
          <w:rFonts w:ascii="Times New Roman" w:eastAsia="Calibri" w:hAnsi="Times New Roman"/>
        </w:rPr>
        <w:t>СЪДЪРЖАНИЕ</w:t>
      </w:r>
    </w:p>
    <w:p w14:paraId="05058DC1" w14:textId="77777777" w:rsidR="00C8428E" w:rsidRPr="00695B0B" w:rsidRDefault="00C8428E" w:rsidP="00C86F2A">
      <w:pPr>
        <w:pStyle w:val="af4"/>
        <w:numPr>
          <w:ilvl w:val="0"/>
          <w:numId w:val="0"/>
        </w:numPr>
        <w:ind w:left="431" w:hanging="431"/>
        <w:rPr>
          <w:rFonts w:ascii="Times New Roman" w:hAnsi="Times New Roman" w:cs="Times New Roman"/>
          <w:b w:val="0"/>
          <w:lang w:val="bg-BG"/>
        </w:rPr>
      </w:pPr>
    </w:p>
    <w:p w14:paraId="69DD2E23" w14:textId="091E9351" w:rsidR="009E4911" w:rsidRPr="009E4911" w:rsidRDefault="00C8428E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r w:rsidRPr="00695B0B">
        <w:rPr>
          <w:rFonts w:ascii="Times New Roman" w:hAnsi="Times New Roman"/>
        </w:rPr>
        <w:fldChar w:fldCharType="begin"/>
      </w:r>
      <w:r w:rsidRPr="00695B0B">
        <w:rPr>
          <w:rFonts w:ascii="Times New Roman" w:hAnsi="Times New Roman"/>
        </w:rPr>
        <w:instrText xml:space="preserve"> TOC \o "1-3" \h \z \u </w:instrText>
      </w:r>
      <w:r w:rsidRPr="00695B0B">
        <w:rPr>
          <w:rFonts w:ascii="Times New Roman" w:hAnsi="Times New Roman"/>
        </w:rPr>
        <w:fldChar w:fldCharType="separate"/>
      </w:r>
      <w:hyperlink w:anchor="_Toc513127266" w:history="1">
        <w:r w:rsidR="009E4911" w:rsidRPr="009E4911">
          <w:rPr>
            <w:rStyle w:val="afa"/>
            <w:rFonts w:ascii="Times New Roman" w:hAnsi="Times New Roman"/>
            <w:noProof/>
          </w:rPr>
          <w:t>1</w:t>
        </w:r>
        <w:r w:rsidR="009E4911"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="009E4911" w:rsidRPr="009E4911">
          <w:rPr>
            <w:rStyle w:val="afa"/>
            <w:rFonts w:ascii="Times New Roman" w:hAnsi="Times New Roman"/>
            <w:noProof/>
          </w:rPr>
          <w:t>ПРЕДМЕТ НА ПОРЪЧКАТА</w:t>
        </w:r>
        <w:r w:rsidR="009E4911" w:rsidRPr="009E4911">
          <w:rPr>
            <w:rFonts w:ascii="Times New Roman" w:hAnsi="Times New Roman"/>
            <w:noProof/>
            <w:webHidden/>
          </w:rPr>
          <w:tab/>
        </w:r>
        <w:r w:rsidR="009E4911" w:rsidRPr="009E4911">
          <w:rPr>
            <w:rFonts w:ascii="Times New Roman" w:hAnsi="Times New Roman"/>
            <w:noProof/>
            <w:webHidden/>
          </w:rPr>
          <w:fldChar w:fldCharType="begin"/>
        </w:r>
        <w:r w:rsidR="009E4911" w:rsidRPr="009E4911">
          <w:rPr>
            <w:rFonts w:ascii="Times New Roman" w:hAnsi="Times New Roman"/>
            <w:noProof/>
            <w:webHidden/>
          </w:rPr>
          <w:instrText xml:space="preserve"> PAGEREF _Toc513127266 \h </w:instrText>
        </w:r>
        <w:r w:rsidR="009E4911" w:rsidRPr="009E4911">
          <w:rPr>
            <w:rFonts w:ascii="Times New Roman" w:hAnsi="Times New Roman"/>
            <w:noProof/>
            <w:webHidden/>
          </w:rPr>
        </w:r>
        <w:r w:rsidR="009E4911" w:rsidRPr="009E4911">
          <w:rPr>
            <w:rFonts w:ascii="Times New Roman" w:hAnsi="Times New Roman"/>
            <w:noProof/>
            <w:webHidden/>
          </w:rPr>
          <w:fldChar w:fldCharType="separate"/>
        </w:r>
        <w:r w:rsidR="009E4911" w:rsidRPr="009E4911">
          <w:rPr>
            <w:rFonts w:ascii="Times New Roman" w:hAnsi="Times New Roman"/>
            <w:noProof/>
            <w:webHidden/>
          </w:rPr>
          <w:t>3</w:t>
        </w:r>
        <w:r w:rsidR="009E4911"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53FD2AC" w14:textId="72CCC5FD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67" w:history="1">
        <w:r w:rsidRPr="009E4911">
          <w:rPr>
            <w:rStyle w:val="afa"/>
            <w:rFonts w:ascii="Times New Roman" w:hAnsi="Times New Roman"/>
            <w:noProof/>
          </w:rPr>
          <w:t>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ПЪЛНО ОПИСАНИЕ ЗА ПРЕДМЕТА НА ПОРЪЧКАТА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_Toc513127267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3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C820825" w14:textId="46A9D7FA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68" w:history="1">
        <w:r w:rsidRPr="009E4911">
          <w:rPr>
            <w:rStyle w:val="afa"/>
            <w:rFonts w:ascii="Times New Roman" w:hAnsi="Times New Roman"/>
            <w:noProof/>
          </w:rPr>
          <w:t>2.1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СЪЩЕСТВУВАЩО ПОЛОЖЕНИЕ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_Toc513127268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3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37F505B" w14:textId="3732FEF8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69" w:history="1">
        <w:r w:rsidRPr="009E4911">
          <w:rPr>
            <w:rStyle w:val="afa"/>
            <w:rFonts w:ascii="Times New Roman" w:hAnsi="Times New Roman"/>
            <w:noProof/>
          </w:rPr>
          <w:t>2.2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ДЕЙНОСТИ ПО ПРОЕКТА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_Toc513127269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3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63A6F87" w14:textId="56439602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0" w:history="1">
        <w:r w:rsidRPr="009E4911">
          <w:rPr>
            <w:rStyle w:val="afa"/>
            <w:rFonts w:ascii="Times New Roman" w:hAnsi="Times New Roman"/>
            <w:noProof/>
          </w:rPr>
          <w:t>3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НОРМАТИВНА РАМКА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_Toc513127270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4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AD557EC" w14:textId="07F11DEA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1" w:history="1">
        <w:r w:rsidRPr="009E4911">
          <w:rPr>
            <w:rStyle w:val="afa"/>
            <w:rFonts w:ascii="Times New Roman" w:hAnsi="Times New Roman"/>
            <w:bCs/>
            <w:noProof/>
          </w:rPr>
          <w:t>4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bCs/>
            <w:noProof/>
          </w:rPr>
          <w:t>НОРМАТИВНА БАЗА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_Toc513127271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4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59AD651" w14:textId="47816201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2" w:history="1">
        <w:r w:rsidRPr="009E4911">
          <w:rPr>
            <w:rStyle w:val="afa"/>
            <w:rFonts w:ascii="Times New Roman" w:hAnsi="Times New Roman"/>
            <w:noProof/>
          </w:rPr>
          <w:t>5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МЯСТО И СРОК ЗА ИЗПЪЛНЕНИЕ НА ПОРЪЧКАТА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_Toc513127272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01CDC9B" w14:textId="32739D09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3" w:history="1">
        <w:r w:rsidRPr="009E4911">
          <w:rPr>
            <w:rStyle w:val="afa"/>
            <w:rFonts w:ascii="Times New Roman" w:hAnsi="Times New Roman"/>
            <w:noProof/>
          </w:rPr>
          <w:t>6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ПРОГНОЗНА СТОЙНОСТ НА ПОРЪЧКАТА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_Toc513127273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E4817D2" w14:textId="1805ED9C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4" w:history="1">
        <w:r w:rsidRPr="009E4911">
          <w:rPr>
            <w:rStyle w:val="afa"/>
            <w:rFonts w:ascii="Times New Roman" w:hAnsi="Times New Roman"/>
            <w:noProof/>
          </w:rPr>
          <w:t>7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ОСНОВНИ ИЗИСКВАНИЯ ЗА ИЗПЪЛНЕНИЕ НА ПОРЪЧКАТА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_Toc513127274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EC6DA9C" w14:textId="288075B6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5" w:history="1">
        <w:r w:rsidRPr="009E4911">
          <w:rPr>
            <w:rStyle w:val="afa"/>
            <w:rFonts w:ascii="Times New Roman" w:hAnsi="Times New Roman"/>
            <w:noProof/>
          </w:rPr>
          <w:t>7.1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ОБЩИ ИЗИСКВАНИЯ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_Toc513127275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DBD6E50" w14:textId="49973809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6" w:history="1">
        <w:r w:rsidRPr="009E4911">
          <w:rPr>
            <w:rStyle w:val="afa"/>
            <w:rFonts w:ascii="Times New Roman" w:hAnsi="Times New Roman"/>
            <w:noProof/>
          </w:rPr>
          <w:t>7.2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КЪМ ИЗПЪЛНЕНИЕТО НА ПРЕДМЕТА НА ПОРЪЧКАТА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_Toc513127276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73DAC29" w14:textId="0B52DAC9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7" w:history="1">
        <w:r w:rsidRPr="009E4911">
          <w:rPr>
            <w:rStyle w:val="afa"/>
            <w:rFonts w:ascii="Times New Roman" w:hAnsi="Times New Roman"/>
            <w:noProof/>
          </w:rPr>
          <w:t>7.3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ЗА СРОЧН</w:t>
        </w:r>
        <w:r w:rsidRPr="009E4911">
          <w:rPr>
            <w:rStyle w:val="afa"/>
            <w:rFonts w:ascii="Times New Roman" w:hAnsi="Times New Roman"/>
            <w:noProof/>
          </w:rPr>
          <w:t>О</w:t>
        </w:r>
        <w:r w:rsidRPr="009E4911">
          <w:rPr>
            <w:rStyle w:val="afa"/>
            <w:rFonts w:ascii="Times New Roman" w:hAnsi="Times New Roman"/>
            <w:noProof/>
          </w:rPr>
          <w:t xml:space="preserve"> ИЗПЪЛНЕНИЕ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_Toc513127277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7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402641A" w14:textId="5DB07C54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8" w:history="1">
        <w:r w:rsidRPr="009E4911">
          <w:rPr>
            <w:rStyle w:val="afa"/>
            <w:rFonts w:ascii="Times New Roman" w:hAnsi="Times New Roman"/>
            <w:noProof/>
          </w:rPr>
          <w:t>7.4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АВТОРСКИЯТ НАДЗОР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_Toc513127278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7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AC73706" w14:textId="37F0F597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79" w:history="1">
        <w:r w:rsidRPr="009E4911">
          <w:rPr>
            <w:rStyle w:val="afa"/>
            <w:rFonts w:ascii="Times New Roman" w:hAnsi="Times New Roman"/>
            <w:noProof/>
          </w:rPr>
          <w:t>7.5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СТРОИТЕЛЕН НАДЗОР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_Toc513127279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7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796CB80" w14:textId="79EF9345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0" w:history="1">
        <w:r w:rsidRPr="009E4911">
          <w:rPr>
            <w:rStyle w:val="afa"/>
            <w:rFonts w:ascii="Times New Roman" w:hAnsi="Times New Roman"/>
            <w:noProof/>
          </w:rPr>
          <w:t>7.6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ЕКЗЕКУТИВНА ДОКУМЕНТАЦИЯ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_Toc513127280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8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F09E409" w14:textId="5881F581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1" w:history="1">
        <w:r w:rsidRPr="009E4911">
          <w:rPr>
            <w:rStyle w:val="afa"/>
            <w:rFonts w:ascii="Times New Roman" w:hAnsi="Times New Roman"/>
            <w:noProof/>
          </w:rPr>
          <w:t>7.7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СТРОИТЕЛНА ДОКУМЕНТАЦИЯ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_Toc513127281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8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97E14BF" w14:textId="39768057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2" w:history="1">
        <w:r w:rsidRPr="009E4911">
          <w:rPr>
            <w:rStyle w:val="afa"/>
            <w:rFonts w:ascii="Times New Roman" w:hAnsi="Times New Roman"/>
            <w:noProof/>
          </w:rPr>
          <w:t>7.8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АКТОВЕ И ПРОТОКОЛИ В ПРОЦЕСА НА СТРОИТЕЛСТВОТО: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_Toc513127282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9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4EEB74F" w14:textId="6DC11EB5" w:rsidR="009E4911" w:rsidRPr="009E4911" w:rsidRDefault="009E4911">
      <w:pPr>
        <w:pStyle w:val="22"/>
        <w:tabs>
          <w:tab w:val="left" w:pos="132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3" w:history="1">
        <w:r w:rsidRPr="009E4911">
          <w:rPr>
            <w:rStyle w:val="afa"/>
            <w:rFonts w:ascii="Times New Roman" w:hAnsi="Times New Roman"/>
            <w:noProof/>
          </w:rPr>
          <w:t>7.9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ИНФОРМАЦИОННИ ДЕЙНОСТИ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_Toc513127283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9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4FB15F5" w14:textId="132F555A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4" w:history="1">
        <w:r w:rsidRPr="009E4911">
          <w:rPr>
            <w:rStyle w:val="afa"/>
            <w:rFonts w:ascii="Times New Roman" w:hAnsi="Times New Roman"/>
            <w:noProof/>
          </w:rPr>
          <w:t>7.10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ЗА ОСИГУРЯВАНЕ НА БЕЗОПАСНИ УСЛОВИЯ НА ТРУД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_Toc513127284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9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F86440D" w14:textId="008D4D69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5" w:history="1">
        <w:r w:rsidRPr="009E4911">
          <w:rPr>
            <w:rStyle w:val="afa"/>
            <w:rFonts w:ascii="Times New Roman" w:hAnsi="Times New Roman"/>
            <w:noProof/>
          </w:rPr>
          <w:t>7.11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ТРУДОВА И ЗДРАВНА БЕЗОПАСНОСТ НА РАБОТНОТО МЯСТО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_Toc513127285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10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CED7DB8" w14:textId="7BFBB27A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6" w:history="1">
        <w:r w:rsidRPr="009E4911">
          <w:rPr>
            <w:rStyle w:val="afa"/>
            <w:rFonts w:ascii="Times New Roman" w:hAnsi="Times New Roman"/>
            <w:noProof/>
          </w:rPr>
          <w:t>7.12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ЗА ОПАЗВАНЕ НА ОКОЛНАТА СРЕДА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_Toc513127286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11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DFCAAE6" w14:textId="6DF97ABC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7" w:history="1">
        <w:r w:rsidRPr="009E4911">
          <w:rPr>
            <w:rStyle w:val="afa"/>
            <w:rFonts w:ascii="Times New Roman" w:hAnsi="Times New Roman"/>
            <w:noProof/>
          </w:rPr>
          <w:t>7.13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ПОЧИСТВАНЕ И ИЗВОЗВАНЕ НА ОТПАДЪЦИ И ИЗКОПАНА ПРЪСТ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_Toc513127287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11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1351617" w14:textId="6C443240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8" w:history="1">
        <w:r w:rsidRPr="009E4911">
          <w:rPr>
            <w:rStyle w:val="afa"/>
            <w:rFonts w:ascii="Times New Roman" w:hAnsi="Times New Roman"/>
            <w:noProof/>
          </w:rPr>
          <w:t>7.14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УПРАВЛЕНИЕ НА СТРОИТЕЛНИТЕ ОТПАДЪЦИ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_Toc513127288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11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C9D56B6" w14:textId="06F9C882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89" w:history="1">
        <w:r w:rsidRPr="009E4911">
          <w:rPr>
            <w:rStyle w:val="afa"/>
            <w:rFonts w:ascii="Times New Roman" w:hAnsi="Times New Roman"/>
            <w:noProof/>
          </w:rPr>
          <w:t>7.15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ВРЕМЕННИ СЪОРЪЖЕНИЯ, ВРЕМЕННО ВОДОСНАБДЯВАНЕ, ЕЛ. ЗАХРАНВАНЕ И САНИТАРНИ ВЪЗЛИ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_Toc513127289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11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B143C3D" w14:textId="780B9D5B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0" w:history="1">
        <w:r w:rsidRPr="009E4911">
          <w:rPr>
            <w:rStyle w:val="afa"/>
            <w:rFonts w:ascii="Times New Roman" w:hAnsi="Times New Roman"/>
            <w:noProof/>
          </w:rPr>
          <w:t>7.16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СТРОИТЕЛНА ОГРАДА, ЗОНА ЗА ПОЧИСТВАНЕ НА ГУМИТЕ, ТАБЕЛА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_Toc513127290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12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257CBDF" w14:textId="57167B2F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1" w:history="1">
        <w:r w:rsidRPr="009E4911">
          <w:rPr>
            <w:rStyle w:val="afa"/>
            <w:rFonts w:ascii="Times New Roman" w:hAnsi="Times New Roman"/>
            <w:noProof/>
          </w:rPr>
          <w:t>7.17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МЕХАНИЗАЦИЯ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_Toc513127291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12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D351070" w14:textId="38EBC211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2" w:history="1">
        <w:r w:rsidRPr="009E4911">
          <w:rPr>
            <w:rStyle w:val="afa"/>
            <w:rFonts w:ascii="Times New Roman" w:hAnsi="Times New Roman"/>
            <w:noProof/>
          </w:rPr>
          <w:t>7.18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ОХРАНА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_Toc513127292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12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7C47E24" w14:textId="5C40FED1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3" w:history="1">
        <w:r w:rsidRPr="009E4911">
          <w:rPr>
            <w:rStyle w:val="afa"/>
            <w:rFonts w:ascii="Times New Roman" w:hAnsi="Times New Roman"/>
            <w:noProof/>
          </w:rPr>
          <w:t>8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КЪМ МАТЕРИАЛИТЕ И ОБОРУДВАНЕТО ЗА ВЛАГАНЕ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_Toc513127293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12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82802AC" w14:textId="00D5420B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4" w:history="1">
        <w:r w:rsidRPr="009E4911">
          <w:rPr>
            <w:rStyle w:val="afa"/>
            <w:rFonts w:ascii="Times New Roman" w:hAnsi="Times New Roman"/>
            <w:noProof/>
          </w:rPr>
          <w:t>9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ИЗИСКВАНИЯ ЗА ИЗПЪЛНЕНИЕ НА СМР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_Toc513127294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13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1FB40ED" w14:textId="21EB19C4" w:rsidR="009E4911" w:rsidRPr="009E4911" w:rsidRDefault="009E4911">
      <w:pPr>
        <w:pStyle w:val="12"/>
        <w:tabs>
          <w:tab w:val="left" w:pos="110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5" w:history="1">
        <w:r w:rsidRPr="009E4911">
          <w:rPr>
            <w:rStyle w:val="afa"/>
            <w:rFonts w:ascii="Times New Roman" w:hAnsi="Times New Roman"/>
            <w:noProof/>
          </w:rPr>
          <w:t>10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ТЕХНИЧЕСКИ УТОЧНЕНИЯ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_Toc513127295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14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EF67FAB" w14:textId="7FEDAA46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6" w:history="1">
        <w:r w:rsidRPr="009E4911">
          <w:rPr>
            <w:rStyle w:val="afa"/>
            <w:rFonts w:ascii="Times New Roman" w:hAnsi="Times New Roman"/>
            <w:noProof/>
          </w:rPr>
          <w:t>10.1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СЪКРАЩЕНИЯ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_Toc513127296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14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8C861B" w14:textId="0A4E7FD8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7" w:history="1">
        <w:r w:rsidRPr="009E4911">
          <w:rPr>
            <w:rStyle w:val="afa"/>
            <w:rFonts w:ascii="Times New Roman" w:hAnsi="Times New Roman"/>
            <w:noProof/>
          </w:rPr>
          <w:t>10.2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СЪОТВЕТСТВИЕ НА СТАНДАРТИ И НОРМИ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_Toc513127297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15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701B97D" w14:textId="166C3528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8" w:history="1">
        <w:r w:rsidRPr="009E4911">
          <w:rPr>
            <w:rStyle w:val="afa"/>
            <w:rFonts w:ascii="Times New Roman" w:hAnsi="Times New Roman"/>
            <w:noProof/>
          </w:rPr>
          <w:t>10.3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ДОКУМЕНТАЦИЯ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_Toc513127298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15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835B7AA" w14:textId="493B4085" w:rsidR="009E4911" w:rsidRPr="009E4911" w:rsidRDefault="009E4911">
      <w:pPr>
        <w:pStyle w:val="22"/>
        <w:tabs>
          <w:tab w:val="left" w:pos="1540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299" w:history="1">
        <w:r w:rsidRPr="009E4911">
          <w:rPr>
            <w:rStyle w:val="afa"/>
            <w:rFonts w:ascii="Times New Roman" w:hAnsi="Times New Roman"/>
            <w:noProof/>
          </w:rPr>
          <w:t>10.4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ПРОЕКТИ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_Toc513127299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15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FD3EAFF" w14:textId="4B3558F5" w:rsidR="009E4911" w:rsidRPr="009E4911" w:rsidRDefault="009E4911">
      <w:pPr>
        <w:pStyle w:val="32"/>
        <w:tabs>
          <w:tab w:val="left" w:pos="1783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300" w:history="1">
        <w:r w:rsidRPr="009E4911">
          <w:rPr>
            <w:rStyle w:val="afa"/>
            <w:rFonts w:ascii="Times New Roman" w:hAnsi="Times New Roman"/>
            <w:noProof/>
          </w:rPr>
          <w:t>10.4.1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Декларация за експлоатационни показатели и гаранции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_Toc513127300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15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FEB043E" w14:textId="1F14915A" w:rsidR="009E4911" w:rsidRPr="009E4911" w:rsidRDefault="009E4911">
      <w:pPr>
        <w:pStyle w:val="32"/>
        <w:tabs>
          <w:tab w:val="left" w:pos="1783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301" w:history="1">
        <w:r w:rsidRPr="009E4911">
          <w:rPr>
            <w:rStyle w:val="afa"/>
            <w:rFonts w:ascii="Times New Roman" w:hAnsi="Times New Roman"/>
            <w:noProof/>
          </w:rPr>
          <w:t>10.4.2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Каталози и препоръки на производителите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_Toc513127301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60E7C91" w14:textId="0FB45FEB" w:rsidR="009E4911" w:rsidRPr="009E4911" w:rsidRDefault="009E4911">
      <w:pPr>
        <w:pStyle w:val="32"/>
        <w:tabs>
          <w:tab w:val="left" w:pos="1783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302" w:history="1">
        <w:r w:rsidRPr="009E4911">
          <w:rPr>
            <w:rStyle w:val="afa"/>
            <w:rFonts w:ascii="Times New Roman" w:hAnsi="Times New Roman"/>
            <w:noProof/>
          </w:rPr>
          <w:t>10.4.3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Указание за полагане, експлоатация и поддържане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_Toc513127302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4CD8970" w14:textId="680A8236" w:rsidR="009E4911" w:rsidRPr="009E4911" w:rsidRDefault="009E4911">
      <w:pPr>
        <w:pStyle w:val="32"/>
        <w:tabs>
          <w:tab w:val="left" w:pos="1783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303" w:history="1">
        <w:r w:rsidRPr="009E4911">
          <w:rPr>
            <w:rStyle w:val="afa"/>
            <w:rFonts w:ascii="Times New Roman" w:hAnsi="Times New Roman"/>
            <w:noProof/>
          </w:rPr>
          <w:t>10.4.4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Мостри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_Toc513127303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C1E6176" w14:textId="2BB16F06" w:rsidR="009E4911" w:rsidRPr="009E4911" w:rsidRDefault="009E4911">
      <w:pPr>
        <w:pStyle w:val="32"/>
        <w:tabs>
          <w:tab w:val="left" w:pos="1783"/>
          <w:tab w:val="right" w:leader="dot" w:pos="9911"/>
        </w:tabs>
        <w:rPr>
          <w:rFonts w:ascii="Times New Roman" w:eastAsiaTheme="minorEastAsia" w:hAnsi="Times New Roman"/>
          <w:noProof/>
          <w:sz w:val="22"/>
          <w:lang w:eastAsia="bg-BG"/>
        </w:rPr>
      </w:pPr>
      <w:hyperlink w:anchor="_Toc513127304" w:history="1">
        <w:r w:rsidRPr="009E4911">
          <w:rPr>
            <w:rStyle w:val="afa"/>
            <w:rFonts w:ascii="Times New Roman" w:hAnsi="Times New Roman"/>
            <w:noProof/>
          </w:rPr>
          <w:t>10.4.5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Складиране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_Toc513127304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16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48DA230" w14:textId="015800AD" w:rsidR="009E4911" w:rsidRDefault="009E4911">
      <w:pPr>
        <w:pStyle w:val="12"/>
        <w:tabs>
          <w:tab w:val="left" w:pos="1100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lang w:eastAsia="bg-BG"/>
        </w:rPr>
      </w:pPr>
      <w:hyperlink w:anchor="_Toc513127305" w:history="1">
        <w:r w:rsidRPr="009E4911">
          <w:rPr>
            <w:rStyle w:val="afa"/>
            <w:rFonts w:ascii="Times New Roman" w:hAnsi="Times New Roman"/>
            <w:noProof/>
          </w:rPr>
          <w:t>11</w:t>
        </w:r>
        <w:r w:rsidRPr="009E4911">
          <w:rPr>
            <w:rFonts w:ascii="Times New Roman" w:eastAsiaTheme="minorEastAsia" w:hAnsi="Times New Roman"/>
            <w:noProof/>
            <w:sz w:val="22"/>
            <w:lang w:eastAsia="bg-BG"/>
          </w:rPr>
          <w:tab/>
        </w:r>
        <w:r w:rsidRPr="009E4911">
          <w:rPr>
            <w:rStyle w:val="afa"/>
            <w:rFonts w:ascii="Times New Roman" w:hAnsi="Times New Roman"/>
            <w:noProof/>
          </w:rPr>
          <w:t>ПРИЛОЖЕНИЯ:</w:t>
        </w:r>
        <w:r w:rsidRPr="009E4911">
          <w:rPr>
            <w:rFonts w:ascii="Times New Roman" w:hAnsi="Times New Roman"/>
            <w:noProof/>
            <w:webHidden/>
          </w:rPr>
          <w:tab/>
        </w:r>
        <w:r w:rsidRPr="009E4911">
          <w:rPr>
            <w:rFonts w:ascii="Times New Roman" w:hAnsi="Times New Roman"/>
            <w:noProof/>
            <w:webHidden/>
          </w:rPr>
          <w:fldChar w:fldCharType="begin"/>
        </w:r>
        <w:r w:rsidRPr="009E4911">
          <w:rPr>
            <w:rFonts w:ascii="Times New Roman" w:hAnsi="Times New Roman"/>
            <w:noProof/>
            <w:webHidden/>
          </w:rPr>
          <w:instrText xml:space="preserve"> PAGEREF _Toc513127305 \h </w:instrText>
        </w:r>
        <w:r w:rsidRPr="009E4911">
          <w:rPr>
            <w:rFonts w:ascii="Times New Roman" w:hAnsi="Times New Roman"/>
            <w:noProof/>
            <w:webHidden/>
          </w:rPr>
        </w:r>
        <w:r w:rsidRPr="009E4911">
          <w:rPr>
            <w:rFonts w:ascii="Times New Roman" w:hAnsi="Times New Roman"/>
            <w:noProof/>
            <w:webHidden/>
          </w:rPr>
          <w:fldChar w:fldCharType="separate"/>
        </w:r>
        <w:r w:rsidRPr="009E4911">
          <w:rPr>
            <w:rFonts w:ascii="Times New Roman" w:hAnsi="Times New Roman"/>
            <w:noProof/>
            <w:webHidden/>
          </w:rPr>
          <w:t>17</w:t>
        </w:r>
        <w:r w:rsidRPr="009E4911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BA88611" w14:textId="07D0A1D5" w:rsidR="00C8428E" w:rsidRPr="00695B0B" w:rsidRDefault="00C8428E" w:rsidP="00326DD6">
      <w:pPr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  <w:bCs/>
        </w:rPr>
        <w:fldChar w:fldCharType="end"/>
      </w:r>
    </w:p>
    <w:p w14:paraId="2B2BECFB" w14:textId="77777777" w:rsidR="00C8428E" w:rsidRPr="00810BA6" w:rsidRDefault="00C8428E" w:rsidP="00326DD6">
      <w:pPr>
        <w:rPr>
          <w:rStyle w:val="aff7"/>
          <w:rFonts w:ascii="Times New Roman" w:eastAsia="Calibri" w:hAnsi="Times New Roman"/>
        </w:rPr>
      </w:pPr>
      <w:r w:rsidRPr="00810BA6">
        <w:rPr>
          <w:rStyle w:val="aff7"/>
          <w:rFonts w:ascii="Times New Roman" w:eastAsia="Calibri" w:hAnsi="Times New Roman"/>
        </w:rPr>
        <w:br w:type="page"/>
      </w:r>
    </w:p>
    <w:p w14:paraId="4F2F1281" w14:textId="77777777" w:rsidR="007F70CA" w:rsidRPr="00810BA6" w:rsidRDefault="00AC1F38" w:rsidP="00EA1922">
      <w:pPr>
        <w:spacing w:before="60" w:after="60" w:line="276" w:lineRule="auto"/>
        <w:rPr>
          <w:rStyle w:val="aff7"/>
          <w:rFonts w:ascii="Times New Roman" w:eastAsia="Calibri" w:hAnsi="Times New Roman"/>
        </w:rPr>
      </w:pPr>
      <w:r w:rsidRPr="00810BA6">
        <w:rPr>
          <w:rStyle w:val="aff7"/>
          <w:rFonts w:ascii="Times New Roman" w:eastAsia="Calibri" w:hAnsi="Times New Roman"/>
        </w:rPr>
        <w:lastRenderedPageBreak/>
        <w:t>ПЪЛНО ОПИСАНИЕ И ТЕХНИЧЕСКИ СПЕЦИФИКАЦИИ НА ПРЕДМЕТА НА ПОРЪЧКАТА</w:t>
      </w:r>
    </w:p>
    <w:p w14:paraId="5BE5B6FA" w14:textId="77777777" w:rsidR="003112D3" w:rsidRPr="00695B0B" w:rsidRDefault="00D4692C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0" w:name="_Toc513127266"/>
      <w:r w:rsidRPr="00695B0B">
        <w:rPr>
          <w:rFonts w:ascii="Times New Roman" w:hAnsi="Times New Roman" w:cs="Times New Roman"/>
        </w:rPr>
        <w:t>ПРЕДМЕТ НА ПОРЪЧКАТА</w:t>
      </w:r>
      <w:bookmarkEnd w:id="0"/>
    </w:p>
    <w:p w14:paraId="4B3B1B4D" w14:textId="080405AC" w:rsidR="00226B75" w:rsidRPr="00707F23" w:rsidRDefault="00226B75" w:rsidP="00EB12D4">
      <w:pPr>
        <w:spacing w:before="60" w:after="60" w:line="276" w:lineRule="auto"/>
        <w:rPr>
          <w:rFonts w:ascii="Times New Roman" w:hAnsi="Times New Roman" w:cs="Times New Roman"/>
        </w:rPr>
      </w:pPr>
      <w:r w:rsidRPr="00707F23">
        <w:rPr>
          <w:rFonts w:ascii="Times New Roman" w:hAnsi="Times New Roman" w:cs="Times New Roman"/>
        </w:rPr>
        <w:t xml:space="preserve">Предмет на поръчката е: Ремонт на спортна зала „Сава Величков" гр. Велико Търново – 5000, община Велико Търново – ул. „Никола Гинев“ №2. УПИ IV; кв. 237по КК на гр. Велико Търново </w:t>
      </w:r>
    </w:p>
    <w:p w14:paraId="6B0024C6" w14:textId="2A438C67" w:rsidR="00D14389" w:rsidRPr="00707F23" w:rsidRDefault="00226B75" w:rsidP="00EB12D4">
      <w:pPr>
        <w:spacing w:before="60" w:after="60" w:line="276" w:lineRule="auto"/>
        <w:rPr>
          <w:rFonts w:ascii="Times New Roman" w:hAnsi="Times New Roman" w:cs="Times New Roman"/>
        </w:rPr>
      </w:pPr>
      <w:r w:rsidRPr="00707F23">
        <w:rPr>
          <w:rFonts w:ascii="Times New Roman" w:hAnsi="Times New Roman" w:cs="Times New Roman"/>
        </w:rPr>
        <w:t xml:space="preserve">Обектът представлява тренировъчна спортна зала, в която тренират ученическите отбори по хандбал и волейбол. Сградата е с подменена дограма, вътрешното състояние е добро. Изградена е отоплителна инсталация с гориво природен газ. Покривът и стените на сградата са в много лошо състояние.  Наблюдават се значителни течове. Отвеждането на дъждовните води от покрива е повредено и водата облива стените на сградата, вследствие на което стените са повредени – декоративната тухлена зидария и ерозирала. Бетонът по пиластрите е ерозирал, ронлив, на места се показва носещата арматура. Покривът и стените не са </w:t>
      </w:r>
      <w:proofErr w:type="spellStart"/>
      <w:r w:rsidRPr="00707F23">
        <w:rPr>
          <w:rFonts w:ascii="Times New Roman" w:hAnsi="Times New Roman" w:cs="Times New Roman"/>
        </w:rPr>
        <w:t>топлоизолирани</w:t>
      </w:r>
      <w:proofErr w:type="spellEnd"/>
      <w:r w:rsidRPr="00707F23">
        <w:rPr>
          <w:rFonts w:ascii="Times New Roman" w:hAnsi="Times New Roman" w:cs="Times New Roman"/>
        </w:rPr>
        <w:t>, с висок коефициент на топлопреминаване. Община Велико Търново не е в състояние да финансира с достатъчен ресурс от собствени средства или от други източници за видно належащите строително-монтажни работи.</w:t>
      </w:r>
    </w:p>
    <w:p w14:paraId="3A5F4067" w14:textId="77777777" w:rsidR="00D14389" w:rsidRDefault="00D14389" w:rsidP="00EB12D4">
      <w:pPr>
        <w:spacing w:before="60" w:after="60" w:line="276" w:lineRule="auto"/>
        <w:rPr>
          <w:rFonts w:ascii="Times New Roman" w:hAnsi="Times New Roman" w:cs="Times New Roman"/>
        </w:rPr>
      </w:pPr>
    </w:p>
    <w:p w14:paraId="5F3CEDFF" w14:textId="77777777" w:rsidR="00A86AED" w:rsidRPr="00695B0B" w:rsidRDefault="001166CD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1" w:name="_Toc513127267"/>
      <w:r w:rsidRPr="00695B0B">
        <w:rPr>
          <w:rFonts w:ascii="Times New Roman" w:hAnsi="Times New Roman" w:cs="Times New Roman"/>
        </w:rPr>
        <w:t>ПЪЛНО ОПИСАНИЕ ЗА ПРЕДМЕТА НА ПОРЪЧКАТА</w:t>
      </w:r>
      <w:bookmarkEnd w:id="1"/>
    </w:p>
    <w:p w14:paraId="3F8332B1" w14:textId="77777777" w:rsidR="00A86AED" w:rsidRPr="00EF5A54" w:rsidRDefault="003C2B35" w:rsidP="00EF5A54">
      <w:pPr>
        <w:pStyle w:val="20"/>
      </w:pPr>
      <w:bookmarkStart w:id="2" w:name="_Toc513127268"/>
      <w:r w:rsidRPr="00EF5A54">
        <w:t>СЪЩЕСТВУВАЩО ПОЛОЖЕНИЕ</w:t>
      </w:r>
      <w:bookmarkEnd w:id="2"/>
    </w:p>
    <w:p w14:paraId="58F397F3" w14:textId="6198DCE7" w:rsidR="00226B75" w:rsidRPr="00707F23" w:rsidRDefault="00226B75" w:rsidP="00226B75">
      <w:pPr>
        <w:spacing w:before="60" w:after="60" w:line="276" w:lineRule="auto"/>
        <w:rPr>
          <w:rFonts w:ascii="Times New Roman" w:hAnsi="Times New Roman" w:cs="Times New Roman"/>
        </w:rPr>
      </w:pPr>
      <w:r w:rsidRPr="00707F23">
        <w:rPr>
          <w:rFonts w:ascii="Times New Roman" w:hAnsi="Times New Roman" w:cs="Times New Roman"/>
        </w:rPr>
        <w:t>Обектът представлява тренировъчна спортна зала, в която тренират ученическите отбори по хандбал</w:t>
      </w:r>
      <w:r w:rsidR="001E528A" w:rsidRPr="00707F23">
        <w:rPr>
          <w:rFonts w:ascii="Times New Roman" w:hAnsi="Times New Roman" w:cs="Times New Roman"/>
        </w:rPr>
        <w:t xml:space="preserve">, </w:t>
      </w:r>
      <w:proofErr w:type="spellStart"/>
      <w:r w:rsidR="001E528A" w:rsidRPr="00707F23">
        <w:rPr>
          <w:rFonts w:ascii="Times New Roman" w:hAnsi="Times New Roman" w:cs="Times New Roman"/>
        </w:rPr>
        <w:t>бадмингтон</w:t>
      </w:r>
      <w:proofErr w:type="spellEnd"/>
      <w:r w:rsidRPr="00707F23">
        <w:rPr>
          <w:rFonts w:ascii="Times New Roman" w:hAnsi="Times New Roman" w:cs="Times New Roman"/>
        </w:rPr>
        <w:t xml:space="preserve"> и волейбол. Сградата е с подменена дограма, вътрешното състояние е добро. Изградена е отоплителна инсталация с гориво природен газ. Покривът и стените на сградата са в много лошо състояние.  Наблюдават се значителни течове. Отвеждането на дъждовните води от покрива е повредено и водата облива стените на сградата, вследствие на което стените са повредени – декоративната тухлена зидария и ерозирала. Бетонът по пиластрите е ерозирал, ронлив, на места се показва носещата арматура. Покривът и стените не са </w:t>
      </w:r>
      <w:proofErr w:type="spellStart"/>
      <w:r w:rsidRPr="00707F23">
        <w:rPr>
          <w:rFonts w:ascii="Times New Roman" w:hAnsi="Times New Roman" w:cs="Times New Roman"/>
        </w:rPr>
        <w:t>топлоизолирани</w:t>
      </w:r>
      <w:proofErr w:type="spellEnd"/>
      <w:r w:rsidRPr="00707F23">
        <w:rPr>
          <w:rFonts w:ascii="Times New Roman" w:hAnsi="Times New Roman" w:cs="Times New Roman"/>
        </w:rPr>
        <w:t xml:space="preserve"> и са с висок коефициент на топлопреминаване. </w:t>
      </w:r>
      <w:r w:rsidR="001E528A" w:rsidRPr="00707F23">
        <w:rPr>
          <w:rFonts w:ascii="Times New Roman" w:hAnsi="Times New Roman" w:cs="Times New Roman"/>
        </w:rPr>
        <w:t xml:space="preserve">Отводнителната система е </w:t>
      </w:r>
      <w:proofErr w:type="spellStart"/>
      <w:r w:rsidR="001E528A" w:rsidRPr="00707F23">
        <w:rPr>
          <w:rFonts w:ascii="Times New Roman" w:hAnsi="Times New Roman" w:cs="Times New Roman"/>
        </w:rPr>
        <w:t>компроментирана</w:t>
      </w:r>
      <w:proofErr w:type="spellEnd"/>
      <w:r w:rsidR="001E528A" w:rsidRPr="00707F23">
        <w:rPr>
          <w:rFonts w:ascii="Times New Roman" w:hAnsi="Times New Roman" w:cs="Times New Roman"/>
        </w:rPr>
        <w:t xml:space="preserve">, пространството около сградата е повредено и в основите й прониква вода. </w:t>
      </w:r>
    </w:p>
    <w:p w14:paraId="4EB4F510" w14:textId="77777777" w:rsidR="004E5CFE" w:rsidRPr="00695B0B" w:rsidRDefault="004E5CFE" w:rsidP="00EF5A54">
      <w:pPr>
        <w:pStyle w:val="20"/>
      </w:pPr>
      <w:bookmarkStart w:id="3" w:name="_Toc513127269"/>
      <w:r>
        <w:t>ДЕЙНОСТИ ПО ПРОЕКТА</w:t>
      </w:r>
      <w:bookmarkEnd w:id="3"/>
    </w:p>
    <w:p w14:paraId="548972CF" w14:textId="33FCB4B8" w:rsidR="00435BF1" w:rsidRPr="00695B0B" w:rsidRDefault="00435BF1" w:rsidP="00637C57">
      <w:pPr>
        <w:spacing w:before="60" w:after="60" w:line="276" w:lineRule="auto"/>
        <w:rPr>
          <w:rFonts w:ascii="Times New Roman" w:hAnsi="Times New Roman" w:cs="Times New Roman"/>
          <w:lang w:eastAsia="bg-BG"/>
        </w:rPr>
      </w:pPr>
      <w:r w:rsidRPr="00695B0B">
        <w:rPr>
          <w:rFonts w:ascii="Times New Roman" w:hAnsi="Times New Roman" w:cs="Times New Roman"/>
          <w:color w:val="000000"/>
          <w:lang w:eastAsia="bg-BG"/>
        </w:rPr>
        <w:t xml:space="preserve">За обекта има издадено разрешение за строеж № </w:t>
      </w:r>
      <w:r w:rsidR="001E528A">
        <w:rPr>
          <w:rFonts w:ascii="Times New Roman" w:hAnsi="Times New Roman" w:cs="Times New Roman"/>
          <w:color w:val="000000"/>
          <w:lang w:eastAsia="bg-BG"/>
        </w:rPr>
        <w:t>35</w:t>
      </w:r>
      <w:r w:rsidR="002C537A">
        <w:rPr>
          <w:rFonts w:ascii="Times New Roman" w:hAnsi="Times New Roman" w:cs="Times New Roman"/>
          <w:color w:val="000000"/>
          <w:lang w:eastAsia="bg-BG"/>
        </w:rPr>
        <w:t>/</w:t>
      </w:r>
      <w:r w:rsidR="001E528A">
        <w:rPr>
          <w:rFonts w:ascii="Times New Roman" w:hAnsi="Times New Roman" w:cs="Times New Roman"/>
          <w:color w:val="000000"/>
          <w:lang w:eastAsia="bg-BG"/>
        </w:rPr>
        <w:t>19.02.2018 г.</w:t>
      </w:r>
      <w:r w:rsidRPr="00695B0B">
        <w:rPr>
          <w:rFonts w:ascii="Times New Roman" w:hAnsi="Times New Roman" w:cs="Times New Roman"/>
          <w:color w:val="000000"/>
          <w:lang w:eastAsia="bg-BG"/>
        </w:rPr>
        <w:t xml:space="preserve"> на </w:t>
      </w:r>
      <w:r w:rsidR="002C537A">
        <w:rPr>
          <w:rFonts w:ascii="Times New Roman" w:hAnsi="Times New Roman" w:cs="Times New Roman"/>
          <w:color w:val="000000"/>
          <w:lang w:eastAsia="bg-BG"/>
        </w:rPr>
        <w:t xml:space="preserve">основание </w:t>
      </w:r>
      <w:r w:rsidRPr="00695B0B">
        <w:rPr>
          <w:rFonts w:ascii="Times New Roman" w:hAnsi="Times New Roman" w:cs="Times New Roman"/>
          <w:color w:val="000000"/>
          <w:lang w:eastAsia="bg-BG"/>
        </w:rPr>
        <w:t xml:space="preserve">одобрен </w:t>
      </w:r>
      <w:r w:rsidR="001E528A">
        <w:rPr>
          <w:rFonts w:ascii="Times New Roman" w:hAnsi="Times New Roman" w:cs="Times New Roman"/>
          <w:color w:val="000000"/>
          <w:lang w:eastAsia="bg-BG"/>
        </w:rPr>
        <w:t>технически</w:t>
      </w:r>
      <w:r w:rsidRPr="00695B0B">
        <w:rPr>
          <w:rFonts w:ascii="Times New Roman" w:hAnsi="Times New Roman" w:cs="Times New Roman"/>
          <w:color w:val="000000"/>
          <w:lang w:eastAsia="bg-BG"/>
        </w:rPr>
        <w:t xml:space="preserve"> инвестиционен проект по части: </w:t>
      </w:r>
      <w:r w:rsidR="002C537A">
        <w:rPr>
          <w:rFonts w:ascii="Times New Roman" w:hAnsi="Times New Roman" w:cs="Times New Roman"/>
          <w:szCs w:val="24"/>
          <w:lang w:eastAsia="bg-BG"/>
        </w:rPr>
        <w:t>Архитектура, К</w:t>
      </w:r>
      <w:r w:rsidR="007C7AC8" w:rsidRPr="00695B0B">
        <w:rPr>
          <w:rFonts w:ascii="Times New Roman" w:hAnsi="Times New Roman" w:cs="Times New Roman"/>
          <w:szCs w:val="24"/>
          <w:lang w:eastAsia="bg-BG"/>
        </w:rPr>
        <w:t xml:space="preserve">онструкции, Електро, </w:t>
      </w:r>
      <w:r w:rsidR="002C537A">
        <w:rPr>
          <w:rFonts w:ascii="Times New Roman" w:hAnsi="Times New Roman" w:cs="Times New Roman"/>
          <w:szCs w:val="24"/>
          <w:lang w:eastAsia="bg-BG"/>
        </w:rPr>
        <w:t xml:space="preserve">ВиК, </w:t>
      </w:r>
      <w:r w:rsidR="007C7AC8" w:rsidRPr="00695B0B">
        <w:rPr>
          <w:rFonts w:ascii="Times New Roman" w:hAnsi="Times New Roman" w:cs="Times New Roman"/>
          <w:szCs w:val="24"/>
          <w:lang w:eastAsia="bg-BG"/>
        </w:rPr>
        <w:t xml:space="preserve">Енергийна ефективност, Геодезия, </w:t>
      </w:r>
      <w:r w:rsidR="00345A32">
        <w:rPr>
          <w:rFonts w:ascii="Times New Roman" w:hAnsi="Times New Roman" w:cs="Times New Roman"/>
          <w:szCs w:val="24"/>
          <w:lang w:eastAsia="bg-BG"/>
        </w:rPr>
        <w:t>ПБЗ, ПБ</w:t>
      </w:r>
      <w:r w:rsidR="005609F4" w:rsidRPr="00695B0B">
        <w:rPr>
          <w:rFonts w:ascii="Times New Roman" w:hAnsi="Times New Roman" w:cs="Times New Roman"/>
          <w:i/>
          <w:szCs w:val="24"/>
          <w:lang w:eastAsia="bg-BG"/>
        </w:rPr>
        <w:t xml:space="preserve">. </w:t>
      </w:r>
      <w:r w:rsidRPr="00695B0B">
        <w:rPr>
          <w:rFonts w:ascii="Times New Roman" w:hAnsi="Times New Roman" w:cs="Times New Roman"/>
          <w:color w:val="000000"/>
          <w:lang w:eastAsia="bg-BG"/>
        </w:rPr>
        <w:t>Същите са неразделна част от настоящата документация.</w:t>
      </w:r>
      <w:r w:rsidR="003112D3" w:rsidRPr="00695B0B">
        <w:rPr>
          <w:rFonts w:ascii="Times New Roman" w:hAnsi="Times New Roman" w:cs="Times New Roman"/>
          <w:color w:val="000000"/>
          <w:lang w:eastAsia="bg-BG"/>
        </w:rPr>
        <w:t xml:space="preserve"> Предложенията в офертите следва да са съобразени с одобрената проектна документация.</w:t>
      </w:r>
    </w:p>
    <w:p w14:paraId="38065986" w14:textId="77777777" w:rsidR="001550C4" w:rsidRPr="00695B0B" w:rsidRDefault="001550C4" w:rsidP="000041C4">
      <w:pPr>
        <w:widowControl w:val="0"/>
        <w:tabs>
          <w:tab w:val="left" w:pos="1134"/>
        </w:tabs>
        <w:spacing w:before="0" w:line="276" w:lineRule="auto"/>
        <w:ind w:firstLine="720"/>
        <w:rPr>
          <w:rFonts w:ascii="Times New Roman" w:hAnsi="Times New Roman" w:cs="Times New Roman"/>
          <w:b/>
          <w:color w:val="000000"/>
          <w:lang w:eastAsia="bg-BG"/>
        </w:rPr>
      </w:pPr>
      <w:r w:rsidRPr="00695B0B">
        <w:rPr>
          <w:rFonts w:ascii="Times New Roman" w:hAnsi="Times New Roman" w:cs="Times New Roman"/>
          <w:b/>
          <w:color w:val="000000"/>
          <w:lang w:eastAsia="bg-BG"/>
        </w:rPr>
        <w:t>Основни акценти на проекта</w:t>
      </w:r>
    </w:p>
    <w:p w14:paraId="7A288DB9" w14:textId="77777777" w:rsidR="00345A32" w:rsidRDefault="00730B2B" w:rsidP="000041C4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before="0" w:after="200" w:line="276" w:lineRule="auto"/>
        <w:ind w:firstLine="720"/>
        <w:contextualSpacing/>
        <w:rPr>
          <w:rFonts w:ascii="Times New Roman" w:hAnsi="Times New Roman" w:cs="Times New Roman"/>
          <w:color w:val="000000"/>
          <w:lang w:eastAsia="bg-BG"/>
        </w:rPr>
      </w:pPr>
      <w:r w:rsidRPr="00695B0B">
        <w:rPr>
          <w:rFonts w:ascii="Times New Roman" w:hAnsi="Times New Roman" w:cs="Times New Roman"/>
          <w:color w:val="000000"/>
          <w:lang w:eastAsia="bg-BG"/>
        </w:rPr>
        <w:t xml:space="preserve">Инвестиционните намерения на възложителя са свързани с </w:t>
      </w:r>
      <w:r w:rsidR="002D671F" w:rsidRPr="00695B0B">
        <w:rPr>
          <w:rFonts w:ascii="Times New Roman" w:hAnsi="Times New Roman" w:cs="Times New Roman"/>
          <w:color w:val="000000"/>
          <w:lang w:eastAsia="bg-BG"/>
        </w:rPr>
        <w:t xml:space="preserve">реконструкция </w:t>
      </w:r>
      <w:r w:rsidR="00345A32">
        <w:rPr>
          <w:rFonts w:ascii="Times New Roman" w:hAnsi="Times New Roman" w:cs="Times New Roman"/>
          <w:color w:val="000000"/>
          <w:lang w:eastAsia="bg-BG"/>
        </w:rPr>
        <w:t xml:space="preserve">топлоизолация и хидроизолация на покрива, възстановяване на бетонното покритие на пиластрите, подмяна отводнителната система и </w:t>
      </w:r>
      <w:proofErr w:type="spellStart"/>
      <w:r w:rsidR="00345A32">
        <w:rPr>
          <w:rFonts w:ascii="Times New Roman" w:hAnsi="Times New Roman" w:cs="Times New Roman"/>
          <w:color w:val="000000"/>
          <w:lang w:eastAsia="bg-BG"/>
        </w:rPr>
        <w:t>заустването</w:t>
      </w:r>
      <w:proofErr w:type="spellEnd"/>
      <w:r w:rsidR="00345A32">
        <w:rPr>
          <w:rFonts w:ascii="Times New Roman" w:hAnsi="Times New Roman" w:cs="Times New Roman"/>
          <w:color w:val="000000"/>
          <w:lang w:eastAsia="bg-BG"/>
        </w:rPr>
        <w:t xml:space="preserve"> й в канализацията, отопляване на улуците срещу замръзване, изграждане на районно осветление, </w:t>
      </w:r>
      <w:proofErr w:type="spellStart"/>
      <w:r w:rsidR="00345A32">
        <w:rPr>
          <w:rFonts w:ascii="Times New Roman" w:hAnsi="Times New Roman" w:cs="Times New Roman"/>
          <w:color w:val="000000"/>
          <w:lang w:eastAsia="bg-BG"/>
        </w:rPr>
        <w:t>възстановяне</w:t>
      </w:r>
      <w:proofErr w:type="spellEnd"/>
      <w:r w:rsidR="00345A32">
        <w:rPr>
          <w:rFonts w:ascii="Times New Roman" w:hAnsi="Times New Roman" w:cs="Times New Roman"/>
          <w:color w:val="000000"/>
          <w:lang w:eastAsia="bg-BG"/>
        </w:rPr>
        <w:t xml:space="preserve"> на тротоарите и стълбището около сградата,  отваряне на вход към имота в източната част на </w:t>
      </w:r>
      <w:proofErr w:type="spellStart"/>
      <w:r w:rsidR="00345A32">
        <w:rPr>
          <w:rFonts w:ascii="Times New Roman" w:hAnsi="Times New Roman" w:cs="Times New Roman"/>
          <w:color w:val="000000"/>
          <w:lang w:eastAsia="bg-BG"/>
        </w:rPr>
        <w:t>същестуващата</w:t>
      </w:r>
      <w:proofErr w:type="spellEnd"/>
      <w:r w:rsidR="00345A32">
        <w:rPr>
          <w:rFonts w:ascii="Times New Roman" w:hAnsi="Times New Roman" w:cs="Times New Roman"/>
          <w:color w:val="000000"/>
          <w:lang w:eastAsia="bg-BG"/>
        </w:rPr>
        <w:t xml:space="preserve"> ограда.</w:t>
      </w:r>
    </w:p>
    <w:p w14:paraId="4976A4F3" w14:textId="77777777" w:rsidR="00345A32" w:rsidRDefault="00345A32" w:rsidP="000041C4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before="0" w:after="200" w:line="276" w:lineRule="auto"/>
        <w:ind w:firstLine="720"/>
        <w:contextualSpacing/>
        <w:rPr>
          <w:rFonts w:ascii="Times New Roman" w:hAnsi="Times New Roman" w:cs="Times New Roman"/>
          <w:color w:val="000000"/>
          <w:lang w:eastAsia="bg-BG"/>
        </w:rPr>
      </w:pPr>
    </w:p>
    <w:p w14:paraId="582F6567" w14:textId="3E0499AF" w:rsidR="00B16360" w:rsidRPr="00707F23" w:rsidRDefault="00345A32" w:rsidP="000041C4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before="0" w:after="200" w:line="276" w:lineRule="auto"/>
        <w:ind w:firstLine="72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hAnsi="Times New Roman" w:cs="Times New Roman"/>
          <w:color w:val="000000"/>
          <w:sz w:val="20"/>
          <w:lang w:eastAsia="bg-BG"/>
        </w:rPr>
        <w:t xml:space="preserve">  </w:t>
      </w:r>
      <w:r w:rsidR="00B16360" w:rsidRPr="00707F23">
        <w:rPr>
          <w:rFonts w:ascii="Times New Roman" w:eastAsia="Calibri" w:hAnsi="Times New Roman" w:cs="Times New Roman"/>
          <w:bCs/>
          <w:color w:val="000000"/>
          <w:szCs w:val="24"/>
        </w:rPr>
        <w:t>Проектът предвижда изпълнението на следните ремонтни работи:</w:t>
      </w:r>
    </w:p>
    <w:p w14:paraId="5978E666" w14:textId="770B427B" w:rsidR="00345A32" w:rsidRPr="00707F23" w:rsidRDefault="00A865B7" w:rsidP="00A865B7">
      <w:pPr>
        <w:pStyle w:val="a"/>
        <w:widowControl w:val="0"/>
        <w:numPr>
          <w:ilvl w:val="0"/>
          <w:numId w:val="45"/>
        </w:numPr>
        <w:tabs>
          <w:tab w:val="left" w:pos="1134"/>
        </w:tabs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Покривни работи и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водоотвеждане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.</w:t>
      </w:r>
    </w:p>
    <w:p w14:paraId="290FA6C5" w14:textId="2392F299" w:rsidR="00A865B7" w:rsidRPr="00707F23" w:rsidRDefault="00A865B7" w:rsidP="00A865B7">
      <w:pPr>
        <w:pStyle w:val="a"/>
        <w:widowControl w:val="0"/>
        <w:numPr>
          <w:ilvl w:val="0"/>
          <w:numId w:val="0"/>
        </w:numPr>
        <w:tabs>
          <w:tab w:val="left" w:pos="426"/>
        </w:tabs>
        <w:spacing w:before="0" w:after="200" w:line="276" w:lineRule="auto"/>
        <w:ind w:firstLine="426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Покривът е плосък и е на две нива. Съществуващият борд на високото тяло се повдига с 20 см. по конструктивен проект. Изпълнява се топлоизолация от каменна вата 80 мм и 2 пласта битумна изолация. Ламаринените поли на борда се изпълняват от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пластифицирана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ламарина в цвят. Върху съществуващия комин се поставя ламаринена пола с аналогични характеристики.</w:t>
      </w:r>
    </w:p>
    <w:p w14:paraId="060268F7" w14:textId="395FB1B4" w:rsidR="00A865B7" w:rsidRPr="00707F23" w:rsidRDefault="00A865B7" w:rsidP="00A865B7">
      <w:pPr>
        <w:pStyle w:val="a"/>
        <w:widowControl w:val="0"/>
        <w:numPr>
          <w:ilvl w:val="0"/>
          <w:numId w:val="0"/>
        </w:numPr>
        <w:tabs>
          <w:tab w:val="left" w:pos="426"/>
        </w:tabs>
        <w:spacing w:before="0" w:after="200" w:line="276" w:lineRule="auto"/>
        <w:ind w:firstLine="426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Над студените плоски покриви на високото и ниското тяло се добавя каменна вата, върху която се поставя 1 слой битумна мушама с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посипка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.</w:t>
      </w:r>
    </w:p>
    <w:p w14:paraId="2A55B36E" w14:textId="5C300E48" w:rsidR="00345A32" w:rsidRPr="00707F23" w:rsidRDefault="00A865B7" w:rsidP="000041C4">
      <w:pPr>
        <w:pStyle w:val="a"/>
        <w:widowControl w:val="0"/>
        <w:numPr>
          <w:ilvl w:val="0"/>
          <w:numId w:val="0"/>
        </w:numPr>
        <w:tabs>
          <w:tab w:val="left" w:pos="1134"/>
        </w:tabs>
        <w:spacing w:before="0" w:after="200" w:line="276" w:lineRule="auto"/>
        <w:ind w:firstLine="72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lastRenderedPageBreak/>
        <w:t xml:space="preserve">Предвижда се отводняване на покрива и отвеждане на дъждовното водно количество до действаща канализационна мрежа. Отводняването на високата част на покрива става чрез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барбакани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и къси водосточни тръби върху ниската му част. От ниската част чрез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барбакани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и водосточни тръби дъждовното водно количество достига до терена и от там чрез хоризонтален дъждовен канал достига до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съществуващa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ревизионнa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шахтa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.</w:t>
      </w:r>
    </w:p>
    <w:p w14:paraId="3AA0BF3E" w14:textId="73EAB82E" w:rsidR="00D9747C" w:rsidRPr="00707F23" w:rsidRDefault="00D9747C" w:rsidP="00D9747C">
      <w:pPr>
        <w:pStyle w:val="a"/>
        <w:widowControl w:val="0"/>
        <w:numPr>
          <w:ilvl w:val="0"/>
          <w:numId w:val="45"/>
        </w:numPr>
        <w:tabs>
          <w:tab w:val="left" w:pos="1134"/>
        </w:tabs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Фасади</w:t>
      </w:r>
    </w:p>
    <w:p w14:paraId="0EA8A65D" w14:textId="5A6804D6" w:rsidR="00D9747C" w:rsidRPr="00707F23" w:rsidRDefault="00D9747C" w:rsidP="00D9747C">
      <w:pPr>
        <w:pStyle w:val="a"/>
        <w:widowControl w:val="0"/>
        <w:numPr>
          <w:ilvl w:val="0"/>
          <w:numId w:val="0"/>
        </w:numPr>
        <w:spacing w:before="0" w:after="200" w:line="276" w:lineRule="auto"/>
        <w:ind w:firstLine="709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Предвижда се частично очукване на увредена мазилка и измазване на разрушени фасадни облицовъчни тухли</w:t>
      </w:r>
    </w:p>
    <w:p w14:paraId="638E6B58" w14:textId="029025BB" w:rsidR="00D9747C" w:rsidRPr="00707F23" w:rsidRDefault="00D9747C" w:rsidP="00D9747C">
      <w:pPr>
        <w:pStyle w:val="a"/>
        <w:widowControl w:val="0"/>
        <w:numPr>
          <w:ilvl w:val="0"/>
          <w:numId w:val="0"/>
        </w:numPr>
        <w:spacing w:before="0" w:after="200" w:line="276" w:lineRule="auto"/>
        <w:ind w:firstLine="709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Пиластри: Предвижда се частично очукване мазилка и премахване на повредени бетонови части по колони и пиластри,</w:t>
      </w:r>
      <w:r w:rsidRPr="00707F23">
        <w:rPr>
          <w:sz w:val="20"/>
        </w:rPr>
        <w:t xml:space="preserve"> </w:t>
      </w: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възстановяване на бетоновите сечения със саниращ разтвор 2 слоя по 3 см.  включително защитен грунд за оголената армировка и полагане на  защитно крайно покритие на възстановените зони.</w:t>
      </w:r>
    </w:p>
    <w:p w14:paraId="6F0428AF" w14:textId="69821E41" w:rsidR="00D9747C" w:rsidRPr="00707F23" w:rsidRDefault="00D9747C" w:rsidP="00D9747C">
      <w:pPr>
        <w:pStyle w:val="a"/>
        <w:widowControl w:val="0"/>
        <w:numPr>
          <w:ilvl w:val="0"/>
          <w:numId w:val="45"/>
        </w:numPr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Външен склад</w:t>
      </w:r>
    </w:p>
    <w:p w14:paraId="3FCF8326" w14:textId="09B1D559" w:rsidR="00D9747C" w:rsidRPr="00707F23" w:rsidRDefault="00110B94" w:rsidP="00110B94">
      <w:pPr>
        <w:pStyle w:val="a"/>
        <w:widowControl w:val="0"/>
        <w:numPr>
          <w:ilvl w:val="0"/>
          <w:numId w:val="0"/>
        </w:numPr>
        <w:spacing w:before="0" w:after="200" w:line="276" w:lineRule="auto"/>
        <w:ind w:left="108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Предвижда се премахване на бетоновата козирка и направа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скатен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покрив с покривен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термопанел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40 мм върху лека метална конструкция. Запазва се достъпът към него от север. Ще се изгради отводняване на покрива. Ще се постави врата от алуминиеви профили и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термопоанел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. </w:t>
      </w:r>
    </w:p>
    <w:p w14:paraId="06525D8D" w14:textId="6E30D2C4" w:rsidR="00110B94" w:rsidRPr="00707F23" w:rsidRDefault="00110B94" w:rsidP="00110B94">
      <w:pPr>
        <w:pStyle w:val="a"/>
        <w:widowControl w:val="0"/>
        <w:numPr>
          <w:ilvl w:val="0"/>
          <w:numId w:val="45"/>
        </w:numPr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Вертикална планировка</w:t>
      </w:r>
    </w:p>
    <w:p w14:paraId="621289C9" w14:textId="45A1C445" w:rsidR="00110B94" w:rsidRPr="00707F23" w:rsidRDefault="001348FB" w:rsidP="00110B94">
      <w:pPr>
        <w:pStyle w:val="a"/>
        <w:widowControl w:val="0"/>
        <w:numPr>
          <w:ilvl w:val="0"/>
          <w:numId w:val="0"/>
        </w:numPr>
        <w:spacing w:before="0" w:after="200" w:line="276" w:lineRule="auto"/>
        <w:ind w:left="108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Предвижда се възстановяване на тротоарната настилка и външните стъпала около сградата.</w:t>
      </w:r>
    </w:p>
    <w:p w14:paraId="69F35BC3" w14:textId="1EEDDF2A" w:rsidR="001348FB" w:rsidRPr="00707F23" w:rsidRDefault="001348FB" w:rsidP="001348FB">
      <w:pPr>
        <w:pStyle w:val="a"/>
        <w:widowControl w:val="0"/>
        <w:numPr>
          <w:ilvl w:val="0"/>
          <w:numId w:val="45"/>
        </w:numPr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Канализация</w:t>
      </w:r>
    </w:p>
    <w:p w14:paraId="26970003" w14:textId="21960B31" w:rsidR="001348FB" w:rsidRPr="00707F23" w:rsidRDefault="001348FB" w:rsidP="001348FB">
      <w:pPr>
        <w:pStyle w:val="a"/>
        <w:widowControl w:val="0"/>
        <w:numPr>
          <w:ilvl w:val="0"/>
          <w:numId w:val="0"/>
        </w:numPr>
        <w:spacing w:before="0" w:after="200" w:line="276" w:lineRule="auto"/>
        <w:ind w:left="108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Предвижда се изграждане на външна канализация за отвеждане на дъждовните води.</w:t>
      </w:r>
    </w:p>
    <w:p w14:paraId="14381B10" w14:textId="339A1F33" w:rsidR="001348FB" w:rsidRPr="00707F23" w:rsidRDefault="001348FB" w:rsidP="001348FB">
      <w:pPr>
        <w:pStyle w:val="a"/>
        <w:widowControl w:val="0"/>
        <w:numPr>
          <w:ilvl w:val="0"/>
          <w:numId w:val="45"/>
        </w:numPr>
        <w:spacing w:before="0" w:after="200" w:line="276" w:lineRule="auto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Електро</w:t>
      </w:r>
    </w:p>
    <w:p w14:paraId="3AABC1E4" w14:textId="0D925EBB" w:rsidR="001348FB" w:rsidRDefault="00D01CAA" w:rsidP="001348FB">
      <w:pPr>
        <w:pStyle w:val="a"/>
        <w:widowControl w:val="0"/>
        <w:numPr>
          <w:ilvl w:val="0"/>
          <w:numId w:val="0"/>
        </w:numPr>
        <w:spacing w:before="0" w:after="200" w:line="276" w:lineRule="auto"/>
        <w:ind w:left="108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Предвижда се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прераобтка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на ГТЕ, изграждане на районно осветление около сградата. Ще се монтира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систрема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за загряване на улуците и водосточните тръби срещу замръзване с управление от датчици за температура. Ще се изгради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мълниезащитна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инсталация с </w:t>
      </w:r>
      <w:proofErr w:type="spellStart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>мълниеприемник</w:t>
      </w:r>
      <w:proofErr w:type="spellEnd"/>
      <w:r w:rsidRPr="00707F23">
        <w:rPr>
          <w:rFonts w:ascii="Times New Roman" w:eastAsia="Calibri" w:hAnsi="Times New Roman" w:cs="Times New Roman"/>
          <w:bCs/>
          <w:color w:val="000000"/>
          <w:szCs w:val="24"/>
        </w:rPr>
        <w:t xml:space="preserve"> с изпреварващо действие.</w:t>
      </w:r>
    </w:p>
    <w:p w14:paraId="4348E9E6" w14:textId="54D1ACB8" w:rsidR="008754BB" w:rsidRPr="008754BB" w:rsidRDefault="008754BB" w:rsidP="001348FB">
      <w:pPr>
        <w:pStyle w:val="a"/>
        <w:widowControl w:val="0"/>
        <w:numPr>
          <w:ilvl w:val="0"/>
          <w:numId w:val="0"/>
        </w:numPr>
        <w:spacing w:before="0" w:after="200" w:line="276" w:lineRule="auto"/>
        <w:ind w:left="1080"/>
        <w:contextualSpacing/>
        <w:rPr>
          <w:rFonts w:ascii="Times New Roman" w:eastAsia="Calibri" w:hAnsi="Times New Roman" w:cs="Times New Roman"/>
          <w:bCs/>
          <w:color w:val="000000"/>
          <w:szCs w:val="24"/>
        </w:rPr>
      </w:pPr>
      <w:r w:rsidRPr="00EA1FB4">
        <w:rPr>
          <w:rFonts w:ascii="Times New Roman" w:eastAsia="Calibri" w:hAnsi="Times New Roman" w:cs="Times New Roman"/>
          <w:bCs/>
          <w:color w:val="000000"/>
          <w:szCs w:val="24"/>
        </w:rPr>
        <w:t>В предложението си Участникът следва да опише подробно методите за изпълнение на дейностите и материалите, които възнамерява да използва.</w:t>
      </w:r>
    </w:p>
    <w:p w14:paraId="05056F92" w14:textId="77777777" w:rsidR="00C85667" w:rsidRPr="00695B0B" w:rsidRDefault="00C85667" w:rsidP="00810BA6">
      <w:pPr>
        <w:pStyle w:val="10"/>
        <w:shd w:val="clear" w:color="auto" w:fill="B8CCE4"/>
        <w:rPr>
          <w:rFonts w:ascii="Times New Roman" w:hAnsi="Times New Roman" w:cs="Times New Roman"/>
        </w:rPr>
      </w:pPr>
      <w:bookmarkStart w:id="4" w:name="_Toc414465476"/>
      <w:bookmarkStart w:id="5" w:name="_Toc414465722"/>
      <w:bookmarkStart w:id="6" w:name="_Toc414466035"/>
      <w:bookmarkStart w:id="7" w:name="_Toc513127270"/>
      <w:r w:rsidRPr="00695B0B">
        <w:rPr>
          <w:rFonts w:ascii="Times New Roman" w:hAnsi="Times New Roman" w:cs="Times New Roman"/>
        </w:rPr>
        <w:t>НОРМАТИВНА РАМКА</w:t>
      </w:r>
      <w:bookmarkEnd w:id="4"/>
      <w:bookmarkEnd w:id="5"/>
      <w:bookmarkEnd w:id="6"/>
      <w:bookmarkEnd w:id="7"/>
      <w:r w:rsidRPr="00695B0B">
        <w:rPr>
          <w:rFonts w:ascii="Times New Roman" w:hAnsi="Times New Roman" w:cs="Times New Roman"/>
        </w:rPr>
        <w:t xml:space="preserve"> </w:t>
      </w:r>
    </w:p>
    <w:p w14:paraId="3C95EF62" w14:textId="5B6277C6" w:rsidR="00C85667" w:rsidRPr="00695B0B" w:rsidRDefault="00C85667" w:rsidP="00C85667">
      <w:p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Изпълнението на поръчката следва да се извършва в пълно съответствие с правилата на </w:t>
      </w:r>
      <w:r w:rsidR="006433C9">
        <w:rPr>
          <w:rFonts w:ascii="Times New Roman" w:hAnsi="Times New Roman" w:cs="Times New Roman"/>
        </w:rPr>
        <w:t>Проект „Красива България“.</w:t>
      </w:r>
      <w:r w:rsidRPr="00695B0B">
        <w:rPr>
          <w:rFonts w:ascii="Times New Roman" w:hAnsi="Times New Roman" w:cs="Times New Roman"/>
        </w:rPr>
        <w:t xml:space="preserve"> </w:t>
      </w:r>
    </w:p>
    <w:p w14:paraId="5F0D570B" w14:textId="77777777" w:rsidR="00C85667" w:rsidRPr="00695B0B" w:rsidRDefault="00C85667" w:rsidP="00C85667">
      <w:p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Техническите условия за изпълнение на процедурата са в съответствие със Закона за устройство на територията (ЗУТ) и приложимите подзаконови актове към ЗУТ, регламентиращи строителните дейности.</w:t>
      </w:r>
    </w:p>
    <w:p w14:paraId="1DD13609" w14:textId="70E744D2" w:rsidR="00C85667" w:rsidRPr="00695B0B" w:rsidRDefault="00C85667" w:rsidP="00C85667">
      <w:p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При изпълнение на дейностите, изпълнителят следва да спазва стандартите ISO 9001:20</w:t>
      </w:r>
      <w:r w:rsidR="006433C9">
        <w:rPr>
          <w:rFonts w:ascii="Times New Roman" w:hAnsi="Times New Roman" w:cs="Times New Roman"/>
        </w:rPr>
        <w:t>15 (2008)</w:t>
      </w:r>
      <w:r w:rsidRPr="00695B0B">
        <w:rPr>
          <w:rFonts w:ascii="Times New Roman" w:hAnsi="Times New Roman" w:cs="Times New Roman"/>
        </w:rPr>
        <w:t xml:space="preserve"> за управление на качеството или еквивалент и сертификат OHSAS 18001:2007  за здравословни и безопасни условия на труд или еквивалент.</w:t>
      </w:r>
    </w:p>
    <w:p w14:paraId="7E12C677" w14:textId="77777777" w:rsidR="00C85667" w:rsidRPr="00695B0B" w:rsidRDefault="00C85667" w:rsidP="00C85667">
      <w:p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Следва да се имат предвид следните документи, с приоритети по реда на представянето:</w:t>
      </w:r>
    </w:p>
    <w:p w14:paraId="3154C336" w14:textId="71525B28" w:rsidR="00C85667" w:rsidRPr="00695B0B" w:rsidRDefault="00732DB5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>
        <w:rPr>
          <w:rFonts w:ascii="Times New Roman" w:eastAsia="Times New Roman" w:hAnsi="Times New Roman" w:cs="Times New Roman"/>
          <w:lang w:eastAsia="ja-JP"/>
        </w:rPr>
        <w:t>Закон за обществените поръчки</w:t>
      </w:r>
    </w:p>
    <w:p w14:paraId="55A8B45A" w14:textId="77777777" w:rsidR="00C85667" w:rsidRPr="00695B0B" w:rsidRDefault="00C85667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Закон за устройство на територията.</w:t>
      </w:r>
    </w:p>
    <w:p w14:paraId="441BD429" w14:textId="77777777" w:rsidR="00C85667" w:rsidRPr="00695B0B" w:rsidRDefault="00C85667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Подзаконови актове по прилагането на ЗУТ, регламентиращи строителния процес.</w:t>
      </w:r>
    </w:p>
    <w:p w14:paraId="7AA6FF35" w14:textId="4F8B008B" w:rsidR="00C85667" w:rsidRPr="00695B0B" w:rsidRDefault="00732DB5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>
        <w:rPr>
          <w:rFonts w:ascii="Times New Roman" w:eastAsia="Times New Roman" w:hAnsi="Times New Roman" w:cs="Times New Roman"/>
          <w:lang w:eastAsia="ja-JP"/>
        </w:rPr>
        <w:t>Правилата на ПКБ</w:t>
      </w:r>
    </w:p>
    <w:p w14:paraId="73999E0B" w14:textId="1D2F3099" w:rsidR="00C85667" w:rsidRPr="00695B0B" w:rsidRDefault="00C85667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 xml:space="preserve">Договор за изпълнение на обществената поръчка и приложени към него </w:t>
      </w:r>
      <w:r w:rsidR="00732DB5">
        <w:rPr>
          <w:rFonts w:ascii="Times New Roman" w:eastAsia="Times New Roman" w:hAnsi="Times New Roman" w:cs="Times New Roman"/>
          <w:lang w:eastAsia="ja-JP"/>
        </w:rPr>
        <w:t xml:space="preserve">КСС – договор и </w:t>
      </w:r>
      <w:r w:rsidRPr="00695B0B">
        <w:rPr>
          <w:rFonts w:ascii="Times New Roman" w:eastAsia="Times New Roman" w:hAnsi="Times New Roman" w:cs="Times New Roman"/>
          <w:lang w:eastAsia="ja-JP"/>
        </w:rPr>
        <w:t>одобрени строителни книжа на проекта - чертежи и количествени сметки, настоящите спецификации.</w:t>
      </w:r>
    </w:p>
    <w:p w14:paraId="67510DB2" w14:textId="77777777" w:rsidR="00C85667" w:rsidRPr="00695B0B" w:rsidRDefault="00C85667" w:rsidP="00C6300B">
      <w:pPr>
        <w:numPr>
          <w:ilvl w:val="1"/>
          <w:numId w:val="12"/>
        </w:numPr>
        <w:spacing w:before="0" w:line="276" w:lineRule="auto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Правилник за изпълнение и приемане на строителни и монтажни работи.</w:t>
      </w:r>
    </w:p>
    <w:p w14:paraId="2B874FB0" w14:textId="77777777" w:rsidR="001C28AC" w:rsidRPr="00707F23" w:rsidRDefault="001C28AC" w:rsidP="00810BA6">
      <w:pPr>
        <w:keepNext/>
        <w:keepLines/>
        <w:numPr>
          <w:ilvl w:val="0"/>
          <w:numId w:val="1"/>
        </w:numPr>
        <w:shd w:val="clear" w:color="auto" w:fill="B8CCE4"/>
        <w:spacing w:before="60" w:after="60" w:line="276" w:lineRule="auto"/>
        <w:ind w:left="431" w:hanging="431"/>
        <w:outlineLvl w:val="0"/>
        <w:rPr>
          <w:rFonts w:ascii="Times New Roman" w:hAnsi="Times New Roman" w:cs="Times New Roman"/>
          <w:bCs/>
          <w:color w:val="365F91"/>
        </w:rPr>
      </w:pPr>
      <w:bookmarkStart w:id="8" w:name="_Toc513127271"/>
      <w:r w:rsidRPr="00707F23">
        <w:rPr>
          <w:rFonts w:ascii="Times New Roman" w:hAnsi="Times New Roman" w:cs="Times New Roman"/>
          <w:bCs/>
          <w:color w:val="365F91"/>
        </w:rPr>
        <w:t>НОРМАТИВНА БАЗА</w:t>
      </w:r>
      <w:bookmarkEnd w:id="8"/>
      <w:r w:rsidRPr="00707F23">
        <w:rPr>
          <w:rFonts w:ascii="Times New Roman" w:hAnsi="Times New Roman" w:cs="Times New Roman"/>
          <w:bCs/>
          <w:color w:val="365F91"/>
        </w:rPr>
        <w:t xml:space="preserve"> </w:t>
      </w:r>
    </w:p>
    <w:p w14:paraId="0108ED9B" w14:textId="77777777" w:rsidR="001C28AC" w:rsidRPr="00695B0B" w:rsidRDefault="001C28AC" w:rsidP="001C28AC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При изпълнение на договорите трябва да бъдат стриктно съблюдавани разпоредбите на следните нормативни документи (списъкът не е изчерпателен):</w:t>
      </w:r>
    </w:p>
    <w:p w14:paraId="74A1D12E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>Закон за обществените поръчки от 20</w:t>
      </w:r>
      <w:r w:rsidR="003A7241">
        <w:rPr>
          <w:rFonts w:ascii="Times New Roman" w:hAnsi="Times New Roman" w:cs="Times New Roman"/>
        </w:rPr>
        <w:t>16</w:t>
      </w:r>
      <w:r w:rsidRPr="00695B0B">
        <w:rPr>
          <w:rFonts w:ascii="Times New Roman" w:hAnsi="Times New Roman" w:cs="Times New Roman"/>
        </w:rPr>
        <w:t xml:space="preserve"> г.;</w:t>
      </w:r>
    </w:p>
    <w:p w14:paraId="7EE2BB6E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Правилник за прилагане на Закона за обществените поръчки от 20</w:t>
      </w:r>
      <w:r w:rsidR="003A7241">
        <w:rPr>
          <w:rFonts w:ascii="Times New Roman" w:hAnsi="Times New Roman" w:cs="Times New Roman"/>
        </w:rPr>
        <w:t>1</w:t>
      </w:r>
      <w:r w:rsidRPr="00695B0B">
        <w:rPr>
          <w:rFonts w:ascii="Times New Roman" w:hAnsi="Times New Roman" w:cs="Times New Roman"/>
        </w:rPr>
        <w:t>6 г.;</w:t>
      </w:r>
    </w:p>
    <w:p w14:paraId="5B3D768D" w14:textId="77777777" w:rsidR="003A7241" w:rsidRDefault="001C28AC" w:rsidP="00D232B0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3A7241">
        <w:rPr>
          <w:rFonts w:ascii="Times New Roman" w:hAnsi="Times New Roman" w:cs="Times New Roman"/>
        </w:rPr>
        <w:t>Закон за устройство на територията;</w:t>
      </w:r>
      <w:r w:rsidR="003A7241" w:rsidRPr="003A7241">
        <w:rPr>
          <w:rFonts w:ascii="Times New Roman" w:hAnsi="Times New Roman" w:cs="Times New Roman"/>
        </w:rPr>
        <w:t xml:space="preserve"> </w:t>
      </w:r>
    </w:p>
    <w:p w14:paraId="1153721B" w14:textId="77777777" w:rsidR="001C28AC" w:rsidRPr="003A7241" w:rsidRDefault="001C28AC" w:rsidP="00D232B0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3A7241">
        <w:rPr>
          <w:rFonts w:ascii="Times New Roman" w:hAnsi="Times New Roman" w:cs="Times New Roman"/>
        </w:rPr>
        <w:t>З</w:t>
      </w:r>
      <w:r w:rsidR="003A7241">
        <w:rPr>
          <w:rFonts w:ascii="Times New Roman" w:hAnsi="Times New Roman" w:cs="Times New Roman"/>
        </w:rPr>
        <w:t>акон за енергийната ефективност</w:t>
      </w:r>
      <w:r w:rsidRPr="003A7241">
        <w:rPr>
          <w:rFonts w:ascii="Times New Roman" w:hAnsi="Times New Roman" w:cs="Times New Roman"/>
        </w:rPr>
        <w:t>;</w:t>
      </w:r>
    </w:p>
    <w:p w14:paraId="494D2C22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Закон за техническите изисквания към продуктите;</w:t>
      </w:r>
    </w:p>
    <w:p w14:paraId="30A2E247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Закон за здравословни и безопасни условия на труд;</w:t>
      </w:r>
    </w:p>
    <w:p w14:paraId="73CF9408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Закон за опазване на околната среда;</w:t>
      </w:r>
    </w:p>
    <w:p w14:paraId="256F5A78" w14:textId="77777777" w:rsidR="001C28AC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Закон за управление на отпадъците;</w:t>
      </w:r>
    </w:p>
    <w:p w14:paraId="3BEE77D9" w14:textId="4D9F3B04" w:rsidR="00217AB2" w:rsidRDefault="00217AB2" w:rsidP="0064369A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217AB2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аредба</w:t>
      </w:r>
      <w:r w:rsidRPr="00217AB2">
        <w:rPr>
          <w:rFonts w:ascii="Times New Roman" w:hAnsi="Times New Roman" w:cs="Times New Roman"/>
        </w:rPr>
        <w:t xml:space="preserve"> № 7 от 2004 г. за енергийна ефективност на сгради (Загл. изм. - ДВ, бр. 85 от 2009 г., </w:t>
      </w:r>
      <w:proofErr w:type="spellStart"/>
      <w:r>
        <w:rPr>
          <w:rFonts w:ascii="Times New Roman" w:hAnsi="Times New Roman" w:cs="Times New Roman"/>
        </w:rPr>
        <w:t>посл</w:t>
      </w:r>
      <w:proofErr w:type="spellEnd"/>
      <w:r>
        <w:rPr>
          <w:rFonts w:ascii="Times New Roman" w:hAnsi="Times New Roman" w:cs="Times New Roman"/>
        </w:rPr>
        <w:t xml:space="preserve">. изменение ДВ </w:t>
      </w:r>
      <w:r w:rsidR="0064369A" w:rsidRPr="0064369A">
        <w:rPr>
          <w:rFonts w:ascii="Times New Roman" w:hAnsi="Times New Roman" w:cs="Times New Roman"/>
        </w:rPr>
        <w:t>бр. 93 от 21.11.2017 г</w:t>
      </w:r>
      <w:r w:rsidRPr="00217AB2">
        <w:rPr>
          <w:rFonts w:ascii="Times New Roman" w:hAnsi="Times New Roman" w:cs="Times New Roman"/>
        </w:rPr>
        <w:t>.)</w:t>
      </w:r>
    </w:p>
    <w:p w14:paraId="467899E5" w14:textId="77777777" w:rsidR="00217AB2" w:rsidRDefault="00217AB2" w:rsidP="00D232B0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217AB2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аредба</w:t>
      </w:r>
      <w:r w:rsidRPr="00217AB2">
        <w:rPr>
          <w:rFonts w:ascii="Times New Roman" w:hAnsi="Times New Roman" w:cs="Times New Roman"/>
        </w:rPr>
        <w:t xml:space="preserve"> № Е-РД-04-1 ОТ 22 януари 2016 г. за обследване за енергийна ефективност, сертифициране и оценка на</w:t>
      </w:r>
      <w:r>
        <w:rPr>
          <w:rFonts w:ascii="Times New Roman" w:hAnsi="Times New Roman" w:cs="Times New Roman"/>
        </w:rPr>
        <w:t xml:space="preserve"> </w:t>
      </w:r>
      <w:r w:rsidRPr="00217AB2">
        <w:rPr>
          <w:rFonts w:ascii="Times New Roman" w:hAnsi="Times New Roman" w:cs="Times New Roman"/>
        </w:rPr>
        <w:t>енергийните спестявания на сгради</w:t>
      </w:r>
    </w:p>
    <w:p w14:paraId="1BB4CCC5" w14:textId="77777777" w:rsidR="00217AB2" w:rsidRPr="00217AB2" w:rsidRDefault="00217AB2" w:rsidP="00D232B0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217AB2">
        <w:rPr>
          <w:rFonts w:ascii="Times New Roman" w:hAnsi="Times New Roman" w:cs="Times New Roman"/>
        </w:rPr>
        <w:t>Наредба № Е-РД-04-2 от 22 януари 2016 г. за показателите за разход на енергия и енергийните характеристики на</w:t>
      </w:r>
      <w:r>
        <w:rPr>
          <w:rFonts w:ascii="Times New Roman" w:hAnsi="Times New Roman" w:cs="Times New Roman"/>
        </w:rPr>
        <w:t xml:space="preserve"> </w:t>
      </w:r>
      <w:r w:rsidRPr="00217AB2">
        <w:rPr>
          <w:rFonts w:ascii="Times New Roman" w:hAnsi="Times New Roman" w:cs="Times New Roman"/>
        </w:rPr>
        <w:t>сградите</w:t>
      </w:r>
    </w:p>
    <w:p w14:paraId="23F768F7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Закон за интеграция на хората с увреждания;</w:t>
      </w:r>
    </w:p>
    <w:p w14:paraId="658282CD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Правилник за прилагане на Закона за интеграция на хората с увреждания;</w:t>
      </w:r>
    </w:p>
    <w:p w14:paraId="5AE0DFB7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4 от 1 юли 2009 г. за проектиране, изпълнение и поддържане на строежите в съответствие с изискванията за достъпна среда за населението, включително за хората с увреждания;</w:t>
      </w:r>
    </w:p>
    <w:p w14:paraId="7FF3693C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9//2005г. за осигуряване на здравословни и безопасни условия на труд при експлоатация и поддържане на ВиК системи;</w:t>
      </w:r>
    </w:p>
    <w:p w14:paraId="3819295E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3 от 1994 г. за контрол и приемане на бетонни и стоманобетонни конструкции, последно изменена 11.06.1999 г;</w:t>
      </w:r>
    </w:p>
    <w:p w14:paraId="2AC93095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РД-02-20-8/2013 г. за проектиране, изграждане и експлоатация на канализационни системи;</w:t>
      </w:r>
    </w:p>
    <w:p w14:paraId="03598BD7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Із-1971/29.10.2009 г. за строително-технически правила и норми при осигуряване при пожар;</w:t>
      </w:r>
    </w:p>
    <w:p w14:paraId="1D566411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3/09.06.2004 г. за устройството на електрическите уредби и електропроводните линии;</w:t>
      </w:r>
    </w:p>
    <w:p w14:paraId="1649930E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3/18.09.2007 г. за технически правила и нормативи за контрол и приемане на електро-монтажните работи;</w:t>
      </w:r>
    </w:p>
    <w:p w14:paraId="2D3A143E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Наредбата за управление на строителните отпадъци и за влагане на рециклирани строителни материали /ДВ бр.89 от 2012 г.;</w:t>
      </w:r>
    </w:p>
    <w:p w14:paraId="28275016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№ 2/22.03.2004г. за минималните изисквания за здравословни и безопасни условия на труд при извършване на строителни и монтажни работи;</w:t>
      </w:r>
    </w:p>
    <w:p w14:paraId="12172252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2/31.07.2003 г.,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обекти;</w:t>
      </w:r>
    </w:p>
    <w:p w14:paraId="1C8C6BB9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Наредба 3/31.07.2003 г., за съставяне на актове и протоколи по време на строителството;</w:t>
      </w:r>
    </w:p>
    <w:p w14:paraId="520D5A11" w14:textId="77777777" w:rsidR="0089776C" w:rsidRDefault="001C28AC" w:rsidP="00D232B0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89776C">
        <w:rPr>
          <w:rFonts w:ascii="Times New Roman" w:hAnsi="Times New Roman" w:cs="Times New Roman"/>
        </w:rPr>
        <w:t>Наредба № 5 от 2006 г. за техническите паспорти на строежите</w:t>
      </w:r>
    </w:p>
    <w:p w14:paraId="2A859749" w14:textId="77777777" w:rsidR="001C28AC" w:rsidRPr="00695B0B" w:rsidRDefault="001C28AC" w:rsidP="00C6300B">
      <w:pPr>
        <w:pStyle w:val="a"/>
        <w:numPr>
          <w:ilvl w:val="0"/>
          <w:numId w:val="15"/>
        </w:num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Други действащи нормативни актове, съгласно </w:t>
      </w:r>
      <w:proofErr w:type="spellStart"/>
      <w:r w:rsidRPr="00695B0B">
        <w:rPr>
          <w:rFonts w:ascii="Times New Roman" w:hAnsi="Times New Roman" w:cs="Times New Roman"/>
        </w:rPr>
        <w:t>побликуван</w:t>
      </w:r>
      <w:proofErr w:type="spellEnd"/>
      <w:r w:rsidRPr="00695B0B">
        <w:rPr>
          <w:rFonts w:ascii="Times New Roman" w:hAnsi="Times New Roman" w:cs="Times New Roman"/>
        </w:rPr>
        <w:t xml:space="preserve"> Списък на МРРБ на действащата към 01.01.2015 г. нормативна уредба по регионално развитие, устройство на територията, </w:t>
      </w:r>
      <w:r w:rsidRPr="00695B0B">
        <w:rPr>
          <w:rFonts w:ascii="Times New Roman" w:hAnsi="Times New Roman" w:cs="Times New Roman"/>
        </w:rPr>
        <w:lastRenderedPageBreak/>
        <w:t>геодезия, картография и кадастър, проектиране, изпълнение и контрол на строителството , имащи отношение към предмета на поръчката.</w:t>
      </w:r>
    </w:p>
    <w:p w14:paraId="620994F3" w14:textId="77777777" w:rsidR="00CD0626" w:rsidRPr="00695B0B" w:rsidRDefault="00CD0626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9" w:name="_Toc513127272"/>
      <w:r w:rsidRPr="00695B0B">
        <w:rPr>
          <w:rFonts w:ascii="Times New Roman" w:hAnsi="Times New Roman" w:cs="Times New Roman"/>
        </w:rPr>
        <w:t>МЯСТО И СРОК ЗА ИЗПЪЛНЕНИЕ НА ПОРЪЧКАТА</w:t>
      </w:r>
      <w:bookmarkEnd w:id="9"/>
    </w:p>
    <w:p w14:paraId="026CA8F3" w14:textId="24DB3053" w:rsidR="00A4466D" w:rsidRDefault="00CD0626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Място за изпълнение на поръчката е територията на гр. </w:t>
      </w:r>
      <w:r w:rsidR="008A63BE">
        <w:rPr>
          <w:rFonts w:ascii="Times New Roman" w:hAnsi="Times New Roman" w:cs="Times New Roman"/>
        </w:rPr>
        <w:t>Велико Търново</w:t>
      </w:r>
      <w:r w:rsidRPr="00695B0B">
        <w:rPr>
          <w:rFonts w:ascii="Times New Roman" w:hAnsi="Times New Roman" w:cs="Times New Roman"/>
        </w:rPr>
        <w:t xml:space="preserve"> –</w:t>
      </w:r>
      <w:r w:rsidR="00A4466D">
        <w:rPr>
          <w:rFonts w:ascii="Times New Roman" w:hAnsi="Times New Roman" w:cs="Times New Roman"/>
        </w:rPr>
        <w:t xml:space="preserve"> С</w:t>
      </w:r>
      <w:r w:rsidR="00A4466D" w:rsidRPr="00A4466D">
        <w:rPr>
          <w:rFonts w:ascii="Times New Roman" w:hAnsi="Times New Roman" w:cs="Times New Roman"/>
        </w:rPr>
        <w:t xml:space="preserve">портна зала „Сава Величков" гр. Велико Търново – 5000, </w:t>
      </w:r>
      <w:r w:rsidR="00EE3E43">
        <w:rPr>
          <w:rFonts w:ascii="Times New Roman" w:hAnsi="Times New Roman" w:cs="Times New Roman"/>
        </w:rPr>
        <w:t>О</w:t>
      </w:r>
      <w:r w:rsidR="00A4466D" w:rsidRPr="00A4466D">
        <w:rPr>
          <w:rFonts w:ascii="Times New Roman" w:hAnsi="Times New Roman" w:cs="Times New Roman"/>
        </w:rPr>
        <w:t>бщина Велико Търново – ул. „Ник</w:t>
      </w:r>
      <w:r w:rsidR="00732DB5">
        <w:rPr>
          <w:rFonts w:ascii="Times New Roman" w:hAnsi="Times New Roman" w:cs="Times New Roman"/>
        </w:rPr>
        <w:t xml:space="preserve">ола Гинев“ №2. УПИ IV; кв. 237 по </w:t>
      </w:r>
      <w:r w:rsidR="00A4466D" w:rsidRPr="00A4466D">
        <w:rPr>
          <w:rFonts w:ascii="Times New Roman" w:hAnsi="Times New Roman" w:cs="Times New Roman"/>
        </w:rPr>
        <w:t xml:space="preserve">КК на гр. Велико Търново </w:t>
      </w:r>
    </w:p>
    <w:p w14:paraId="125933CC" w14:textId="180453E5" w:rsidR="0089776C" w:rsidRPr="00695B0B" w:rsidRDefault="00116C5A" w:rsidP="00A4466D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Срокът за изпълнение на обществената поръчка </w:t>
      </w:r>
      <w:r w:rsidRPr="006328DE">
        <w:rPr>
          <w:rFonts w:ascii="Times New Roman" w:hAnsi="Times New Roman" w:cs="Times New Roman"/>
        </w:rPr>
        <w:t xml:space="preserve">e </w:t>
      </w:r>
      <w:r w:rsidR="00EF5A54">
        <w:rPr>
          <w:rFonts w:ascii="Times New Roman" w:hAnsi="Times New Roman" w:cs="Times New Roman"/>
        </w:rPr>
        <w:t>3 месеца</w:t>
      </w:r>
      <w:r w:rsidR="00A4466D" w:rsidRPr="006328DE">
        <w:rPr>
          <w:rFonts w:ascii="Times New Roman" w:hAnsi="Times New Roman" w:cs="Times New Roman"/>
        </w:rPr>
        <w:t>.</w:t>
      </w:r>
    </w:p>
    <w:p w14:paraId="0324CD91" w14:textId="703EC2DC" w:rsidR="005146AB" w:rsidRPr="00695B0B" w:rsidRDefault="005146AB" w:rsidP="005146AB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Срокът за изпълнение на строително- монтажните работи започва да тече </w:t>
      </w:r>
      <w:r w:rsidR="00732DB5" w:rsidRPr="00732DB5">
        <w:rPr>
          <w:rFonts w:ascii="Times New Roman" w:hAnsi="Times New Roman" w:cs="Times New Roman"/>
        </w:rPr>
        <w:t>от датата на откриване на строителната площадка, но не по-късно от 5 дни след датата на подписване на договора</w:t>
      </w:r>
      <w:r w:rsidRPr="00695B0B">
        <w:rPr>
          <w:rFonts w:ascii="Times New Roman" w:hAnsi="Times New Roman" w:cs="Times New Roman"/>
        </w:rPr>
        <w:t xml:space="preserve"> и приключва с</w:t>
      </w:r>
      <w:r w:rsidR="00732DB5">
        <w:rPr>
          <w:rFonts w:ascii="Times New Roman" w:hAnsi="Times New Roman" w:cs="Times New Roman"/>
        </w:rPr>
        <w:t xml:space="preserve"> п</w:t>
      </w:r>
      <w:r w:rsidR="00732DB5" w:rsidRPr="00732DB5">
        <w:rPr>
          <w:rFonts w:ascii="Times New Roman" w:hAnsi="Times New Roman" w:cs="Times New Roman"/>
        </w:rPr>
        <w:t xml:space="preserve">риемането на всички изпълнени по този договор СМР/СРР с подписване на Протокол установяване годност, изготвен по образеца на ПКБ, в срок не по-късно от 10 работни дни след изтичане на срока по </w:t>
      </w:r>
      <w:r w:rsidR="00732DB5">
        <w:rPr>
          <w:rFonts w:ascii="Times New Roman" w:hAnsi="Times New Roman" w:cs="Times New Roman"/>
        </w:rPr>
        <w:t>договора</w:t>
      </w:r>
      <w:r w:rsidRPr="00695B0B">
        <w:rPr>
          <w:rFonts w:ascii="Times New Roman" w:hAnsi="Times New Roman" w:cs="Times New Roman"/>
        </w:rPr>
        <w:t>.</w:t>
      </w:r>
    </w:p>
    <w:p w14:paraId="35EEDD7D" w14:textId="77777777" w:rsidR="009579FB" w:rsidRPr="00695B0B" w:rsidRDefault="009579FB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10" w:name="_Toc513127273"/>
      <w:r w:rsidRPr="00695B0B">
        <w:rPr>
          <w:rFonts w:ascii="Times New Roman" w:hAnsi="Times New Roman" w:cs="Times New Roman"/>
        </w:rPr>
        <w:t>ПРОГНОЗНА СТОЙНОСТ НА ПОРЪЧКАТА</w:t>
      </w:r>
      <w:bookmarkEnd w:id="10"/>
    </w:p>
    <w:p w14:paraId="3B914581" w14:textId="21A6BF82" w:rsidR="009579FB" w:rsidRDefault="00FA234D" w:rsidP="005146AB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изготвянето на ценовите предложения, участниците следва да оферират крайна цена за </w:t>
      </w:r>
      <w:r w:rsidR="00A4466D">
        <w:rPr>
          <w:rFonts w:ascii="Times New Roman" w:hAnsi="Times New Roman" w:cs="Times New Roman"/>
        </w:rPr>
        <w:t>обекта</w:t>
      </w:r>
      <w:r w:rsidRPr="00695B0B">
        <w:rPr>
          <w:rFonts w:ascii="Times New Roman" w:hAnsi="Times New Roman" w:cs="Times New Roman"/>
        </w:rPr>
        <w:t>, като сумата не следва да надвишава прогнозн</w:t>
      </w:r>
      <w:r w:rsidR="00A4466D">
        <w:rPr>
          <w:rFonts w:ascii="Times New Roman" w:hAnsi="Times New Roman" w:cs="Times New Roman"/>
        </w:rPr>
        <w:t>ата</w:t>
      </w:r>
      <w:r w:rsidRPr="00695B0B">
        <w:rPr>
          <w:rFonts w:ascii="Times New Roman" w:hAnsi="Times New Roman" w:cs="Times New Roman"/>
        </w:rPr>
        <w:t xml:space="preserve"> стойност по проекта, а именно</w:t>
      </w:r>
      <w:r w:rsidRPr="006328DE">
        <w:rPr>
          <w:rFonts w:ascii="Times New Roman" w:hAnsi="Times New Roman" w:cs="Times New Roman"/>
        </w:rPr>
        <w:t>:</w:t>
      </w:r>
      <w:r w:rsidR="00A4466D" w:rsidRPr="006328DE">
        <w:rPr>
          <w:rFonts w:ascii="Times New Roman" w:hAnsi="Times New Roman" w:cs="Times New Roman"/>
        </w:rPr>
        <w:t xml:space="preserve"> </w:t>
      </w:r>
      <w:r w:rsidR="00732DB5" w:rsidRPr="006328DE">
        <w:rPr>
          <w:rFonts w:ascii="Times New Roman" w:hAnsi="Times New Roman" w:cs="Times New Roman"/>
        </w:rPr>
        <w:t>156</w:t>
      </w:r>
      <w:r w:rsidR="007C5BEE">
        <w:rPr>
          <w:rFonts w:ascii="Times New Roman" w:hAnsi="Times New Roman" w:cs="Times New Roman"/>
        </w:rPr>
        <w:t xml:space="preserve"> </w:t>
      </w:r>
      <w:r w:rsidR="00732DB5" w:rsidRPr="006328DE">
        <w:rPr>
          <w:rFonts w:ascii="Times New Roman" w:hAnsi="Times New Roman" w:cs="Times New Roman"/>
        </w:rPr>
        <w:t>017,22</w:t>
      </w:r>
      <w:r w:rsidR="00A4466D" w:rsidRPr="006328DE">
        <w:rPr>
          <w:rFonts w:ascii="Times New Roman" w:hAnsi="Times New Roman" w:cs="Times New Roman"/>
        </w:rPr>
        <w:t xml:space="preserve"> лева без ДДС, а с ДДС  </w:t>
      </w:r>
      <w:r w:rsidR="006328DE" w:rsidRPr="006328DE">
        <w:rPr>
          <w:rFonts w:ascii="Times New Roman" w:hAnsi="Times New Roman" w:cs="Times New Roman"/>
        </w:rPr>
        <w:t>187220,67</w:t>
      </w:r>
      <w:r w:rsidR="00A4466D" w:rsidRPr="006328DE">
        <w:rPr>
          <w:rFonts w:ascii="Times New Roman" w:hAnsi="Times New Roman" w:cs="Times New Roman"/>
        </w:rPr>
        <w:t xml:space="preserve"> лева</w:t>
      </w:r>
    </w:p>
    <w:p w14:paraId="49FBB0C9" w14:textId="77777777" w:rsidR="009A3729" w:rsidRDefault="009A3729" w:rsidP="005146AB">
      <w:pPr>
        <w:spacing w:before="60" w:after="60" w:line="276" w:lineRule="auto"/>
        <w:rPr>
          <w:rFonts w:ascii="Times New Roman" w:hAnsi="Times New Roman" w:cs="Times New Roman"/>
        </w:rPr>
      </w:pPr>
    </w:p>
    <w:p w14:paraId="57B9D8F9" w14:textId="43310087" w:rsidR="00C24C58" w:rsidRPr="00695B0B" w:rsidRDefault="00C24C58" w:rsidP="003112D3">
      <w:pPr>
        <w:spacing w:before="60" w:after="60" w:line="276" w:lineRule="auto"/>
        <w:rPr>
          <w:rFonts w:ascii="Times New Roman" w:hAnsi="Times New Roman" w:cs="Times New Roman"/>
          <w:b/>
        </w:rPr>
      </w:pPr>
      <w:r w:rsidRPr="00695B0B">
        <w:rPr>
          <w:rFonts w:ascii="Times New Roman" w:hAnsi="Times New Roman" w:cs="Times New Roman"/>
          <w:b/>
        </w:rPr>
        <w:t xml:space="preserve">Финансирането е съвместно със средства </w:t>
      </w:r>
      <w:r w:rsidR="00BF4B3D">
        <w:rPr>
          <w:rFonts w:ascii="Times New Roman" w:hAnsi="Times New Roman" w:cs="Times New Roman"/>
          <w:b/>
        </w:rPr>
        <w:t>на</w:t>
      </w:r>
      <w:r w:rsidRPr="00695B0B">
        <w:rPr>
          <w:rFonts w:ascii="Times New Roman" w:hAnsi="Times New Roman" w:cs="Times New Roman"/>
          <w:b/>
        </w:rPr>
        <w:t xml:space="preserve"> </w:t>
      </w:r>
      <w:r w:rsidR="00EE3E43">
        <w:rPr>
          <w:rFonts w:ascii="Times New Roman" w:hAnsi="Times New Roman" w:cs="Times New Roman"/>
          <w:b/>
        </w:rPr>
        <w:t>П</w:t>
      </w:r>
      <w:r w:rsidRPr="00695B0B">
        <w:rPr>
          <w:rFonts w:ascii="Times New Roman" w:hAnsi="Times New Roman" w:cs="Times New Roman"/>
          <w:b/>
        </w:rPr>
        <w:t>роект „</w:t>
      </w:r>
      <w:r w:rsidR="00BF4B3D">
        <w:rPr>
          <w:rFonts w:ascii="Times New Roman" w:hAnsi="Times New Roman" w:cs="Times New Roman"/>
          <w:b/>
        </w:rPr>
        <w:t>Красива България</w:t>
      </w:r>
      <w:r w:rsidRPr="00695B0B">
        <w:rPr>
          <w:rFonts w:ascii="Times New Roman" w:hAnsi="Times New Roman" w:cs="Times New Roman"/>
          <w:b/>
        </w:rPr>
        <w:t>“ и собствени бюджетни</w:t>
      </w:r>
      <w:r w:rsidR="00615878" w:rsidRPr="00695B0B">
        <w:rPr>
          <w:rFonts w:ascii="Times New Roman" w:hAnsi="Times New Roman" w:cs="Times New Roman"/>
          <w:b/>
        </w:rPr>
        <w:t xml:space="preserve"> средства</w:t>
      </w:r>
      <w:r w:rsidRPr="00695B0B">
        <w:rPr>
          <w:rFonts w:ascii="Times New Roman" w:hAnsi="Times New Roman" w:cs="Times New Roman"/>
          <w:b/>
        </w:rPr>
        <w:t xml:space="preserve"> на Община </w:t>
      </w:r>
      <w:r w:rsidR="008A63BE">
        <w:rPr>
          <w:rFonts w:ascii="Times New Roman" w:hAnsi="Times New Roman" w:cs="Times New Roman"/>
          <w:b/>
        </w:rPr>
        <w:t>Велико Търново</w:t>
      </w:r>
      <w:r w:rsidRPr="00695B0B">
        <w:rPr>
          <w:rFonts w:ascii="Times New Roman" w:hAnsi="Times New Roman" w:cs="Times New Roman"/>
          <w:b/>
        </w:rPr>
        <w:t>.</w:t>
      </w:r>
    </w:p>
    <w:p w14:paraId="0FC5AD04" w14:textId="77777777" w:rsidR="00A86AED" w:rsidRPr="00695B0B" w:rsidRDefault="001166CD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11" w:name="_Toc513127274"/>
      <w:r w:rsidRPr="00695B0B">
        <w:rPr>
          <w:rFonts w:ascii="Times New Roman" w:hAnsi="Times New Roman" w:cs="Times New Roman"/>
        </w:rPr>
        <w:t>ОСНОВНИ ИЗИСКВАНИЯ ЗА ИЗПЪЛНЕНИЕ НА ПОРЪЧКАТА</w:t>
      </w:r>
      <w:bookmarkEnd w:id="11"/>
      <w:r w:rsidRPr="00695B0B">
        <w:rPr>
          <w:rFonts w:ascii="Times New Roman" w:hAnsi="Times New Roman" w:cs="Times New Roman"/>
        </w:rPr>
        <w:t xml:space="preserve"> </w:t>
      </w:r>
    </w:p>
    <w:p w14:paraId="2D8B1CCA" w14:textId="77777777" w:rsidR="00C0366B" w:rsidRPr="00695B0B" w:rsidRDefault="003C2B35" w:rsidP="00EF5A54">
      <w:pPr>
        <w:pStyle w:val="20"/>
      </w:pPr>
      <w:bookmarkStart w:id="12" w:name="_Toc513127275"/>
      <w:r w:rsidRPr="00695B0B">
        <w:t>ОБЩИ ИЗИСКВАНИЯ</w:t>
      </w:r>
      <w:bookmarkEnd w:id="12"/>
    </w:p>
    <w:p w14:paraId="4CDC3CE9" w14:textId="77777777" w:rsidR="009E5E63" w:rsidRDefault="009E5E63" w:rsidP="007D086D">
      <w:pPr>
        <w:spacing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Участниците </w:t>
      </w:r>
      <w:r w:rsidR="007D086D" w:rsidRPr="00695B0B">
        <w:rPr>
          <w:rFonts w:ascii="Times New Roman" w:hAnsi="Times New Roman" w:cs="Times New Roman"/>
        </w:rPr>
        <w:t xml:space="preserve">в настоящата процедура </w:t>
      </w:r>
      <w:r w:rsidRPr="00695B0B">
        <w:rPr>
          <w:rFonts w:ascii="Times New Roman" w:hAnsi="Times New Roman" w:cs="Times New Roman"/>
        </w:rPr>
        <w:t>следва да имат предвид следното:</w:t>
      </w:r>
    </w:p>
    <w:p w14:paraId="38199415" w14:textId="69535198" w:rsidR="00735405" w:rsidRPr="00695B0B" w:rsidRDefault="00735405" w:rsidP="00735405">
      <w:pPr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изпълнението избрани</w:t>
      </w:r>
      <w:r w:rsidR="00BF4B3D">
        <w:rPr>
          <w:rFonts w:ascii="Times New Roman" w:hAnsi="Times New Roman" w:cs="Times New Roman"/>
        </w:rPr>
        <w:t>ят</w:t>
      </w:r>
      <w:r>
        <w:rPr>
          <w:rFonts w:ascii="Times New Roman" w:hAnsi="Times New Roman" w:cs="Times New Roman"/>
        </w:rPr>
        <w:t xml:space="preserve"> изп</w:t>
      </w:r>
      <w:r w:rsidR="00BF4B3D">
        <w:rPr>
          <w:rFonts w:ascii="Times New Roman" w:hAnsi="Times New Roman" w:cs="Times New Roman"/>
        </w:rPr>
        <w:t>ълнител</w:t>
      </w:r>
      <w:r>
        <w:rPr>
          <w:rFonts w:ascii="Times New Roman" w:hAnsi="Times New Roman" w:cs="Times New Roman"/>
        </w:rPr>
        <w:t xml:space="preserve"> следва да се придържа стриктно към </w:t>
      </w:r>
      <w:r w:rsidR="00BF4B3D">
        <w:rPr>
          <w:rFonts w:ascii="Times New Roman" w:hAnsi="Times New Roman" w:cs="Times New Roman"/>
        </w:rPr>
        <w:t>техническия проект за обекта, въз основа на който е издадено разрешение за строеж</w:t>
      </w:r>
    </w:p>
    <w:p w14:paraId="274A64FD" w14:textId="00E88229" w:rsidR="007D086D" w:rsidRPr="00695B0B" w:rsidRDefault="007D086D" w:rsidP="00C6300B">
      <w:pPr>
        <w:pStyle w:val="a"/>
        <w:numPr>
          <w:ilvl w:val="0"/>
          <w:numId w:val="14"/>
        </w:num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Въвеждането в експлоатация на обект</w:t>
      </w:r>
      <w:r w:rsidR="00BF4B3D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 xml:space="preserve"> ще се проведе в съответствие с изискванията на чл. 177 от ЗУТ и категори</w:t>
      </w:r>
      <w:r w:rsidR="00BF4B3D">
        <w:rPr>
          <w:rFonts w:ascii="Times New Roman" w:hAnsi="Times New Roman" w:cs="Times New Roman"/>
        </w:rPr>
        <w:t>ята</w:t>
      </w:r>
      <w:r w:rsidRPr="00695B0B">
        <w:rPr>
          <w:rFonts w:ascii="Times New Roman" w:hAnsi="Times New Roman" w:cs="Times New Roman"/>
        </w:rPr>
        <w:t xml:space="preserve"> на обект</w:t>
      </w:r>
      <w:r w:rsidR="00BF4B3D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>, определен</w:t>
      </w:r>
      <w:r w:rsidR="00BF4B3D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 xml:space="preserve"> в Разрешени</w:t>
      </w:r>
      <w:r w:rsidR="00BF4B3D">
        <w:rPr>
          <w:rFonts w:ascii="Times New Roman" w:hAnsi="Times New Roman" w:cs="Times New Roman"/>
        </w:rPr>
        <w:t>ето</w:t>
      </w:r>
      <w:r w:rsidRPr="00695B0B">
        <w:rPr>
          <w:rFonts w:ascii="Times New Roman" w:hAnsi="Times New Roman" w:cs="Times New Roman"/>
        </w:rPr>
        <w:t xml:space="preserve"> за строеж и съобразно Наредба № 1 за номенклатурата на видовете строежи. </w:t>
      </w:r>
    </w:p>
    <w:p w14:paraId="6C10F7C1" w14:textId="1DE3F53B" w:rsidR="007D086D" w:rsidRPr="00695B0B" w:rsidRDefault="007D086D" w:rsidP="00C6300B">
      <w:pPr>
        <w:pStyle w:val="a"/>
        <w:numPr>
          <w:ilvl w:val="0"/>
          <w:numId w:val="14"/>
        </w:num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Въвеждането на обект</w:t>
      </w:r>
      <w:r w:rsidR="00BF4B3D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 xml:space="preserve"> в експлоатация става след представяне на окончателен доклад по чл.168 ал.6 от ЗУТ и всички придружаващи го документи. </w:t>
      </w:r>
    </w:p>
    <w:p w14:paraId="61FD89A4" w14:textId="27D61B9A" w:rsidR="007D086D" w:rsidRPr="00695B0B" w:rsidRDefault="007D086D" w:rsidP="00C6300B">
      <w:pPr>
        <w:pStyle w:val="a"/>
        <w:numPr>
          <w:ilvl w:val="0"/>
          <w:numId w:val="14"/>
        </w:numPr>
        <w:spacing w:before="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За </w:t>
      </w:r>
      <w:r w:rsidR="00BF4B3D">
        <w:rPr>
          <w:rFonts w:ascii="Times New Roman" w:hAnsi="Times New Roman" w:cs="Times New Roman"/>
        </w:rPr>
        <w:t>обекта</w:t>
      </w:r>
      <w:r w:rsidRPr="00695B0B">
        <w:rPr>
          <w:rFonts w:ascii="Times New Roman" w:hAnsi="Times New Roman" w:cs="Times New Roman"/>
        </w:rPr>
        <w:t xml:space="preserve"> ще бъде възложено упражняване на строителен надзор по време на строителството по смисъла на чл.168 от ЗУТ.</w:t>
      </w:r>
    </w:p>
    <w:p w14:paraId="56965362" w14:textId="77777777" w:rsidR="00811766" w:rsidRPr="00695B0B" w:rsidRDefault="00811766" w:rsidP="00EF5A54">
      <w:pPr>
        <w:pStyle w:val="20"/>
      </w:pPr>
      <w:bookmarkStart w:id="13" w:name="_Toc513127276"/>
      <w:r w:rsidRPr="00695B0B">
        <w:t>ИЗИСКВАНИЯ КЪМ ИЗПЪЛНЕНИЕТО НА ПРЕДМЕТА НА ПОРЪЧКАТА</w:t>
      </w:r>
      <w:bookmarkEnd w:id="13"/>
    </w:p>
    <w:p w14:paraId="6009CBA3" w14:textId="36DFF359" w:rsidR="00994B6C" w:rsidRPr="00695B0B" w:rsidRDefault="00994B6C" w:rsidP="007D086D">
      <w:pPr>
        <w:spacing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 успешната реализация на обект</w:t>
      </w:r>
      <w:r w:rsidR="00BF4B3D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 xml:space="preserve"> следва да се спазят следните условия:</w:t>
      </w:r>
    </w:p>
    <w:p w14:paraId="72D621C6" w14:textId="5A96080E" w:rsidR="00C0366B" w:rsidRPr="00695B0B" w:rsidRDefault="00C0366B" w:rsidP="00E81164">
      <w:pPr>
        <w:pStyle w:val="a"/>
        <w:numPr>
          <w:ilvl w:val="0"/>
          <w:numId w:val="7"/>
        </w:numPr>
        <w:spacing w:before="0" w:line="276" w:lineRule="auto"/>
        <w:ind w:left="567" w:hanging="207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Участниците да са направили предварителен оглед на обекта и да са се запознали със специфичните условия за изпълнение на поръчката и </w:t>
      </w:r>
      <w:r w:rsidR="00BF4B3D">
        <w:rPr>
          <w:rFonts w:ascii="Times New Roman" w:hAnsi="Times New Roman" w:cs="Times New Roman"/>
        </w:rPr>
        <w:t>техническия</w:t>
      </w:r>
      <w:r w:rsidRPr="00695B0B">
        <w:rPr>
          <w:rFonts w:ascii="Times New Roman" w:hAnsi="Times New Roman" w:cs="Times New Roman"/>
        </w:rPr>
        <w:t xml:space="preserve"> ин</w:t>
      </w:r>
      <w:r w:rsidR="0098439C" w:rsidRPr="00695B0B">
        <w:rPr>
          <w:rFonts w:ascii="Times New Roman" w:hAnsi="Times New Roman" w:cs="Times New Roman"/>
        </w:rPr>
        <w:t>вестиционен проект:</w:t>
      </w:r>
    </w:p>
    <w:p w14:paraId="1BDAA8E9" w14:textId="77777777" w:rsidR="0098439C" w:rsidRPr="00695B0B" w:rsidRDefault="0098439C" w:rsidP="00C6300B">
      <w:pPr>
        <w:numPr>
          <w:ilvl w:val="0"/>
          <w:numId w:val="10"/>
        </w:numPr>
        <w:spacing w:before="0" w:line="276" w:lineRule="auto"/>
        <w:ind w:left="1066" w:hanging="52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подробно проучване на предоставената за целите на тръжната процедура проектна документация.</w:t>
      </w:r>
    </w:p>
    <w:p w14:paraId="2E8EAF6A" w14:textId="77777777" w:rsidR="0098439C" w:rsidRPr="00695B0B" w:rsidRDefault="0098439C" w:rsidP="00C6300B">
      <w:pPr>
        <w:numPr>
          <w:ilvl w:val="0"/>
          <w:numId w:val="10"/>
        </w:numPr>
        <w:spacing w:before="0" w:line="276" w:lineRule="auto"/>
        <w:ind w:left="1066" w:hanging="52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подробно проучване „на място" на предвидените за рехабилитация зони и участъци, и на приложените количества и технологии за изпълнение и на тяхното съответствие с нормативните изисквания.</w:t>
      </w:r>
    </w:p>
    <w:p w14:paraId="32EC34E6" w14:textId="77777777" w:rsidR="00C4215B" w:rsidRPr="00695B0B" w:rsidRDefault="00C4215B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Участниците да са извършили допълнителни проучвания с оглед установяване на реалната ситуация и условия за строителна дейност - подземен кадастър, налична инфраструктура, и др.</w:t>
      </w:r>
    </w:p>
    <w:p w14:paraId="2AB628A8" w14:textId="77777777" w:rsidR="00EC31C3" w:rsidRPr="00695B0B" w:rsidRDefault="00BC2CCD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Изпълнителят е длъжен да</w:t>
      </w:r>
      <w:r w:rsidR="00EC31C3" w:rsidRPr="00695B0B">
        <w:rPr>
          <w:rFonts w:ascii="Times New Roman" w:eastAsia="Times New Roman" w:hAnsi="Times New Roman" w:cs="Times New Roman"/>
          <w:lang w:eastAsia="ja-JP"/>
        </w:rPr>
        <w:t xml:space="preserve"> извърши всички работи предмет на Договора, в съответствие с валидните технически изисквания, при високо качество, в допустимите отклонения и норми, в договорените срокове, с използване на качествени материали и изделия, при спазване на всички допълнителни </w:t>
      </w:r>
      <w:r w:rsidR="00EC31C3" w:rsidRPr="00695B0B">
        <w:rPr>
          <w:rFonts w:ascii="Times New Roman" w:eastAsia="Times New Roman" w:hAnsi="Times New Roman" w:cs="Times New Roman"/>
          <w:lang w:eastAsia="ja-JP"/>
        </w:rPr>
        <w:lastRenderedPageBreak/>
        <w:t xml:space="preserve">изисквания и указания на Възложителя и на Строителния </w:t>
      </w:r>
      <w:r w:rsidR="00C14D40" w:rsidRPr="00695B0B">
        <w:rPr>
          <w:rFonts w:ascii="Times New Roman" w:eastAsia="Times New Roman" w:hAnsi="Times New Roman" w:cs="Times New Roman"/>
          <w:lang w:eastAsia="ja-JP"/>
        </w:rPr>
        <w:t>надзор</w:t>
      </w:r>
      <w:r w:rsidR="00EC31C3" w:rsidRPr="00695B0B">
        <w:rPr>
          <w:rFonts w:ascii="Times New Roman" w:eastAsia="Times New Roman" w:hAnsi="Times New Roman" w:cs="Times New Roman"/>
          <w:lang w:eastAsia="ja-JP"/>
        </w:rPr>
        <w:t>, при осигуряване на всички мерки за безопасност на труда на работници, специалисти и участници в проекта, и на всички хора в района на обекта, при спазване на екологичните мерки към договора.</w:t>
      </w:r>
    </w:p>
    <w:p w14:paraId="29428B5A" w14:textId="77777777" w:rsidR="004C4C03" w:rsidRPr="00695B0B" w:rsidRDefault="004C4C03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 xml:space="preserve">Изпълнителят е длъжен да изпълнява договорираните видове СМР в пълно съответствие с разпоредбите на ЗУТ, при участие и взаимодействие с всички необходими и изисквани от разпоредбите, участници - Строителен </w:t>
      </w:r>
      <w:r w:rsidR="00C14D40" w:rsidRPr="00695B0B">
        <w:rPr>
          <w:rFonts w:ascii="Times New Roman" w:eastAsia="Times New Roman" w:hAnsi="Times New Roman" w:cs="Times New Roman"/>
          <w:lang w:eastAsia="ja-JP"/>
        </w:rPr>
        <w:t>надзор</w:t>
      </w:r>
      <w:r w:rsidRPr="00695B0B">
        <w:rPr>
          <w:rFonts w:ascii="Times New Roman" w:eastAsia="Times New Roman" w:hAnsi="Times New Roman" w:cs="Times New Roman"/>
          <w:lang w:eastAsia="ja-JP"/>
        </w:rPr>
        <w:t xml:space="preserve">, Авторски </w:t>
      </w:r>
      <w:r w:rsidR="00C14D40" w:rsidRPr="00695B0B">
        <w:rPr>
          <w:rFonts w:ascii="Times New Roman" w:eastAsia="Times New Roman" w:hAnsi="Times New Roman" w:cs="Times New Roman"/>
          <w:lang w:eastAsia="ja-JP"/>
        </w:rPr>
        <w:t>надзор</w:t>
      </w:r>
      <w:r w:rsidRPr="00695B0B">
        <w:rPr>
          <w:rFonts w:ascii="Times New Roman" w:eastAsia="Times New Roman" w:hAnsi="Times New Roman" w:cs="Times New Roman"/>
          <w:lang w:eastAsia="ja-JP"/>
        </w:rPr>
        <w:t>, Възложител и експерти от управлението на проекта към Възложителя.</w:t>
      </w:r>
    </w:p>
    <w:p w14:paraId="78E8B8C2" w14:textId="77777777" w:rsidR="006A3BE8" w:rsidRPr="00695B0B" w:rsidRDefault="006A3BE8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Качеството на влаганите материали ще се доказва с декларация за съответствието на строителния продукт от производителя или от неговия упълномощен представител (съгласно Наредба за съществените изисквания към строежите и оценяване съответствието на строителните продукти).</w:t>
      </w:r>
    </w:p>
    <w:p w14:paraId="1304EC1B" w14:textId="393C371B" w:rsidR="00487F3C" w:rsidRPr="00695B0B" w:rsidRDefault="00255EF2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bCs/>
          <w:lang w:eastAsia="ja-JP"/>
        </w:rPr>
        <w:t xml:space="preserve">Некачествено извършените работи и некачествените материали и изделия ще се коригират и заменят за сметка на Изпълнителя, като гаранционните срокове </w:t>
      </w:r>
      <w:r w:rsidR="00487F3C" w:rsidRPr="00695B0B">
        <w:rPr>
          <w:rFonts w:ascii="Times New Roman" w:eastAsia="Times New Roman" w:hAnsi="Times New Roman" w:cs="Times New Roman"/>
          <w:lang w:eastAsia="ja-JP"/>
        </w:rPr>
        <w:t>не могат да бъдат по-кратки от нормативно определените по чл. 160, ал. 3, ал. 4 и ал. 5 от ЗУТ и чл. 20, ал. 4, т. 9 на Наредба 2/2003 г. на МРРБ и МТСП за изпълнени строителни и монтажни работи, съоръжения и строителни обекти.</w:t>
      </w:r>
    </w:p>
    <w:p w14:paraId="3EE28493" w14:textId="77777777" w:rsidR="00255EF2" w:rsidRPr="00695B0B" w:rsidRDefault="00255EF2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 xml:space="preserve">Извършените СМР се приемат от упълномощени представители на Възложителя- изпълняващи длъжността „Инвеститорски контрол“ на обекта. Същите </w:t>
      </w:r>
      <w:r w:rsidRPr="00695B0B">
        <w:rPr>
          <w:rFonts w:ascii="Times New Roman" w:eastAsia="Times New Roman" w:hAnsi="Times New Roman" w:cs="Times New Roman"/>
          <w:bCs/>
          <w:lang w:eastAsia="ja-JP"/>
        </w:rPr>
        <w:t xml:space="preserve">ще осъществяват непрекъснат контрол по време на изпълнението на видовете СМР и ще правят рекламации за некачествено свършените работи. </w:t>
      </w:r>
      <w:r w:rsidRPr="00695B0B">
        <w:rPr>
          <w:rFonts w:ascii="Times New Roman" w:eastAsia="Times New Roman" w:hAnsi="Times New Roman" w:cs="Times New Roman"/>
          <w:lang w:eastAsia="ja-JP"/>
        </w:rPr>
        <w:t>Изготвят се необходимите актове и протоколи съгласно Наредба № 3/2003 г. за съставяне на актове и протоколи по време на строителството за действително извършените СМР.</w:t>
      </w:r>
    </w:p>
    <w:p w14:paraId="1304E128" w14:textId="77777777" w:rsidR="00255EF2" w:rsidRPr="00695B0B" w:rsidRDefault="00255EF2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 xml:space="preserve">Действително изпълнените СМР, включени в общата стойност на  обекта се актуват съгласно </w:t>
      </w:r>
      <w:proofErr w:type="spellStart"/>
      <w:r w:rsidRPr="00695B0B">
        <w:rPr>
          <w:rFonts w:ascii="Times New Roman" w:eastAsia="Times New Roman" w:hAnsi="Times New Roman" w:cs="Times New Roman"/>
          <w:lang w:eastAsia="ja-JP"/>
        </w:rPr>
        <w:t>остойностената</w:t>
      </w:r>
      <w:proofErr w:type="spellEnd"/>
      <w:r w:rsidRPr="00695B0B">
        <w:rPr>
          <w:rFonts w:ascii="Times New Roman" w:eastAsia="Times New Roman" w:hAnsi="Times New Roman" w:cs="Times New Roman"/>
          <w:lang w:eastAsia="ja-JP"/>
        </w:rPr>
        <w:t xml:space="preserve"> количествена сметка на </w:t>
      </w:r>
      <w:r w:rsidR="00487F3C" w:rsidRPr="00695B0B">
        <w:rPr>
          <w:rFonts w:ascii="Times New Roman" w:eastAsia="Times New Roman" w:hAnsi="Times New Roman" w:cs="Times New Roman"/>
          <w:lang w:eastAsia="ja-JP"/>
        </w:rPr>
        <w:t xml:space="preserve">Изпълнителя </w:t>
      </w:r>
      <w:r w:rsidRPr="00695B0B">
        <w:rPr>
          <w:rFonts w:ascii="Times New Roman" w:eastAsia="Times New Roman" w:hAnsi="Times New Roman" w:cs="Times New Roman"/>
          <w:lang w:eastAsia="ja-JP"/>
        </w:rPr>
        <w:t>неразделна част от офертата по проведената обществена поръчка.</w:t>
      </w:r>
    </w:p>
    <w:p w14:paraId="230C852C" w14:textId="77777777" w:rsidR="006A3BE8" w:rsidRPr="00C826E7" w:rsidRDefault="006A3BE8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C826E7">
        <w:rPr>
          <w:rFonts w:ascii="Times New Roman" w:eastAsia="Times New Roman" w:hAnsi="Times New Roman" w:cs="Times New Roman"/>
          <w:lang w:eastAsia="ja-JP"/>
        </w:rPr>
        <w:t>Извършените СМР да бъдат в съответствие с БДС, при спазване на действащите нормативни актове.</w:t>
      </w:r>
    </w:p>
    <w:p w14:paraId="4DB81BFC" w14:textId="77777777" w:rsidR="007D086D" w:rsidRPr="00695B0B" w:rsidRDefault="007D086D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Да се опазват от повреди и се възстановяват съществуващите подземни и надземни проводи и съоръжения, трайни настилки и зелени площи.</w:t>
      </w:r>
    </w:p>
    <w:p w14:paraId="2B167587" w14:textId="77777777" w:rsidR="00117AA7" w:rsidRPr="00695B0B" w:rsidRDefault="00117AA7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При нарушаване на настилката на съществуващите прилежащи улици и алеи, същите да се възстановят преди предаване на обекта.</w:t>
      </w:r>
    </w:p>
    <w:p w14:paraId="57F502B6" w14:textId="77777777" w:rsidR="006A3BE8" w:rsidRPr="00695B0B" w:rsidRDefault="006A3BE8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Ако по време на изпълнението възникнат въпроси, неизяснени с настоящите указания, задължително се уведомява Възложителя и се иска неговото писмено съгласуване.</w:t>
      </w:r>
    </w:p>
    <w:p w14:paraId="6D75F53A" w14:textId="77777777" w:rsidR="004A218B" w:rsidRPr="00695B0B" w:rsidRDefault="004A218B" w:rsidP="00E81164">
      <w:pPr>
        <w:numPr>
          <w:ilvl w:val="0"/>
          <w:numId w:val="7"/>
        </w:numPr>
        <w:spacing w:before="0" w:line="276" w:lineRule="auto"/>
        <w:ind w:left="567" w:hanging="207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 xml:space="preserve">При констатирани несъответствия между </w:t>
      </w:r>
      <w:r w:rsidR="005146AB" w:rsidRPr="00695B0B">
        <w:rPr>
          <w:rFonts w:ascii="Times New Roman" w:eastAsia="Times New Roman" w:hAnsi="Times New Roman" w:cs="Times New Roman"/>
          <w:lang w:eastAsia="ja-JP"/>
        </w:rPr>
        <w:t>инвестиционният проект</w:t>
      </w:r>
      <w:r w:rsidRPr="00695B0B">
        <w:rPr>
          <w:rFonts w:ascii="Times New Roman" w:eastAsia="Times New Roman" w:hAnsi="Times New Roman" w:cs="Times New Roman"/>
          <w:lang w:eastAsia="ja-JP"/>
        </w:rPr>
        <w:t xml:space="preserve">, </w:t>
      </w:r>
      <w:r w:rsidR="005146AB" w:rsidRPr="00695B0B">
        <w:rPr>
          <w:rFonts w:ascii="Times New Roman" w:eastAsia="Times New Roman" w:hAnsi="Times New Roman" w:cs="Times New Roman"/>
          <w:lang w:eastAsia="ja-JP"/>
        </w:rPr>
        <w:t>документацията за участие</w:t>
      </w:r>
      <w:r w:rsidRPr="00695B0B">
        <w:rPr>
          <w:rFonts w:ascii="Times New Roman" w:eastAsia="Times New Roman" w:hAnsi="Times New Roman" w:cs="Times New Roman"/>
          <w:lang w:eastAsia="ja-JP"/>
        </w:rPr>
        <w:t xml:space="preserve">, Техническата спецификация и Нормативната база да се да се търси </w:t>
      </w:r>
      <w:r w:rsidR="00CA64E4" w:rsidRPr="00695B0B">
        <w:rPr>
          <w:rFonts w:ascii="Times New Roman" w:eastAsia="Times New Roman" w:hAnsi="Times New Roman" w:cs="Times New Roman"/>
          <w:lang w:eastAsia="ja-JP"/>
        </w:rPr>
        <w:t xml:space="preserve">представител на Авторския надзор </w:t>
      </w:r>
      <w:r w:rsidR="006A3BE8" w:rsidRPr="00695B0B">
        <w:rPr>
          <w:rFonts w:ascii="Times New Roman" w:eastAsia="Times New Roman" w:hAnsi="Times New Roman" w:cs="Times New Roman"/>
          <w:lang w:eastAsia="ja-JP"/>
        </w:rPr>
        <w:t>и на Възложителя</w:t>
      </w:r>
      <w:r w:rsidRPr="00695B0B">
        <w:rPr>
          <w:rFonts w:ascii="Times New Roman" w:eastAsia="Times New Roman" w:hAnsi="Times New Roman" w:cs="Times New Roman"/>
          <w:lang w:eastAsia="ja-JP"/>
        </w:rPr>
        <w:t>.</w:t>
      </w:r>
    </w:p>
    <w:p w14:paraId="614DAE99" w14:textId="77777777" w:rsidR="00C0366B" w:rsidRPr="00695B0B" w:rsidRDefault="003C2B35" w:rsidP="00EF5A54">
      <w:pPr>
        <w:pStyle w:val="20"/>
      </w:pPr>
      <w:bookmarkStart w:id="14" w:name="_Toc513127277"/>
      <w:bookmarkStart w:id="15" w:name="_GoBack"/>
      <w:bookmarkEnd w:id="15"/>
      <w:r w:rsidRPr="00695B0B">
        <w:t>ИЗИСКВАНИЯ ЗА СРОЧНО ИЗПЪЛНЕНИЕ</w:t>
      </w:r>
      <w:bookmarkEnd w:id="14"/>
    </w:p>
    <w:p w14:paraId="7C301F96" w14:textId="12D137E5" w:rsidR="00C0366B" w:rsidRPr="00695B0B" w:rsidRDefault="006328DE" w:rsidP="00EA1922">
      <w:pPr>
        <w:spacing w:before="60" w:after="6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Срокът за изпълнение на договора е определен на </w:t>
      </w:r>
      <w:r w:rsidR="00EF5A54">
        <w:rPr>
          <w:rFonts w:ascii="Times New Roman" w:hAnsi="Times New Roman" w:cs="Times New Roman"/>
        </w:rPr>
        <w:t>3 месеца</w:t>
      </w:r>
      <w:r>
        <w:rPr>
          <w:rFonts w:ascii="Times New Roman" w:hAnsi="Times New Roman" w:cs="Times New Roman"/>
        </w:rPr>
        <w:t xml:space="preserve"> и не подлежи на промяна.</w:t>
      </w:r>
    </w:p>
    <w:p w14:paraId="02CC058F" w14:textId="77777777" w:rsidR="00C0366B" w:rsidRPr="00695B0B" w:rsidRDefault="003C2B35" w:rsidP="00EF5A54">
      <w:pPr>
        <w:pStyle w:val="20"/>
      </w:pPr>
      <w:bookmarkStart w:id="16" w:name="_Toc513127278"/>
      <w:r w:rsidRPr="00695B0B">
        <w:t>АВТОРСКИЯТ НАДЗОР</w:t>
      </w:r>
      <w:bookmarkEnd w:id="16"/>
      <w:r w:rsidRPr="00695B0B">
        <w:t xml:space="preserve"> </w:t>
      </w:r>
    </w:p>
    <w:p w14:paraId="67FDE10A" w14:textId="3F0C8E68" w:rsidR="00C0366B" w:rsidRPr="00695B0B" w:rsidRDefault="00C0366B" w:rsidP="00122246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По </w:t>
      </w:r>
      <w:r w:rsidR="00060762" w:rsidRPr="00695B0B">
        <w:rPr>
          <w:rFonts w:ascii="Times New Roman" w:hAnsi="Times New Roman" w:cs="Times New Roman"/>
        </w:rPr>
        <w:t>Проекта</w:t>
      </w:r>
      <w:r w:rsidRPr="00695B0B">
        <w:rPr>
          <w:rFonts w:ascii="Times New Roman" w:hAnsi="Times New Roman" w:cs="Times New Roman"/>
        </w:rPr>
        <w:t xml:space="preserve"> ще бъде осъществяван</w:t>
      </w:r>
      <w:r w:rsidR="00030318">
        <w:rPr>
          <w:rFonts w:ascii="Times New Roman" w:hAnsi="Times New Roman" w:cs="Times New Roman"/>
        </w:rPr>
        <w:t xml:space="preserve"> авторски надзор</w:t>
      </w:r>
      <w:r w:rsidRPr="00695B0B">
        <w:rPr>
          <w:rFonts w:ascii="Times New Roman" w:hAnsi="Times New Roman" w:cs="Times New Roman"/>
        </w:rPr>
        <w:t xml:space="preserve"> от </w:t>
      </w:r>
      <w:r w:rsidR="00060762" w:rsidRPr="00695B0B">
        <w:rPr>
          <w:rFonts w:ascii="Times New Roman" w:hAnsi="Times New Roman" w:cs="Times New Roman"/>
        </w:rPr>
        <w:t>Проекта</w:t>
      </w:r>
      <w:r w:rsidRPr="00695B0B">
        <w:rPr>
          <w:rFonts w:ascii="Times New Roman" w:hAnsi="Times New Roman" w:cs="Times New Roman"/>
        </w:rPr>
        <w:t>нтски</w:t>
      </w:r>
      <w:r w:rsidR="00DA14A5">
        <w:rPr>
          <w:rFonts w:ascii="Times New Roman" w:hAnsi="Times New Roman" w:cs="Times New Roman"/>
        </w:rPr>
        <w:t>ят</w:t>
      </w:r>
      <w:r w:rsidRPr="00695B0B">
        <w:rPr>
          <w:rFonts w:ascii="Times New Roman" w:hAnsi="Times New Roman" w:cs="Times New Roman"/>
        </w:rPr>
        <w:t xml:space="preserve"> екип, изготвил техническата документация по смисъла на Закона за устройство на територията (ЗУТ) или оправомощени от тях правоспособни лица съгласно Закона за КАБ и КИИП и Наредба № 4 от 21.05.2001 г. за обхвата и съдържанието на инвестиционните проекти. Целта на надзора е да се съблюдават процесите на извършване на строителните дейности, да гарантира спазването на параметрите на работните проекти, както и да дава указания по време на изпълнението, както и решения при възникване на непредвидени обстоятелства при реализирането на проектите.</w:t>
      </w:r>
    </w:p>
    <w:p w14:paraId="11AF2F47" w14:textId="77777777" w:rsidR="00C0366B" w:rsidRPr="00695B0B" w:rsidRDefault="003C2B35" w:rsidP="00EF5A54">
      <w:pPr>
        <w:pStyle w:val="20"/>
      </w:pPr>
      <w:bookmarkStart w:id="17" w:name="_Toc513127279"/>
      <w:r w:rsidRPr="00695B0B">
        <w:t>СТРОИТЕЛЕН НАДЗОР</w:t>
      </w:r>
      <w:bookmarkEnd w:id="17"/>
    </w:p>
    <w:p w14:paraId="08B57DD4" w14:textId="77777777" w:rsidR="000B112C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Технически и качествен контрол на обектите ще се упражнява от избран чрез съответната процедура Строителен надзор, притежаващ лиценз от МРРБ за категорията на съответния обект. Същият ще следи за правилното и точно изпълнение на работите, посочени в техническите проекти, спазването на нормативните разпоредби за изпълняваните работи, изпълнените количества, изпълнението на </w:t>
      </w:r>
      <w:r w:rsidRPr="00695B0B">
        <w:rPr>
          <w:rFonts w:ascii="Times New Roman" w:hAnsi="Times New Roman" w:cs="Times New Roman"/>
        </w:rPr>
        <w:lastRenderedPageBreak/>
        <w:t xml:space="preserve">договорните условия, спазването на приетия график за изпълнение, за дефекти появили се по време на гаранционния срок. </w:t>
      </w:r>
    </w:p>
    <w:p w14:paraId="35A8E8FC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установяване на нередности и некачествени работи, същите се констатират своевременно в протокол и възложителят задължава изпълнителя да ги отстрани в най-кратък срок. </w:t>
      </w:r>
    </w:p>
    <w:p w14:paraId="2BFEE384" w14:textId="77777777" w:rsidR="00C0366B" w:rsidRPr="00695B0B" w:rsidRDefault="003C2B35" w:rsidP="00EF5A54">
      <w:pPr>
        <w:pStyle w:val="20"/>
      </w:pPr>
      <w:bookmarkStart w:id="18" w:name="_Toc336337620"/>
      <w:bookmarkStart w:id="19" w:name="_Toc336339001"/>
      <w:bookmarkStart w:id="20" w:name="_Toc373770174"/>
      <w:bookmarkStart w:id="21" w:name="_Toc513127280"/>
      <w:r w:rsidRPr="00695B0B">
        <w:t>ЕКЗЕКУТИВНА ДОКУМЕНТАЦИЯ</w:t>
      </w:r>
      <w:bookmarkEnd w:id="18"/>
      <w:bookmarkEnd w:id="19"/>
      <w:bookmarkEnd w:id="20"/>
      <w:bookmarkEnd w:id="21"/>
    </w:p>
    <w:p w14:paraId="6C6AFBDE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bookmarkStart w:id="22" w:name="_Toc336337635"/>
      <w:bookmarkStart w:id="23" w:name="_Toc336339016"/>
      <w:bookmarkStart w:id="24" w:name="_Toc373770182"/>
      <w:r w:rsidRPr="00695B0B">
        <w:rPr>
          <w:rFonts w:ascii="Times New Roman" w:hAnsi="Times New Roman" w:cs="Times New Roman"/>
        </w:rPr>
        <w:t xml:space="preserve">За цялостното изпълнение на проекта Изпълнителят е необходимо да създава и поддържа актуална екзекутивна документация - чертежи, допълнителни изчисления, и др. </w:t>
      </w:r>
    </w:p>
    <w:p w14:paraId="5F4D6756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Процедурите по създаване, одобрение, съхраняване и архивиране следва да се координират със Строителния Надзор и управлението на проекта от страна на Възложителя.</w:t>
      </w:r>
    </w:p>
    <w:p w14:paraId="37823977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 процеса на работа всяка промяна на инвестиционния проект задължително трябва да бъде предварително отразена в </w:t>
      </w:r>
      <w:r w:rsidR="00CE055A" w:rsidRPr="00695B0B">
        <w:rPr>
          <w:rFonts w:ascii="Times New Roman" w:hAnsi="Times New Roman" w:cs="Times New Roman"/>
        </w:rPr>
        <w:t>дневника на обекта</w:t>
      </w:r>
      <w:r w:rsidRPr="00695B0B">
        <w:rPr>
          <w:rFonts w:ascii="Times New Roman" w:hAnsi="Times New Roman" w:cs="Times New Roman"/>
        </w:rPr>
        <w:t xml:space="preserve"> и съгласувана най-малко от </w:t>
      </w:r>
      <w:r w:rsidR="00CA64E4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 xml:space="preserve">, Техническия Ръководител на обекта от страна на Изпълнителя и от представител на Строителният надзор с необходимата според случая квалификация. </w:t>
      </w:r>
    </w:p>
    <w:p w14:paraId="19E3614D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подготовка за предаване на обекта, респективно някой участък или подобект, Изпълнителят ще изготви окончателна екзекутивна документация за изпълнените работи на основата на проектната документация, записите в </w:t>
      </w:r>
      <w:r w:rsidR="00CE055A" w:rsidRPr="00695B0B">
        <w:rPr>
          <w:rFonts w:ascii="Times New Roman" w:hAnsi="Times New Roman" w:cs="Times New Roman"/>
        </w:rPr>
        <w:t>дневника на обекта</w:t>
      </w:r>
      <w:r w:rsidRPr="00695B0B">
        <w:rPr>
          <w:rFonts w:ascii="Times New Roman" w:hAnsi="Times New Roman" w:cs="Times New Roman"/>
        </w:rPr>
        <w:t xml:space="preserve">, изработените допълнително или актуализирани проектни документи и чертежи, вкл. и отбелязаните на тях промени при изпълнение на СМР. При </w:t>
      </w:r>
      <w:proofErr w:type="spellStart"/>
      <w:r w:rsidRPr="00695B0B">
        <w:rPr>
          <w:rFonts w:ascii="Times New Roman" w:hAnsi="Times New Roman" w:cs="Times New Roman"/>
        </w:rPr>
        <w:t>комплектоване</w:t>
      </w:r>
      <w:proofErr w:type="spellEnd"/>
      <w:r w:rsidRPr="00695B0B">
        <w:rPr>
          <w:rFonts w:ascii="Times New Roman" w:hAnsi="Times New Roman" w:cs="Times New Roman"/>
        </w:rPr>
        <w:t xml:space="preserve"> на екзекутивната документация, на нея ще се посочат всички из</w:t>
      </w:r>
      <w:r w:rsidR="00F8088E" w:rsidRPr="00695B0B">
        <w:rPr>
          <w:rFonts w:ascii="Times New Roman" w:hAnsi="Times New Roman" w:cs="Times New Roman"/>
        </w:rPr>
        <w:t>вършени промени и обяс</w:t>
      </w:r>
      <w:r w:rsidRPr="00695B0B">
        <w:rPr>
          <w:rFonts w:ascii="Times New Roman" w:hAnsi="Times New Roman" w:cs="Times New Roman"/>
        </w:rPr>
        <w:t xml:space="preserve">ненията за тях. </w:t>
      </w:r>
    </w:p>
    <w:p w14:paraId="43187CFF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На актуализиране ще подлежат само тези документи и чертежи, на които се налагат промени с оглед на изпълнените СМР, а останалите ще се приложат без изменение подпечатани с печат „Важи за </w:t>
      </w:r>
      <w:proofErr w:type="spellStart"/>
      <w:r w:rsidRPr="00695B0B">
        <w:rPr>
          <w:rFonts w:ascii="Times New Roman" w:hAnsi="Times New Roman" w:cs="Times New Roman"/>
        </w:rPr>
        <w:t>екзекутив</w:t>
      </w:r>
      <w:proofErr w:type="spellEnd"/>
      <w:r w:rsidRPr="00695B0B">
        <w:rPr>
          <w:rFonts w:ascii="Times New Roman" w:hAnsi="Times New Roman" w:cs="Times New Roman"/>
        </w:rPr>
        <w:t>“.</w:t>
      </w:r>
    </w:p>
    <w:p w14:paraId="1D801B0E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Окончателната екзекутивна документация т</w:t>
      </w:r>
      <w:r w:rsidR="00F8088E" w:rsidRPr="00695B0B">
        <w:rPr>
          <w:rFonts w:ascii="Times New Roman" w:hAnsi="Times New Roman" w:cs="Times New Roman"/>
        </w:rPr>
        <w:t>рябва да бъде заверена от участ</w:t>
      </w:r>
      <w:r w:rsidRPr="00695B0B">
        <w:rPr>
          <w:rFonts w:ascii="Times New Roman" w:hAnsi="Times New Roman" w:cs="Times New Roman"/>
        </w:rPr>
        <w:t xml:space="preserve">ниците в строителния процес според нормативните изисквания. </w:t>
      </w:r>
    </w:p>
    <w:p w14:paraId="569AA873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ще се съобразява с указанията на Строителния надзор относно идентификация и контрол на редакциите на проектната документация и ще ги следва през цялото време на изпълнение на обекта и изготвяне на екзекутивна документация.</w:t>
      </w:r>
    </w:p>
    <w:p w14:paraId="063D1EBF" w14:textId="17ED978E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Екзекутивната документация се предава в </w:t>
      </w:r>
      <w:r w:rsidR="003D3FC4">
        <w:rPr>
          <w:rFonts w:ascii="Times New Roman" w:hAnsi="Times New Roman" w:cs="Times New Roman"/>
        </w:rPr>
        <w:t>2</w:t>
      </w:r>
      <w:r w:rsidR="00F8088E" w:rsidRPr="00695B0B">
        <w:rPr>
          <w:rFonts w:ascii="Times New Roman" w:hAnsi="Times New Roman" w:cs="Times New Roman"/>
        </w:rPr>
        <w:t xml:space="preserve"> (</w:t>
      </w:r>
      <w:r w:rsidR="003D3FC4">
        <w:rPr>
          <w:rFonts w:ascii="Times New Roman" w:hAnsi="Times New Roman" w:cs="Times New Roman"/>
        </w:rPr>
        <w:t>два</w:t>
      </w:r>
      <w:r w:rsidR="00F8088E" w:rsidRPr="00695B0B">
        <w:rPr>
          <w:rFonts w:ascii="Times New Roman" w:hAnsi="Times New Roman" w:cs="Times New Roman"/>
        </w:rPr>
        <w:t>)</w:t>
      </w:r>
      <w:r w:rsidRPr="00695B0B">
        <w:rPr>
          <w:rFonts w:ascii="Times New Roman" w:hAnsi="Times New Roman" w:cs="Times New Roman"/>
        </w:rPr>
        <w:t xml:space="preserve"> бро</w:t>
      </w:r>
      <w:r w:rsidR="00F8088E" w:rsidRPr="00695B0B">
        <w:rPr>
          <w:rFonts w:ascii="Times New Roman" w:hAnsi="Times New Roman" w:cs="Times New Roman"/>
        </w:rPr>
        <w:t>я</w:t>
      </w:r>
      <w:r w:rsidRPr="00695B0B">
        <w:rPr>
          <w:rFonts w:ascii="Times New Roman" w:hAnsi="Times New Roman" w:cs="Times New Roman"/>
        </w:rPr>
        <w:t xml:space="preserve"> хартиени копия и CD, съгласно изискванията на Възложителя.</w:t>
      </w:r>
    </w:p>
    <w:p w14:paraId="71D12621" w14:textId="77777777" w:rsidR="00C0366B" w:rsidRPr="00695B0B" w:rsidRDefault="003C2B35" w:rsidP="00EF5A54">
      <w:pPr>
        <w:pStyle w:val="20"/>
      </w:pPr>
      <w:bookmarkStart w:id="25" w:name="_Toc513127281"/>
      <w:r w:rsidRPr="00695B0B">
        <w:t>СТРОИТЕЛНА ДОКУМЕНТАЦИЯ</w:t>
      </w:r>
      <w:bookmarkEnd w:id="22"/>
      <w:bookmarkEnd w:id="23"/>
      <w:bookmarkEnd w:id="24"/>
      <w:bookmarkEnd w:id="25"/>
    </w:p>
    <w:p w14:paraId="7FB0A849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Изпълнителят ще изготвя и съхранява надеждно и прегледно всички необходими документи, доказващи изпълнените от него работи в съответствие с актуалните редакции на проектната документация, извършените закупувания на суровини и материали, наемането на работна ръка и механизация, спазването по всяко време на приложимите нормативни изисквания към механизацията, персонала, организацията на работите на обекта, счетоводството и контрола и др.  </w:t>
      </w:r>
    </w:p>
    <w:p w14:paraId="3734F2BA" w14:textId="77777777" w:rsidR="000B112C" w:rsidRPr="00695B0B" w:rsidRDefault="000B112C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да създава цялата строителна документация съгласно нормативните изисквания, както и да спазва указанията и изискванията на Възложителя и на управляващия орган по отношение на създаването на необходимите документи, годни за верификация от съответните органи, както и да изпълняват всички указания за привеждане и окомплектовка на всички документи.</w:t>
      </w:r>
    </w:p>
    <w:p w14:paraId="031533C0" w14:textId="77777777" w:rsidR="00067D12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След завършване на обекта, Изпълнителят ще подреди, опише и предаде на Възложителя оригиналите на цялата документация за обекта, освен тази която трябва да се съхранява при него, за която Изпълнителят ще направи копия и ще ги предаде на Възложителя. </w:t>
      </w:r>
    </w:p>
    <w:p w14:paraId="3F4ECF6B" w14:textId="77777777" w:rsidR="001E6F1D" w:rsidRPr="00695B0B" w:rsidRDefault="001E6F1D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длъжен, съвместно със строителния надзор, да създава текуща информация за ежедневните условия за реализиране на проекта - температура, влажност и валежи, наличност на работна ръка и механизация, наличност на техническо ръководство.</w:t>
      </w:r>
    </w:p>
    <w:p w14:paraId="4D781A21" w14:textId="77777777" w:rsidR="001E6F1D" w:rsidRPr="00695B0B" w:rsidRDefault="001E6F1D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>Изпълнителят е длъжен да организира и извърши разработване и одобряване на вътрешни графици и документи по организацията на изпълнение, съгласуването им с отговорните инстанции до получаване на правата за извършване на дейността, както и на условията на институциите.</w:t>
      </w:r>
    </w:p>
    <w:p w14:paraId="138F5129" w14:textId="4A854A62" w:rsidR="00C0366B" w:rsidRPr="00695B0B" w:rsidRDefault="00BC450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трябва да съобрази работните планове и графици с мете</w:t>
      </w:r>
      <w:r w:rsidR="003B2288" w:rsidRPr="00695B0B">
        <w:rPr>
          <w:rFonts w:ascii="Times New Roman" w:hAnsi="Times New Roman" w:cs="Times New Roman"/>
        </w:rPr>
        <w:t>орологичните условия технологи</w:t>
      </w:r>
      <w:r w:rsidRPr="00695B0B">
        <w:rPr>
          <w:rFonts w:ascii="Times New Roman" w:hAnsi="Times New Roman" w:cs="Times New Roman"/>
        </w:rPr>
        <w:t xml:space="preserve">чните изисквания и </w:t>
      </w:r>
      <w:proofErr w:type="spellStart"/>
      <w:r w:rsidRPr="00695B0B">
        <w:rPr>
          <w:rFonts w:ascii="Times New Roman" w:hAnsi="Times New Roman" w:cs="Times New Roman"/>
        </w:rPr>
        <w:t>спесификата</w:t>
      </w:r>
      <w:proofErr w:type="spellEnd"/>
      <w:r w:rsidRPr="00695B0B">
        <w:rPr>
          <w:rFonts w:ascii="Times New Roman" w:hAnsi="Times New Roman" w:cs="Times New Roman"/>
        </w:rPr>
        <w:t xml:space="preserve"> на строителния обект.</w:t>
      </w:r>
    </w:p>
    <w:p w14:paraId="7C295E51" w14:textId="77777777" w:rsidR="00716F4A" w:rsidRPr="00695B0B" w:rsidRDefault="00716F4A" w:rsidP="00EF5A54">
      <w:pPr>
        <w:pStyle w:val="20"/>
      </w:pPr>
      <w:bookmarkStart w:id="26" w:name="_Toc513127282"/>
      <w:r w:rsidRPr="00695B0B">
        <w:t>АКТОВЕ И ПРОТОКОЛИ В ПРОЦЕСА НА СТРОИТЕЛСТВОТО:</w:t>
      </w:r>
      <w:bookmarkEnd w:id="26"/>
    </w:p>
    <w:p w14:paraId="5A14541E" w14:textId="77777777" w:rsidR="00716F4A" w:rsidRPr="00695B0B" w:rsidRDefault="00716F4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 е длъжен да създаде и/или подпише всички Актове и Протоколи, съгласно Наредба № 3 от 31 юли 2003 г. за съставяне на актове и протоколи по време на строителството, за съответната категория строеж</w:t>
      </w:r>
      <w:r w:rsidR="000A75D4" w:rsidRPr="00695B0B">
        <w:rPr>
          <w:rFonts w:ascii="Times New Roman" w:hAnsi="Times New Roman" w:cs="Times New Roman"/>
        </w:rPr>
        <w:t>.</w:t>
      </w:r>
    </w:p>
    <w:p w14:paraId="58EBE521" w14:textId="77777777" w:rsidR="00716F4A" w:rsidRPr="00695B0B" w:rsidRDefault="00716F4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Изпълнителят е длъжен да окаже пълно съдействие на останалите участници при подготовката на досието на обекта за организиране на приемателна комисия. </w:t>
      </w:r>
    </w:p>
    <w:p w14:paraId="6CC201D8" w14:textId="77777777" w:rsidR="00716F4A" w:rsidRPr="00695B0B" w:rsidRDefault="00716F4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да изпълнява всички указания в съответствие с нормативните изисквания и в съответствие с договорните условия, които са възникнали по време на подготовката и провеждането на приемателния процес.</w:t>
      </w:r>
    </w:p>
    <w:p w14:paraId="69CDBA05" w14:textId="77777777" w:rsidR="0085585D" w:rsidRPr="00695B0B" w:rsidRDefault="0085585D" w:rsidP="00EF5A54">
      <w:pPr>
        <w:pStyle w:val="20"/>
      </w:pPr>
      <w:bookmarkStart w:id="27" w:name="bookmark12"/>
      <w:bookmarkStart w:id="28" w:name="_Toc513127283"/>
      <w:r w:rsidRPr="00695B0B">
        <w:t>ИНФОРМАЦИОННИ ДЕЙНОСТИ</w:t>
      </w:r>
      <w:bookmarkEnd w:id="27"/>
      <w:bookmarkEnd w:id="28"/>
    </w:p>
    <w:p w14:paraId="14664A14" w14:textId="2E884EA7" w:rsidR="0085585D" w:rsidRPr="00695B0B" w:rsidRDefault="0085585D" w:rsidP="00EA1922">
      <w:pPr>
        <w:spacing w:before="60" w:after="60" w:line="276" w:lineRule="auto"/>
        <w:rPr>
          <w:rFonts w:ascii="Times New Roman" w:hAnsi="Times New Roman" w:cs="Times New Roman"/>
          <w:color w:val="FF0000"/>
        </w:rPr>
      </w:pPr>
      <w:r w:rsidRPr="00695B0B">
        <w:rPr>
          <w:rFonts w:ascii="Times New Roman" w:hAnsi="Times New Roman" w:cs="Times New Roman"/>
        </w:rPr>
        <w:t>Изпълнителят следва да организира своята дейност в съответствие с основните документи към договора и изискванията на</w:t>
      </w:r>
      <w:r w:rsidR="00C1376B" w:rsidRPr="00695B0B">
        <w:rPr>
          <w:rFonts w:ascii="Times New Roman" w:hAnsi="Times New Roman" w:cs="Times New Roman"/>
        </w:rPr>
        <w:t xml:space="preserve"> </w:t>
      </w:r>
      <w:r w:rsidR="00DA14A5">
        <w:rPr>
          <w:rFonts w:ascii="Times New Roman" w:hAnsi="Times New Roman" w:cs="Times New Roman"/>
        </w:rPr>
        <w:t>Проект „Красива България“</w:t>
      </w:r>
      <w:r w:rsidR="00F8088E" w:rsidRPr="00695B0B">
        <w:rPr>
          <w:rFonts w:ascii="Times New Roman" w:hAnsi="Times New Roman" w:cs="Times New Roman"/>
        </w:rPr>
        <w:t>.</w:t>
      </w:r>
    </w:p>
    <w:p w14:paraId="3334A933" w14:textId="77777777" w:rsidR="0085585D" w:rsidRPr="00695B0B" w:rsidRDefault="0085585D" w:rsidP="00EA1922">
      <w:pPr>
        <w:spacing w:before="60" w:after="60" w:line="276" w:lineRule="auto"/>
        <w:rPr>
          <w:rFonts w:ascii="Times New Roman" w:hAnsi="Times New Roman" w:cs="Times New Roman"/>
          <w:highlight w:val="yellow"/>
        </w:rPr>
      </w:pPr>
      <w:r w:rsidRPr="00695B0B">
        <w:rPr>
          <w:rFonts w:ascii="Times New Roman" w:hAnsi="Times New Roman" w:cs="Times New Roman"/>
        </w:rPr>
        <w:t xml:space="preserve">Изпълнителят е длъжен да осигурява поставянето на информационни табели в съответствие с изискванията на </w:t>
      </w:r>
      <w:r w:rsidR="00C1376B" w:rsidRPr="00695B0B">
        <w:rPr>
          <w:rFonts w:ascii="Times New Roman" w:hAnsi="Times New Roman" w:cs="Times New Roman"/>
        </w:rPr>
        <w:t>Програмата.</w:t>
      </w:r>
    </w:p>
    <w:p w14:paraId="064BCB65" w14:textId="77777777" w:rsidR="0085585D" w:rsidRPr="00695B0B" w:rsidRDefault="0085585D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да осигурява достъп и информация по всяко време на оправомощени лица и длъжности, като:</w:t>
      </w:r>
    </w:p>
    <w:p w14:paraId="24C68835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Представители на строителния надзор;</w:t>
      </w:r>
    </w:p>
    <w:p w14:paraId="6F641AAA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Представители на Възложителя или на упълномощени по силата на договор длъжностни лица;</w:t>
      </w:r>
    </w:p>
    <w:p w14:paraId="6E5FDB8C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Представители на ръководните органи на управлението на изпълнението на обекта;</w:t>
      </w:r>
    </w:p>
    <w:p w14:paraId="6E768A5C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Представители на контролни органи по силата на официални разпоредби;</w:t>
      </w:r>
    </w:p>
    <w:p w14:paraId="54A6D90B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Представители на проверяващи или одитиращи органи и институции;</w:t>
      </w:r>
    </w:p>
    <w:p w14:paraId="1FE14AF2" w14:textId="77777777" w:rsidR="0085585D" w:rsidRPr="00695B0B" w:rsidRDefault="0085585D" w:rsidP="00C6300B">
      <w:pPr>
        <w:numPr>
          <w:ilvl w:val="0"/>
          <w:numId w:val="11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Да предоставя информация за медии след официално съгласуване с Възложителя.</w:t>
      </w:r>
    </w:p>
    <w:p w14:paraId="2104F87D" w14:textId="77777777" w:rsidR="0085585D" w:rsidRPr="00695B0B" w:rsidRDefault="0085585D" w:rsidP="00F8088E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Да съдейства на оправомощените лица за набиране, документиране, архивиране и </w:t>
      </w:r>
      <w:proofErr w:type="spellStart"/>
      <w:r w:rsidRPr="00695B0B">
        <w:rPr>
          <w:rFonts w:ascii="Times New Roman" w:hAnsi="Times New Roman" w:cs="Times New Roman"/>
        </w:rPr>
        <w:t>комплектоване</w:t>
      </w:r>
      <w:proofErr w:type="spellEnd"/>
      <w:r w:rsidRPr="00695B0B">
        <w:rPr>
          <w:rFonts w:ascii="Times New Roman" w:hAnsi="Times New Roman" w:cs="Times New Roman"/>
        </w:rPr>
        <w:t xml:space="preserve"> на всички необходими документи на Възложителя за своевременното финансиране, вериф</w:t>
      </w:r>
      <w:r w:rsidR="00F8088E" w:rsidRPr="00695B0B">
        <w:rPr>
          <w:rFonts w:ascii="Times New Roman" w:hAnsi="Times New Roman" w:cs="Times New Roman"/>
        </w:rPr>
        <w:t>ициране и одитиране на проекта.</w:t>
      </w:r>
    </w:p>
    <w:p w14:paraId="56BD8D54" w14:textId="77777777" w:rsidR="00C0366B" w:rsidRPr="00695B0B" w:rsidRDefault="003C2B35" w:rsidP="00EF5A54">
      <w:pPr>
        <w:pStyle w:val="20"/>
      </w:pPr>
      <w:bookmarkStart w:id="29" w:name="_Toc513127284"/>
      <w:r w:rsidRPr="00695B0B">
        <w:t>ИЗИСКВАНИЯ ЗА ОСИГУРЯВАНЕ НА БЕЗОПАСНИ УСЛОВИЯ НА ТРУД</w:t>
      </w:r>
      <w:bookmarkEnd w:id="29"/>
    </w:p>
    <w:p w14:paraId="40E3B904" w14:textId="77777777" w:rsidR="00067D12" w:rsidRPr="00695B0B" w:rsidRDefault="00067D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сам и за своя сметка за срока на времетраене на договора да осигурява изискванията на Закона за здравословни и безопасни условия на труд /ЗЗБУТ/ и Наредба №2/2004 г. на МРРБ и МТСП за МИЗБУТИСМР при извършване на строително ремонтните работи.</w:t>
      </w:r>
    </w:p>
    <w:p w14:paraId="7B3D9EB3" w14:textId="313E2954" w:rsidR="00067D12" w:rsidRPr="00695B0B" w:rsidRDefault="0034548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</w:t>
      </w:r>
      <w:r w:rsidR="001862F2">
        <w:rPr>
          <w:rFonts w:ascii="Times New Roman" w:hAnsi="Times New Roman" w:cs="Times New Roman"/>
        </w:rPr>
        <w:t>т</w:t>
      </w:r>
      <w:r w:rsidR="00067D12" w:rsidRPr="00695B0B">
        <w:rPr>
          <w:rFonts w:ascii="Times New Roman" w:hAnsi="Times New Roman" w:cs="Times New Roman"/>
        </w:rPr>
        <w:t xml:space="preserve"> следва да </w:t>
      </w:r>
      <w:r w:rsidRPr="00695B0B">
        <w:rPr>
          <w:rFonts w:ascii="Times New Roman" w:hAnsi="Times New Roman" w:cs="Times New Roman"/>
        </w:rPr>
        <w:t>спазва стриктно изискванията на Плана за безопасност и здраве, както и при необходимост да го доразработи и съгласува със съответните органи.</w:t>
      </w:r>
    </w:p>
    <w:p w14:paraId="05FE277A" w14:textId="77777777" w:rsidR="00067D12" w:rsidRPr="00695B0B" w:rsidRDefault="00067D12" w:rsidP="00EA1922">
      <w:pPr>
        <w:spacing w:before="60" w:after="60" w:line="276" w:lineRule="auto"/>
        <w:ind w:firstLine="63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сам и за своя сметка да осигури максимална безопасност за живота и здравето на преминаващи в района на строителната площадка, както и да не допуска замърсяване със строителни материали и отпадъци.</w:t>
      </w:r>
    </w:p>
    <w:p w14:paraId="023D1CE9" w14:textId="77777777" w:rsidR="00067D12" w:rsidRPr="00695B0B" w:rsidRDefault="00067D12" w:rsidP="00EA1922">
      <w:pPr>
        <w:spacing w:before="60" w:after="60" w:line="276" w:lineRule="auto"/>
        <w:ind w:firstLine="63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Обектът да бъде ограден с временна ограда съгласно ПБЗ до приключване на СМР. </w:t>
      </w:r>
    </w:p>
    <w:p w14:paraId="7D8AC2D9" w14:textId="77777777" w:rsidR="00067D12" w:rsidRPr="00695B0B" w:rsidRDefault="00067D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Преди започване на изпълнението на строителните работи е необходимо участъка да бъде сигнализиран с табели </w:t>
      </w:r>
      <w:r w:rsidR="00A334C2" w:rsidRPr="00695B0B">
        <w:rPr>
          <w:rFonts w:ascii="Times New Roman" w:hAnsi="Times New Roman" w:cs="Times New Roman"/>
        </w:rPr>
        <w:t xml:space="preserve">Ограничаващи </w:t>
      </w:r>
      <w:r w:rsidRPr="00695B0B">
        <w:rPr>
          <w:rFonts w:ascii="Times New Roman" w:hAnsi="Times New Roman" w:cs="Times New Roman"/>
        </w:rPr>
        <w:t>достъпа на МПС и указващи (ако има такива) опасните места като изкопи, траншеи и др. Последните трябва да бъдат оградени.</w:t>
      </w:r>
    </w:p>
    <w:p w14:paraId="4F62057B" w14:textId="77777777" w:rsidR="00067D12" w:rsidRPr="00695B0B" w:rsidRDefault="00067D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>Преди започване на работа всички работници задължително трябва да преминат встъпителен инструктаж.</w:t>
      </w:r>
    </w:p>
    <w:p w14:paraId="7E7919D2" w14:textId="77777777" w:rsidR="00067D12" w:rsidRPr="00695B0B" w:rsidRDefault="00067D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Възложителят и упълномощените държавни органи ще извършват планови и внезапни проверки за гарантиране безопасни условия на труд по отношение на:</w:t>
      </w:r>
    </w:p>
    <w:p w14:paraId="06E07AD7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наличие на </w:t>
      </w:r>
      <w:r w:rsidR="00034679" w:rsidRPr="00034679">
        <w:rPr>
          <w:rFonts w:ascii="Times New Roman" w:hAnsi="Times New Roman" w:cs="Times New Roman"/>
        </w:rPr>
        <w:t xml:space="preserve">длъжностно лице по безопасност и здраве </w:t>
      </w:r>
      <w:r w:rsidRPr="00695B0B">
        <w:rPr>
          <w:rFonts w:ascii="Times New Roman" w:hAnsi="Times New Roman" w:cs="Times New Roman"/>
        </w:rPr>
        <w:t>и план по безопасност на обекта</w:t>
      </w:r>
    </w:p>
    <w:p w14:paraId="6CD52CCB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наличие на обекта на инструкции за безопасност и здраве при работа съобразно действащите нормативи, инструктажни книги, начин на провеждане на инструктажите за безопасна работа;</w:t>
      </w:r>
    </w:p>
    <w:p w14:paraId="49246BC5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наличие на обекта  на ЛПС – каски, колани, ръкавици, предпазни шлемове и др.</w:t>
      </w:r>
    </w:p>
    <w:p w14:paraId="15474082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организация на строителната площадка – сигнализация,</w:t>
      </w:r>
      <w:r w:rsidR="001862F2">
        <w:rPr>
          <w:rFonts w:ascii="Times New Roman" w:hAnsi="Times New Roman" w:cs="Times New Roman"/>
        </w:rPr>
        <w:t xml:space="preserve"> </w:t>
      </w:r>
      <w:r w:rsidRPr="00695B0B">
        <w:rPr>
          <w:rFonts w:ascii="Times New Roman" w:hAnsi="Times New Roman" w:cs="Times New Roman"/>
        </w:rPr>
        <w:t>монтиране на предпазни съор</w:t>
      </w:r>
      <w:r w:rsidR="001862F2">
        <w:rPr>
          <w:rFonts w:ascii="Times New Roman" w:hAnsi="Times New Roman" w:cs="Times New Roman"/>
        </w:rPr>
        <w:t>ъ</w:t>
      </w:r>
      <w:r w:rsidRPr="00695B0B">
        <w:rPr>
          <w:rFonts w:ascii="Times New Roman" w:hAnsi="Times New Roman" w:cs="Times New Roman"/>
        </w:rPr>
        <w:t>жения</w:t>
      </w:r>
      <w:r w:rsidR="001862F2">
        <w:rPr>
          <w:rFonts w:ascii="Times New Roman" w:hAnsi="Times New Roman" w:cs="Times New Roman"/>
        </w:rPr>
        <w:t>, огради;</w:t>
      </w:r>
    </w:p>
    <w:p w14:paraId="698269D4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състояние на временното </w:t>
      </w:r>
      <w:proofErr w:type="spellStart"/>
      <w:r w:rsidRPr="00695B0B">
        <w:rPr>
          <w:rFonts w:ascii="Times New Roman" w:hAnsi="Times New Roman" w:cs="Times New Roman"/>
        </w:rPr>
        <w:t>ел.захранване</w:t>
      </w:r>
      <w:proofErr w:type="spellEnd"/>
      <w:r w:rsidRPr="00695B0B">
        <w:rPr>
          <w:rFonts w:ascii="Times New Roman" w:hAnsi="Times New Roman" w:cs="Times New Roman"/>
        </w:rPr>
        <w:t xml:space="preserve"> на строителната площадка – от гледна точка на безопасна експлоатация;</w:t>
      </w:r>
    </w:p>
    <w:p w14:paraId="4B22E978" w14:textId="77777777" w:rsidR="00067D12" w:rsidRPr="00695B0B" w:rsidRDefault="00067D12" w:rsidP="00C6300B">
      <w:pPr>
        <w:numPr>
          <w:ilvl w:val="0"/>
          <w:numId w:val="13"/>
        </w:numPr>
        <w:tabs>
          <w:tab w:val="left" w:pos="990"/>
        </w:tabs>
        <w:spacing w:before="60" w:after="60" w:line="276" w:lineRule="auto"/>
        <w:ind w:left="990" w:hanging="45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Поставян</w:t>
      </w:r>
      <w:r w:rsidR="003B2288" w:rsidRPr="00695B0B">
        <w:rPr>
          <w:rFonts w:ascii="Times New Roman" w:hAnsi="Times New Roman" w:cs="Times New Roman"/>
        </w:rPr>
        <w:t xml:space="preserve">е </w:t>
      </w:r>
      <w:r w:rsidR="005F47A4" w:rsidRPr="00695B0B">
        <w:rPr>
          <w:rFonts w:ascii="Times New Roman" w:hAnsi="Times New Roman" w:cs="Times New Roman"/>
        </w:rPr>
        <w:t xml:space="preserve">на необходимите пътни знаци и табели, </w:t>
      </w:r>
      <w:r w:rsidRPr="00695B0B">
        <w:rPr>
          <w:rFonts w:ascii="Times New Roman" w:hAnsi="Times New Roman" w:cs="Times New Roman"/>
        </w:rPr>
        <w:t>указващи опас</w:t>
      </w:r>
      <w:r w:rsidR="00BD1723" w:rsidRPr="00695B0B">
        <w:rPr>
          <w:rFonts w:ascii="Times New Roman" w:hAnsi="Times New Roman" w:cs="Times New Roman"/>
        </w:rPr>
        <w:t xml:space="preserve">ностите и </w:t>
      </w:r>
      <w:r w:rsidR="005F47A4" w:rsidRPr="00695B0B">
        <w:rPr>
          <w:rFonts w:ascii="Times New Roman" w:hAnsi="Times New Roman" w:cs="Times New Roman"/>
        </w:rPr>
        <w:t>обособяващи зоната на работното</w:t>
      </w:r>
      <w:r w:rsidRPr="00695B0B">
        <w:rPr>
          <w:rFonts w:ascii="Times New Roman" w:hAnsi="Times New Roman" w:cs="Times New Roman"/>
        </w:rPr>
        <w:t xml:space="preserve"> поле.</w:t>
      </w:r>
    </w:p>
    <w:p w14:paraId="15637950" w14:textId="77777777" w:rsidR="00067D12" w:rsidRPr="00695B0B" w:rsidRDefault="00067D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работа с ел. уреди е необходимо последните да бъдат заземени и обезопасени. </w:t>
      </w:r>
    </w:p>
    <w:p w14:paraId="2431A7F0" w14:textId="77777777" w:rsidR="00067D12" w:rsidRPr="00695B0B" w:rsidRDefault="00DD6F9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По време на строителството да се спазват изискванията на чл. 74 от ЗУТ. </w:t>
      </w:r>
      <w:r w:rsidR="00067D12" w:rsidRPr="00695B0B">
        <w:rPr>
          <w:rFonts w:ascii="Times New Roman" w:hAnsi="Times New Roman" w:cs="Times New Roman"/>
        </w:rPr>
        <w:t>Всички по-дълбоки изкопи (ако има такива), особено при наличие на подземни води и при слаби и ронливи почви е необходимо да бъдат укрепени. При извършване на изкопни работи е необходимо предварително да се уточнят местата на подземните проводи.</w:t>
      </w:r>
    </w:p>
    <w:p w14:paraId="20046CAB" w14:textId="77777777" w:rsidR="00067D12" w:rsidRPr="00695B0B" w:rsidRDefault="0003467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034679">
        <w:rPr>
          <w:rFonts w:ascii="Times New Roman" w:hAnsi="Times New Roman" w:cs="Times New Roman"/>
        </w:rPr>
        <w:t>Длъжностно</w:t>
      </w:r>
      <w:r>
        <w:rPr>
          <w:rFonts w:ascii="Times New Roman" w:hAnsi="Times New Roman" w:cs="Times New Roman"/>
        </w:rPr>
        <w:t>то</w:t>
      </w:r>
      <w:r w:rsidRPr="00034679">
        <w:rPr>
          <w:rFonts w:ascii="Times New Roman" w:hAnsi="Times New Roman" w:cs="Times New Roman"/>
        </w:rPr>
        <w:t xml:space="preserve"> лице по безопасност и здраве </w:t>
      </w:r>
      <w:r w:rsidR="003B2288" w:rsidRPr="00695B0B">
        <w:rPr>
          <w:rFonts w:ascii="Times New Roman" w:hAnsi="Times New Roman" w:cs="Times New Roman"/>
        </w:rPr>
        <w:t xml:space="preserve">и техническият ръководител </w:t>
      </w:r>
      <w:r w:rsidR="00BD1723" w:rsidRPr="00695B0B">
        <w:rPr>
          <w:rFonts w:ascii="Times New Roman" w:hAnsi="Times New Roman" w:cs="Times New Roman"/>
        </w:rPr>
        <w:t xml:space="preserve">трябва да наблюдават неотлъчно </w:t>
      </w:r>
      <w:r w:rsidR="00067D12" w:rsidRPr="00695B0B">
        <w:rPr>
          <w:rFonts w:ascii="Times New Roman" w:hAnsi="Times New Roman" w:cs="Times New Roman"/>
        </w:rPr>
        <w:t>работата. Когат</w:t>
      </w:r>
      <w:r w:rsidR="00BD1723" w:rsidRPr="00695B0B">
        <w:rPr>
          <w:rFonts w:ascii="Times New Roman" w:hAnsi="Times New Roman" w:cs="Times New Roman"/>
        </w:rPr>
        <w:t xml:space="preserve">о е необходимо ще преустановят работа, за съгласуване на </w:t>
      </w:r>
      <w:proofErr w:type="spellStart"/>
      <w:r w:rsidR="00BD1723" w:rsidRPr="00695B0B">
        <w:rPr>
          <w:rFonts w:ascii="Times New Roman" w:hAnsi="Times New Roman" w:cs="Times New Roman"/>
        </w:rPr>
        <w:t>понататъшни</w:t>
      </w:r>
      <w:proofErr w:type="spellEnd"/>
      <w:r w:rsidR="00BD1723" w:rsidRPr="00695B0B">
        <w:rPr>
          <w:rFonts w:ascii="Times New Roman" w:hAnsi="Times New Roman" w:cs="Times New Roman"/>
        </w:rPr>
        <w:t xml:space="preserve"> действия с </w:t>
      </w:r>
      <w:r w:rsidR="00CA64E4" w:rsidRPr="00695B0B">
        <w:rPr>
          <w:rFonts w:ascii="Times New Roman" w:hAnsi="Times New Roman" w:cs="Times New Roman"/>
        </w:rPr>
        <w:t>представител на Авторския надзор</w:t>
      </w:r>
      <w:r w:rsidR="00067D12" w:rsidRPr="00695B0B">
        <w:rPr>
          <w:rFonts w:ascii="Times New Roman" w:hAnsi="Times New Roman" w:cs="Times New Roman"/>
        </w:rPr>
        <w:t>.</w:t>
      </w:r>
    </w:p>
    <w:p w14:paraId="64C9A4BA" w14:textId="77777777" w:rsidR="00067D12" w:rsidRPr="00695B0B" w:rsidRDefault="00067D12" w:rsidP="005F47A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На обекта да бъде въведена “Книга за инструктаж” на работното място, периодичен и извънреден инструктаж по безопасност, хигиена на труда и противопожарна охрана, одобрена чрез Наредба №3 от 31.07.2003 год. на Министерството на Труда и Социалната Политика и Министерство на Здра</w:t>
      </w:r>
      <w:r w:rsidR="005F47A4" w:rsidRPr="00695B0B">
        <w:rPr>
          <w:rFonts w:ascii="Times New Roman" w:hAnsi="Times New Roman" w:cs="Times New Roman"/>
        </w:rPr>
        <w:t>веопазването.</w:t>
      </w:r>
    </w:p>
    <w:p w14:paraId="26C14DC9" w14:textId="77777777" w:rsidR="00CA64E4" w:rsidRPr="00695B0B" w:rsidRDefault="00CA64E4" w:rsidP="00EF5A54">
      <w:pPr>
        <w:pStyle w:val="20"/>
      </w:pPr>
      <w:bookmarkStart w:id="30" w:name="_Toc513127285"/>
      <w:r w:rsidRPr="00695B0B">
        <w:t>ТРУДОВА И ЗДРАВНА БЕЗОПАСНОСТ НА РАБОТНОТО МЯСТО</w:t>
      </w:r>
      <w:bookmarkEnd w:id="30"/>
    </w:p>
    <w:p w14:paraId="60D1E62B" w14:textId="77777777" w:rsidR="00CA64E4" w:rsidRPr="00695B0B" w:rsidRDefault="00CA64E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Всички наредби, инструкции и други законови документи засягащи трудовата и здравна безопасност на работниците, касаещи изпълнението на работите на настоящия обект са задължение на Изпълнителя.</w:t>
      </w:r>
    </w:p>
    <w:p w14:paraId="6F77EAC4" w14:textId="77777777" w:rsidR="00CA64E4" w:rsidRPr="00695B0B" w:rsidRDefault="00CA64E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 Изпълнителят трябва да представи план за безопасност и здр</w:t>
      </w:r>
      <w:r w:rsidR="001862F2" w:rsidRPr="00695B0B">
        <w:rPr>
          <w:rFonts w:ascii="Times New Roman" w:hAnsi="Times New Roman" w:cs="Times New Roman"/>
        </w:rPr>
        <w:t>а</w:t>
      </w:r>
      <w:r w:rsidR="001862F2">
        <w:rPr>
          <w:rFonts w:ascii="Times New Roman" w:hAnsi="Times New Roman" w:cs="Times New Roman"/>
        </w:rPr>
        <w:t>ве на Консултанта</w:t>
      </w:r>
      <w:r w:rsidRPr="00695B0B">
        <w:rPr>
          <w:rFonts w:ascii="Times New Roman" w:hAnsi="Times New Roman" w:cs="Times New Roman"/>
        </w:rPr>
        <w:t xml:space="preserve"> за одобрение преди започването на каквито и да било действия на строителната площадка. </w:t>
      </w:r>
    </w:p>
    <w:p w14:paraId="667657AA" w14:textId="77777777" w:rsidR="00CA64E4" w:rsidRPr="00695B0B" w:rsidRDefault="00CA64E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Изпълнителят е длъжен да осигури работно облекло и лични предпазни средства, като ги съобрази със спецификата на работите изпълнявани от различните работници. Изпълнителят ще инструктира работниците и служителите според изискванията на Наредба № 2 от 22 март 2004г. за минималните изисквания за здравословни и безопасни условия на труд при извършване на строителни и монтажни работи. При използване на машини и съоръжения на обекта, работниците трябва да бъдат инструктирани за работата с тях. Не се допуска с машините и съоръженията да работят неквалифицирани работници. Всички движещи се части на машините трябва да бъдат добре закрепени, покрити и обезопасени. Електрическите машини трябва да бъдат заземени. </w:t>
      </w:r>
    </w:p>
    <w:p w14:paraId="650DF557" w14:textId="77777777" w:rsidR="00CA64E4" w:rsidRPr="00695B0B" w:rsidRDefault="00CA64E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 случай на изпълнение на строителни работи на височина над 1.5 метра при липса на скеле, работниците трябва да работят с предпазни колани. Забранено е изпълнението на работи на височина над 1.5 м без </w:t>
      </w:r>
      <w:proofErr w:type="spellStart"/>
      <w:r w:rsidRPr="00695B0B">
        <w:rPr>
          <w:rFonts w:ascii="Times New Roman" w:hAnsi="Times New Roman" w:cs="Times New Roman"/>
        </w:rPr>
        <w:t>обезопасителна</w:t>
      </w:r>
      <w:proofErr w:type="spellEnd"/>
      <w:r w:rsidRPr="00695B0B">
        <w:rPr>
          <w:rFonts w:ascii="Times New Roman" w:hAnsi="Times New Roman" w:cs="Times New Roman"/>
        </w:rPr>
        <w:t xml:space="preserve"> екипировка.</w:t>
      </w:r>
    </w:p>
    <w:p w14:paraId="6389E99D" w14:textId="77777777" w:rsidR="00CA64E4" w:rsidRPr="00695B0B" w:rsidRDefault="00CA64E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Всички работещи и посещаващи обекта трябва да носят каски, ако се изискват такива. </w:t>
      </w:r>
    </w:p>
    <w:p w14:paraId="2B2FA72D" w14:textId="77777777" w:rsidR="00C0366B" w:rsidRPr="00695B0B" w:rsidRDefault="003C2B35" w:rsidP="00EF5A54">
      <w:pPr>
        <w:pStyle w:val="20"/>
      </w:pPr>
      <w:bookmarkStart w:id="31" w:name="_Toc513127286"/>
      <w:r w:rsidRPr="00695B0B">
        <w:lastRenderedPageBreak/>
        <w:t>ИЗИСКВАНИЯ ЗА ОПАЗВАНЕ НА ОКОЛНАТА СРЕДА</w:t>
      </w:r>
      <w:bookmarkEnd w:id="31"/>
    </w:p>
    <w:p w14:paraId="5E2D2570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Освен предвидените в </w:t>
      </w:r>
      <w:r w:rsidR="00060762" w:rsidRPr="00695B0B">
        <w:rPr>
          <w:rFonts w:ascii="Times New Roman" w:hAnsi="Times New Roman" w:cs="Times New Roman"/>
        </w:rPr>
        <w:t>Проекта</w:t>
      </w:r>
      <w:r w:rsidRPr="00695B0B">
        <w:rPr>
          <w:rFonts w:ascii="Times New Roman" w:hAnsi="Times New Roman" w:cs="Times New Roman"/>
        </w:rPr>
        <w:t>, от Изпълнителя се изисква по никакъв начин да не уврежда околната среда, в т.ч. и прилежащите към трасето дървесни видове, като за целта представи изчерпателно описание на мероприятията за изпълнение на горното изискване и на разпоредбите на Закона за управление на отпадъците (ДВ/86/03).</w:t>
      </w:r>
    </w:p>
    <w:p w14:paraId="05022D75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От Изпълнителя се изисква спазването на екологичните изисквания по време на строителството, както да спазва инструкциите на </w:t>
      </w:r>
      <w:r w:rsidR="006B568D" w:rsidRPr="00695B0B">
        <w:rPr>
          <w:rFonts w:ascii="Times New Roman" w:hAnsi="Times New Roman" w:cs="Times New Roman"/>
        </w:rPr>
        <w:t xml:space="preserve">Възложителя </w:t>
      </w:r>
      <w:r w:rsidRPr="00695B0B">
        <w:rPr>
          <w:rFonts w:ascii="Times New Roman" w:hAnsi="Times New Roman" w:cs="Times New Roman"/>
        </w:rPr>
        <w:t xml:space="preserve">и другите компетентни органи съобразно действащата нормативна уредба за околна среда. Изпълнителят следва да спазва поставените изисквания в приложените към документацията становища на РИОСВ </w:t>
      </w:r>
      <w:r w:rsidR="008A63BE">
        <w:rPr>
          <w:rFonts w:ascii="Times New Roman" w:hAnsi="Times New Roman" w:cs="Times New Roman"/>
        </w:rPr>
        <w:t>Велико Търново</w:t>
      </w:r>
      <w:r w:rsidRPr="00695B0B">
        <w:rPr>
          <w:rFonts w:ascii="Times New Roman" w:hAnsi="Times New Roman" w:cs="Times New Roman"/>
        </w:rPr>
        <w:t xml:space="preserve">. </w:t>
      </w:r>
    </w:p>
    <w:p w14:paraId="3F9686F8" w14:textId="77777777" w:rsidR="00DC2999" w:rsidRPr="00695B0B" w:rsidRDefault="003C2B35" w:rsidP="00EF5A54">
      <w:pPr>
        <w:pStyle w:val="20"/>
      </w:pPr>
      <w:bookmarkStart w:id="32" w:name="_Toc513127287"/>
      <w:r w:rsidRPr="00695B0B">
        <w:t>ПОЧИСТВАНЕ И ИЗВОЗВАНЕ НА ОТПАДЪЦИ И ИЗКОПАНА ПРЪСТ</w:t>
      </w:r>
      <w:bookmarkEnd w:id="32"/>
    </w:p>
    <w:p w14:paraId="0CC4AB0B" w14:textId="77777777" w:rsidR="00DC2999" w:rsidRPr="00695B0B" w:rsidRDefault="00A46BE6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Зоните</w:t>
      </w:r>
      <w:r w:rsidR="00DC2999" w:rsidRPr="00695B0B">
        <w:rPr>
          <w:rFonts w:ascii="Times New Roman" w:hAnsi="Times New Roman" w:cs="Times New Roman"/>
        </w:rPr>
        <w:t xml:space="preserve"> за изхвърляна на изкопната пръст и строителните отпадъци трябва да </w:t>
      </w:r>
      <w:r w:rsidRPr="00695B0B">
        <w:rPr>
          <w:rFonts w:ascii="Times New Roman" w:hAnsi="Times New Roman" w:cs="Times New Roman"/>
        </w:rPr>
        <w:t>са съгласувани</w:t>
      </w:r>
      <w:r w:rsidR="00DC2999" w:rsidRPr="00695B0B">
        <w:rPr>
          <w:rFonts w:ascii="Times New Roman" w:hAnsi="Times New Roman" w:cs="Times New Roman"/>
        </w:rPr>
        <w:t xml:space="preserve"> с Общината.</w:t>
      </w:r>
    </w:p>
    <w:p w14:paraId="6FE27B64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трябва  своевременно да отстранява и премахва от района на работните площадки всички отломки, изкопани земни маси и отпадъци, но не по рядко от веднъж седмично.</w:t>
      </w:r>
    </w:p>
    <w:p w14:paraId="5EA4A695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Всички отпадъци в следствие на почистването са собственост на Изпълнителя и трябва да се </w:t>
      </w:r>
      <w:proofErr w:type="spellStart"/>
      <w:r w:rsidRPr="00695B0B">
        <w:rPr>
          <w:rFonts w:ascii="Times New Roman" w:hAnsi="Times New Roman" w:cs="Times New Roman"/>
        </w:rPr>
        <w:t>отстрянят</w:t>
      </w:r>
      <w:proofErr w:type="spellEnd"/>
      <w:r w:rsidRPr="00695B0B">
        <w:rPr>
          <w:rFonts w:ascii="Times New Roman" w:hAnsi="Times New Roman" w:cs="Times New Roman"/>
        </w:rPr>
        <w:t xml:space="preserve"> от Площадката по начин, който да не предизвиква замърсяване по пътищата и в имотите на съседните собственици. </w:t>
      </w:r>
    </w:p>
    <w:p w14:paraId="6D979AB0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Отпадъците трябва да бъдат изхвърлени в съответствие с действащата нормативна уредба, на депо посочено от Общината.</w:t>
      </w:r>
    </w:p>
    <w:p w14:paraId="6C1635BD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 случай, че Изпълнителят</w:t>
      </w:r>
      <w:r w:rsidR="001862F2">
        <w:rPr>
          <w:rFonts w:ascii="Times New Roman" w:hAnsi="Times New Roman" w:cs="Times New Roman"/>
        </w:rPr>
        <w:t xml:space="preserve"> не успее, откаже или пренебрег</w:t>
      </w:r>
      <w:r w:rsidRPr="00695B0B">
        <w:rPr>
          <w:rFonts w:ascii="Times New Roman" w:hAnsi="Times New Roman" w:cs="Times New Roman"/>
        </w:rPr>
        <w:t>не премахването на отпадъците, временните съоръжения или не почисти настилките или тротоарите, ка</w:t>
      </w:r>
      <w:r w:rsidR="001862F2">
        <w:rPr>
          <w:rFonts w:ascii="Times New Roman" w:hAnsi="Times New Roman" w:cs="Times New Roman"/>
        </w:rPr>
        <w:t>кто се изисква съгласно настоящо</w:t>
      </w:r>
      <w:r w:rsidRPr="00695B0B">
        <w:rPr>
          <w:rFonts w:ascii="Times New Roman" w:hAnsi="Times New Roman" w:cs="Times New Roman"/>
        </w:rPr>
        <w:t>то, то Възложителят може, без това да го задължава, да отстрани и изхвърли тези отпадъци и временни съоръжения</w:t>
      </w:r>
      <w:r w:rsidR="001862F2">
        <w:rPr>
          <w:rFonts w:ascii="Times New Roman" w:hAnsi="Times New Roman" w:cs="Times New Roman"/>
        </w:rPr>
        <w:t>,</w:t>
      </w:r>
      <w:r w:rsidRPr="00695B0B">
        <w:rPr>
          <w:rFonts w:ascii="Times New Roman" w:hAnsi="Times New Roman" w:cs="Times New Roman"/>
        </w:rPr>
        <w:t xml:space="preserve"> ка</w:t>
      </w:r>
      <w:r w:rsidR="001862F2">
        <w:rPr>
          <w:rFonts w:ascii="Times New Roman" w:hAnsi="Times New Roman" w:cs="Times New Roman"/>
        </w:rPr>
        <w:t>к</w:t>
      </w:r>
      <w:r w:rsidRPr="00695B0B">
        <w:rPr>
          <w:rFonts w:ascii="Times New Roman" w:hAnsi="Times New Roman" w:cs="Times New Roman"/>
        </w:rPr>
        <w:t>то и да почисти настилките и тротоарите. Направените във връзка с това разходи ще</w:t>
      </w:r>
      <w:r w:rsidR="001862F2">
        <w:rPr>
          <w:rFonts w:ascii="Times New Roman" w:hAnsi="Times New Roman" w:cs="Times New Roman"/>
        </w:rPr>
        <w:t xml:space="preserve"> се приспаднат от дължимите пар</w:t>
      </w:r>
      <w:r w:rsidRPr="00695B0B">
        <w:rPr>
          <w:rFonts w:ascii="Times New Roman" w:hAnsi="Times New Roman" w:cs="Times New Roman"/>
        </w:rPr>
        <w:t xml:space="preserve">и, или ще бъдат дължими от Изпълнителя. </w:t>
      </w:r>
    </w:p>
    <w:p w14:paraId="2B1891C4" w14:textId="77777777" w:rsidR="00DC2999" w:rsidRPr="00695B0B" w:rsidRDefault="00DC2999" w:rsidP="00BD1723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Маршрутите на превозните средства от и към строителната площадка трябва да са съглас</w:t>
      </w:r>
      <w:r w:rsidR="00BD1723" w:rsidRPr="00695B0B">
        <w:rPr>
          <w:rFonts w:ascii="Times New Roman" w:hAnsi="Times New Roman" w:cs="Times New Roman"/>
        </w:rPr>
        <w:t xml:space="preserve">увани с изискванията на Община </w:t>
      </w:r>
      <w:r w:rsidR="008A63BE">
        <w:rPr>
          <w:rFonts w:ascii="Times New Roman" w:hAnsi="Times New Roman" w:cs="Times New Roman"/>
        </w:rPr>
        <w:t>Велико Търново</w:t>
      </w:r>
      <w:r w:rsidR="00BD1723" w:rsidRPr="00695B0B">
        <w:rPr>
          <w:rFonts w:ascii="Times New Roman" w:hAnsi="Times New Roman" w:cs="Times New Roman"/>
        </w:rPr>
        <w:t>.</w:t>
      </w:r>
    </w:p>
    <w:p w14:paraId="689CDAA7" w14:textId="77777777" w:rsidR="00DC2999" w:rsidRPr="00695B0B" w:rsidRDefault="003C2B35" w:rsidP="00EF5A54">
      <w:pPr>
        <w:pStyle w:val="20"/>
      </w:pPr>
      <w:bookmarkStart w:id="33" w:name="_Toc513127288"/>
      <w:r w:rsidRPr="00695B0B">
        <w:t>УПРАВЛЕНИЕ НА СТРОИТЕЛНИТЕ ОТПАДЪЦИ</w:t>
      </w:r>
      <w:bookmarkEnd w:id="33"/>
    </w:p>
    <w:p w14:paraId="647D1953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 съответствие с Наредбата за управление на строителните отпадъци и за влагане на рециклирани строителни материали, приета с ПМС 277 от 05.11.2012г., </w:t>
      </w:r>
      <w:proofErr w:type="spellStart"/>
      <w:r w:rsidRPr="00695B0B">
        <w:rPr>
          <w:rFonts w:ascii="Times New Roman" w:hAnsi="Times New Roman" w:cs="Times New Roman"/>
        </w:rPr>
        <w:t>обн</w:t>
      </w:r>
      <w:proofErr w:type="spellEnd"/>
      <w:r w:rsidRPr="00695B0B">
        <w:rPr>
          <w:rFonts w:ascii="Times New Roman" w:hAnsi="Times New Roman" w:cs="Times New Roman"/>
        </w:rPr>
        <w:t>. ДВ бр.89 от 13.11.2012г., в сила от 13.11.2012г. при стартиране на строително – монтажните работи Възложителят ще предостави на Изпълнителя план за управление на строителните отпадъци (</w:t>
      </w:r>
      <w:r w:rsidR="00DC3BAA" w:rsidRPr="00695B0B">
        <w:rPr>
          <w:rFonts w:ascii="Times New Roman" w:hAnsi="Times New Roman" w:cs="Times New Roman"/>
        </w:rPr>
        <w:t>ПУ</w:t>
      </w:r>
      <w:r w:rsidRPr="00695B0B">
        <w:rPr>
          <w:rFonts w:ascii="Times New Roman" w:hAnsi="Times New Roman" w:cs="Times New Roman"/>
        </w:rPr>
        <w:t>СО).</w:t>
      </w:r>
    </w:p>
    <w:p w14:paraId="2E416B22" w14:textId="77777777" w:rsidR="00DC2999" w:rsidRPr="00695B0B" w:rsidRDefault="00DC2999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Влагането на рециклирани строителни материали и/или третирани строителни отпадъци за материално оползотворяване в обратни насипи ще се извършва съгласно чл. 13 от Наредбата за управление на строителните отпадъци и за влагане на рециклирани строителни материали и при спазване на сроковете по Приложение №10 от Наредбата. </w:t>
      </w:r>
    </w:p>
    <w:p w14:paraId="1EB7B2FF" w14:textId="77777777" w:rsidR="00DC2999" w:rsidRPr="00695B0B" w:rsidRDefault="00DC2999" w:rsidP="00BD1723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Контролът по изпълнение на </w:t>
      </w:r>
      <w:r w:rsidR="00DC3BAA" w:rsidRPr="00695B0B">
        <w:rPr>
          <w:rFonts w:ascii="Times New Roman" w:hAnsi="Times New Roman" w:cs="Times New Roman"/>
        </w:rPr>
        <w:t>ПУ</w:t>
      </w:r>
      <w:r w:rsidRPr="00695B0B">
        <w:rPr>
          <w:rFonts w:ascii="Times New Roman" w:hAnsi="Times New Roman" w:cs="Times New Roman"/>
        </w:rPr>
        <w:t xml:space="preserve">СО ще се осъществява от определено от Възложителя отговорно лице. За целите на отчитането на изпълнението на </w:t>
      </w:r>
      <w:r w:rsidR="00DC3BAA" w:rsidRPr="00695B0B">
        <w:rPr>
          <w:rFonts w:ascii="Times New Roman" w:hAnsi="Times New Roman" w:cs="Times New Roman"/>
        </w:rPr>
        <w:t>ПУ</w:t>
      </w:r>
      <w:r w:rsidRPr="00695B0B">
        <w:rPr>
          <w:rFonts w:ascii="Times New Roman" w:hAnsi="Times New Roman" w:cs="Times New Roman"/>
        </w:rPr>
        <w:t xml:space="preserve">СО, изпълнителят предоставя на Възложителя копия от първични счетоводни документи и други документи за приемане на отпадъци, рециклиране, предаване на съоръжения за обезвреждане, копия от първични счетоводни документи и </w:t>
      </w:r>
      <w:proofErr w:type="spellStart"/>
      <w:r w:rsidRPr="00695B0B">
        <w:rPr>
          <w:rFonts w:ascii="Times New Roman" w:hAnsi="Times New Roman" w:cs="Times New Roman"/>
        </w:rPr>
        <w:t>кантарни</w:t>
      </w:r>
      <w:proofErr w:type="spellEnd"/>
      <w:r w:rsidRPr="00695B0B">
        <w:rPr>
          <w:rFonts w:ascii="Times New Roman" w:hAnsi="Times New Roman" w:cs="Times New Roman"/>
        </w:rPr>
        <w:t xml:space="preserve"> бележки за закупени СО и/или продукти от оползотворени СО, документи за съответствие, доказващи влагането на продукти от оползотворени СО в строежа и/или оползотвор</w:t>
      </w:r>
      <w:r w:rsidR="00BD1723" w:rsidRPr="00695B0B">
        <w:rPr>
          <w:rFonts w:ascii="Times New Roman" w:hAnsi="Times New Roman" w:cs="Times New Roman"/>
        </w:rPr>
        <w:t>яването на СО в обратни насипи.</w:t>
      </w:r>
    </w:p>
    <w:p w14:paraId="085AAA98" w14:textId="77777777" w:rsidR="00903D9A" w:rsidRPr="00695B0B" w:rsidRDefault="003C2B35" w:rsidP="00EF5A54">
      <w:pPr>
        <w:pStyle w:val="20"/>
      </w:pPr>
      <w:bookmarkStart w:id="34" w:name="_Toc513127289"/>
      <w:r w:rsidRPr="00695B0B">
        <w:t>ВРЕМЕННИ СЪОРЪЖЕНИЯ, ВРЕМЕННО ВОДОСНАБДЯВАНЕ, ЕЛ. ЗАХРАНВАНЕ И САНИТАРНИ ВЪЗЛИ</w:t>
      </w:r>
      <w:bookmarkEnd w:id="34"/>
    </w:p>
    <w:p w14:paraId="194F4769" w14:textId="77777777" w:rsidR="00A334C2" w:rsidRPr="00695B0B" w:rsidRDefault="00A334C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длъжен, за своя сметка, да изгради всички временни съоръжения като прем</w:t>
      </w:r>
      <w:r w:rsidR="00C101B6">
        <w:rPr>
          <w:rFonts w:ascii="Times New Roman" w:hAnsi="Times New Roman" w:cs="Times New Roman"/>
        </w:rPr>
        <w:t>е</w:t>
      </w:r>
      <w:r w:rsidRPr="00695B0B">
        <w:rPr>
          <w:rFonts w:ascii="Times New Roman" w:hAnsi="Times New Roman" w:cs="Times New Roman"/>
        </w:rPr>
        <w:t xml:space="preserve">ствания, скелета, пътни връзки с пътищата в района, подходи, рампи и др., необходими за извършване на строително-монтажните работи на обекта, както и тяхното отстраняване след приключване на Работата. </w:t>
      </w:r>
    </w:p>
    <w:p w14:paraId="10FDC500" w14:textId="77777777" w:rsidR="00903D9A" w:rsidRPr="00695B0B" w:rsidRDefault="00903D9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>Изпълните</w:t>
      </w:r>
      <w:r w:rsidR="00DC3BAA" w:rsidRPr="00695B0B">
        <w:rPr>
          <w:rFonts w:ascii="Times New Roman" w:hAnsi="Times New Roman" w:cs="Times New Roman"/>
        </w:rPr>
        <w:t>л</w:t>
      </w:r>
      <w:r w:rsidRPr="00695B0B">
        <w:rPr>
          <w:rFonts w:ascii="Times New Roman" w:hAnsi="Times New Roman" w:cs="Times New Roman"/>
        </w:rPr>
        <w:t>ят ще координира и монтира всички временни съоръжения в съответствие с изискванията на местните власти или комунални фирми и съгласно вси</w:t>
      </w:r>
      <w:r w:rsidR="00A334C2" w:rsidRPr="00695B0B">
        <w:rPr>
          <w:rFonts w:ascii="Times New Roman" w:hAnsi="Times New Roman" w:cs="Times New Roman"/>
        </w:rPr>
        <w:t>ч</w:t>
      </w:r>
      <w:r w:rsidRPr="00695B0B">
        <w:rPr>
          <w:rFonts w:ascii="Times New Roman" w:hAnsi="Times New Roman" w:cs="Times New Roman"/>
        </w:rPr>
        <w:t xml:space="preserve">ки действащи нормативи и </w:t>
      </w:r>
      <w:proofErr w:type="spellStart"/>
      <w:r w:rsidRPr="00695B0B">
        <w:rPr>
          <w:rFonts w:ascii="Times New Roman" w:hAnsi="Times New Roman" w:cs="Times New Roman"/>
        </w:rPr>
        <w:t>правилици</w:t>
      </w:r>
      <w:proofErr w:type="spellEnd"/>
      <w:r w:rsidRPr="00695B0B">
        <w:rPr>
          <w:rFonts w:ascii="Times New Roman" w:hAnsi="Times New Roman" w:cs="Times New Roman"/>
        </w:rPr>
        <w:t>.</w:t>
      </w:r>
    </w:p>
    <w:p w14:paraId="727B4812" w14:textId="77777777" w:rsidR="00A334C2" w:rsidRPr="00695B0B" w:rsidRDefault="00A334C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Площта на </w:t>
      </w:r>
      <w:proofErr w:type="spellStart"/>
      <w:r w:rsidRPr="00695B0B">
        <w:rPr>
          <w:rFonts w:ascii="Times New Roman" w:hAnsi="Times New Roman" w:cs="Times New Roman"/>
        </w:rPr>
        <w:t>времените</w:t>
      </w:r>
      <w:proofErr w:type="spellEnd"/>
      <w:r w:rsidRPr="00695B0B">
        <w:rPr>
          <w:rFonts w:ascii="Times New Roman" w:hAnsi="Times New Roman" w:cs="Times New Roman"/>
        </w:rPr>
        <w:t xml:space="preserve"> пътни връзки след приключване на строителството трябва да бъде </w:t>
      </w:r>
      <w:proofErr w:type="spellStart"/>
      <w:r w:rsidRPr="00695B0B">
        <w:rPr>
          <w:rFonts w:ascii="Times New Roman" w:hAnsi="Times New Roman" w:cs="Times New Roman"/>
        </w:rPr>
        <w:t>рекултивирана</w:t>
      </w:r>
      <w:proofErr w:type="spellEnd"/>
      <w:r w:rsidRPr="00695B0B">
        <w:rPr>
          <w:rFonts w:ascii="Times New Roman" w:hAnsi="Times New Roman" w:cs="Times New Roman"/>
        </w:rPr>
        <w:t xml:space="preserve"> и възстановена в първоначалния й вид или така, както е предвидено в Проекта, а всички временни съоръжения трябва да бъдат демонтирани и отстранени. Всички </w:t>
      </w:r>
      <w:proofErr w:type="spellStart"/>
      <w:r w:rsidRPr="00695B0B">
        <w:rPr>
          <w:rFonts w:ascii="Times New Roman" w:hAnsi="Times New Roman" w:cs="Times New Roman"/>
        </w:rPr>
        <w:t>разкоди</w:t>
      </w:r>
      <w:proofErr w:type="spellEnd"/>
      <w:r w:rsidRPr="00695B0B">
        <w:rPr>
          <w:rFonts w:ascii="Times New Roman" w:hAnsi="Times New Roman" w:cs="Times New Roman"/>
        </w:rPr>
        <w:t xml:space="preserve"> и отговорности са на Изпълнителя.</w:t>
      </w:r>
    </w:p>
    <w:p w14:paraId="7E88C7C8" w14:textId="77777777" w:rsidR="00903D9A" w:rsidRPr="00695B0B" w:rsidRDefault="00903D9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При приключване на работата или когато временните съоръжения не са нужни повече, Изпълнит</w:t>
      </w:r>
      <w:r w:rsidR="00DC3BAA" w:rsidRPr="00695B0B">
        <w:rPr>
          <w:rFonts w:ascii="Times New Roman" w:hAnsi="Times New Roman" w:cs="Times New Roman"/>
        </w:rPr>
        <w:t>е</w:t>
      </w:r>
      <w:r w:rsidRPr="00695B0B">
        <w:rPr>
          <w:rFonts w:ascii="Times New Roman" w:hAnsi="Times New Roman" w:cs="Times New Roman"/>
        </w:rPr>
        <w:t xml:space="preserve">лят ще ги премести и ще възстанови площадката в първоначалното и състояние или така, както е предвидено в </w:t>
      </w:r>
      <w:r w:rsidR="00060762" w:rsidRPr="00695B0B">
        <w:rPr>
          <w:rFonts w:ascii="Times New Roman" w:hAnsi="Times New Roman" w:cs="Times New Roman"/>
        </w:rPr>
        <w:t>Проекта</w:t>
      </w:r>
      <w:r w:rsidRPr="00695B0B">
        <w:rPr>
          <w:rFonts w:ascii="Times New Roman" w:hAnsi="Times New Roman" w:cs="Times New Roman"/>
        </w:rPr>
        <w:t>. Всички раз</w:t>
      </w:r>
      <w:r w:rsidR="00DC3BAA" w:rsidRPr="00695B0B">
        <w:rPr>
          <w:rFonts w:ascii="Times New Roman" w:hAnsi="Times New Roman" w:cs="Times New Roman"/>
        </w:rPr>
        <w:t>х</w:t>
      </w:r>
      <w:r w:rsidRPr="00695B0B">
        <w:rPr>
          <w:rFonts w:ascii="Times New Roman" w:hAnsi="Times New Roman" w:cs="Times New Roman"/>
        </w:rPr>
        <w:t xml:space="preserve">оди </w:t>
      </w:r>
      <w:r w:rsidR="00DC3BAA" w:rsidRPr="00695B0B">
        <w:rPr>
          <w:rFonts w:ascii="Times New Roman" w:hAnsi="Times New Roman" w:cs="Times New Roman"/>
        </w:rPr>
        <w:t>и от</w:t>
      </w:r>
      <w:r w:rsidR="00A334C2" w:rsidRPr="00695B0B">
        <w:rPr>
          <w:rFonts w:ascii="Times New Roman" w:hAnsi="Times New Roman" w:cs="Times New Roman"/>
        </w:rPr>
        <w:t xml:space="preserve">говорности са на </w:t>
      </w:r>
      <w:r w:rsidRPr="00695B0B">
        <w:rPr>
          <w:rFonts w:ascii="Times New Roman" w:hAnsi="Times New Roman" w:cs="Times New Roman"/>
        </w:rPr>
        <w:t>Изпълнителя.</w:t>
      </w:r>
    </w:p>
    <w:p w14:paraId="7153DE83" w14:textId="77777777" w:rsidR="00731D0B" w:rsidRPr="00695B0B" w:rsidRDefault="00731D0B" w:rsidP="00EF5A54">
      <w:pPr>
        <w:pStyle w:val="20"/>
      </w:pPr>
      <w:bookmarkStart w:id="35" w:name="_Toc513127290"/>
      <w:r w:rsidRPr="00695B0B">
        <w:t>СТРОИТЕЛНА ОГРАДА, ЗОНА ЗА ПОЧИСТВАНЕ НА ГУМИТЕ, ТАБЕЛА</w:t>
      </w:r>
      <w:bookmarkEnd w:id="35"/>
    </w:p>
    <w:p w14:paraId="398C3AE8" w14:textId="77777777" w:rsidR="00731D0B" w:rsidRPr="00695B0B" w:rsidRDefault="00731D0B" w:rsidP="00731D0B">
      <w:pPr>
        <w:tabs>
          <w:tab w:val="num" w:pos="-540"/>
        </w:tabs>
        <w:ind w:firstLine="54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Изпълнителят е задължен в съответствие с одобрените проекти, действащото законодателство и изискванията на Възложителя да </w:t>
      </w:r>
      <w:r w:rsidR="0018431E" w:rsidRPr="00695B0B">
        <w:rPr>
          <w:rFonts w:ascii="Times New Roman" w:hAnsi="Times New Roman" w:cs="Times New Roman"/>
        </w:rPr>
        <w:t xml:space="preserve">монтира и поддържа </w:t>
      </w:r>
      <w:r w:rsidRPr="00695B0B">
        <w:rPr>
          <w:rFonts w:ascii="Times New Roman" w:hAnsi="Times New Roman" w:cs="Times New Roman"/>
        </w:rPr>
        <w:t>строителна ограда</w:t>
      </w:r>
      <w:r w:rsidR="0018431E" w:rsidRPr="00695B0B">
        <w:rPr>
          <w:rFonts w:ascii="Times New Roman" w:hAnsi="Times New Roman" w:cs="Times New Roman"/>
        </w:rPr>
        <w:t xml:space="preserve"> около обектите.</w:t>
      </w:r>
    </w:p>
    <w:p w14:paraId="53BC9EBC" w14:textId="77777777" w:rsidR="00EE6607" w:rsidRPr="00695B0B" w:rsidRDefault="00EE6607" w:rsidP="00EE6607">
      <w:pPr>
        <w:tabs>
          <w:tab w:val="num" w:pos="-540"/>
        </w:tabs>
        <w:ind w:firstLine="54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ще осигури, изгради и поддържа такива пътни знаци, лампи, бариери, огради, предпази козирки, сигнали за контрол на движението и други такива мерки, които са необходими при изпълнение на СМР, с цел осигуряване на безопасност на всички хора имащи достъп до обекта (както работниците на изпълни</w:t>
      </w:r>
      <w:r w:rsidR="003B6B5C" w:rsidRPr="00695B0B">
        <w:rPr>
          <w:rFonts w:ascii="Times New Roman" w:hAnsi="Times New Roman" w:cs="Times New Roman"/>
        </w:rPr>
        <w:t xml:space="preserve">теля така и живущите в </w:t>
      </w:r>
      <w:proofErr w:type="spellStart"/>
      <w:r w:rsidR="003B6B5C" w:rsidRPr="00695B0B">
        <w:rPr>
          <w:rFonts w:ascii="Times New Roman" w:hAnsi="Times New Roman" w:cs="Times New Roman"/>
        </w:rPr>
        <w:t>градата</w:t>
      </w:r>
      <w:proofErr w:type="spellEnd"/>
      <w:r w:rsidR="003B6B5C" w:rsidRPr="00695B0B">
        <w:rPr>
          <w:rFonts w:ascii="Times New Roman" w:hAnsi="Times New Roman" w:cs="Times New Roman"/>
        </w:rPr>
        <w:t>).</w:t>
      </w:r>
    </w:p>
    <w:p w14:paraId="062284F1" w14:textId="77777777" w:rsidR="00EE6607" w:rsidRPr="00695B0B" w:rsidRDefault="00EE6607" w:rsidP="00EE6607">
      <w:pPr>
        <w:tabs>
          <w:tab w:val="num" w:pos="-540"/>
        </w:tabs>
        <w:ind w:firstLine="54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Всички мерки за безопасност ще бъдат приети от Инвеститора на място преди започването на каквато и да е строителна работа.</w:t>
      </w:r>
    </w:p>
    <w:p w14:paraId="7552C194" w14:textId="77777777" w:rsidR="00731D0B" w:rsidRPr="00695B0B" w:rsidRDefault="00731D0B" w:rsidP="00731D0B">
      <w:pPr>
        <w:tabs>
          <w:tab w:val="num" w:pos="-540"/>
        </w:tabs>
        <w:ind w:firstLine="54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задължен в съответствие с одобрените проекти, действащото законодателство и изискванията на Възложителя да осигури съоръжения за измиване на гумите на влизащите и излизащите автомобили.</w:t>
      </w:r>
    </w:p>
    <w:p w14:paraId="02D9352B" w14:textId="77777777" w:rsidR="00723530" w:rsidRPr="00695B0B" w:rsidRDefault="00731D0B" w:rsidP="00904169">
      <w:pPr>
        <w:tabs>
          <w:tab w:val="num" w:pos="-540"/>
        </w:tabs>
        <w:ind w:firstLine="54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ще осигури, монтира и поддържа една устойчива на климатичните условия отличителни табели на входовете на обектите или на друго място, одобрено от Инвеститора. Табелата трябва да е на български. Табел</w:t>
      </w:r>
      <w:r w:rsidR="00453506" w:rsidRPr="00695B0B">
        <w:rPr>
          <w:rFonts w:ascii="Times New Roman" w:hAnsi="Times New Roman" w:cs="Times New Roman"/>
        </w:rPr>
        <w:t>ите</w:t>
      </w:r>
      <w:r w:rsidRPr="00695B0B">
        <w:rPr>
          <w:rFonts w:ascii="Times New Roman" w:hAnsi="Times New Roman" w:cs="Times New Roman"/>
        </w:rPr>
        <w:t xml:space="preserve"> и информацията върху </w:t>
      </w:r>
      <w:r w:rsidR="00453506" w:rsidRPr="00695B0B">
        <w:rPr>
          <w:rFonts w:ascii="Times New Roman" w:hAnsi="Times New Roman" w:cs="Times New Roman"/>
        </w:rPr>
        <w:t>тях</w:t>
      </w:r>
      <w:r w:rsidRPr="00695B0B">
        <w:rPr>
          <w:rFonts w:ascii="Times New Roman" w:hAnsi="Times New Roman" w:cs="Times New Roman"/>
        </w:rPr>
        <w:t xml:space="preserve"> трябва да бъде одобрена от </w:t>
      </w:r>
      <w:r w:rsidR="00453506" w:rsidRPr="00695B0B">
        <w:rPr>
          <w:rFonts w:ascii="Times New Roman" w:hAnsi="Times New Roman" w:cs="Times New Roman"/>
        </w:rPr>
        <w:t xml:space="preserve">Възложителя </w:t>
      </w:r>
      <w:r w:rsidRPr="00695B0B">
        <w:rPr>
          <w:rFonts w:ascii="Times New Roman" w:hAnsi="Times New Roman" w:cs="Times New Roman"/>
        </w:rPr>
        <w:t>преди нейното изпълнение и монтиране.</w:t>
      </w:r>
      <w:r w:rsidRPr="00695B0B">
        <w:rPr>
          <w:rFonts w:ascii="Times New Roman" w:hAnsi="Times New Roman" w:cs="Times New Roman"/>
          <w:highlight w:val="yellow"/>
        </w:rPr>
        <w:t xml:space="preserve"> </w:t>
      </w:r>
    </w:p>
    <w:p w14:paraId="61D96366" w14:textId="77777777" w:rsidR="008A51B2" w:rsidRPr="00695B0B" w:rsidRDefault="008A51B2" w:rsidP="00EF5A54">
      <w:pPr>
        <w:pStyle w:val="20"/>
      </w:pPr>
      <w:bookmarkStart w:id="36" w:name="_Toc513127291"/>
      <w:r w:rsidRPr="00695B0B">
        <w:t>МЕХАНИЗАЦИЯ</w:t>
      </w:r>
      <w:bookmarkEnd w:id="36"/>
    </w:p>
    <w:p w14:paraId="6BC72369" w14:textId="60177079" w:rsidR="008A51B2" w:rsidRPr="00695B0B" w:rsidRDefault="008A51B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да осигури необходимите основни, специфични или временни механизация и оборудване, необходими за изпълнението на всички работи</w:t>
      </w:r>
      <w:r w:rsidR="00E016D2">
        <w:rPr>
          <w:rFonts w:ascii="Times New Roman" w:hAnsi="Times New Roman" w:cs="Times New Roman"/>
        </w:rPr>
        <w:t>,</w:t>
      </w:r>
      <w:r w:rsidRPr="00695B0B">
        <w:rPr>
          <w:rFonts w:ascii="Times New Roman" w:hAnsi="Times New Roman" w:cs="Times New Roman"/>
        </w:rPr>
        <w:t xml:space="preserve"> предмет на Договора, така че да бъдат годни за  въвеждане в експлоатация.</w:t>
      </w:r>
    </w:p>
    <w:p w14:paraId="51A65E71" w14:textId="77777777" w:rsidR="008A51B2" w:rsidRPr="00695B0B" w:rsidRDefault="008A51B2" w:rsidP="00EF5A54">
      <w:pPr>
        <w:pStyle w:val="20"/>
      </w:pPr>
      <w:bookmarkStart w:id="37" w:name="_Toc513127292"/>
      <w:r w:rsidRPr="00695B0B">
        <w:t>ОХРАНА</w:t>
      </w:r>
      <w:bookmarkEnd w:id="37"/>
    </w:p>
    <w:p w14:paraId="7681F315" w14:textId="77777777" w:rsidR="008A51B2" w:rsidRPr="00695B0B" w:rsidRDefault="008A51B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е длъжен да осигури непрекъснатата охрана и обезопасяване на площадките, на които работи, както и на временните площадки и складове, за своя сметка и на своя отговорност.</w:t>
      </w:r>
    </w:p>
    <w:p w14:paraId="72576B41" w14:textId="77777777" w:rsidR="00012A50" w:rsidRPr="00695B0B" w:rsidRDefault="00012A50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38" w:name="_Toc413426931"/>
      <w:bookmarkStart w:id="39" w:name="_Toc414465502"/>
      <w:bookmarkStart w:id="40" w:name="_Toc414465748"/>
      <w:bookmarkStart w:id="41" w:name="_Toc414466061"/>
      <w:bookmarkStart w:id="42" w:name="_Toc513127293"/>
      <w:r w:rsidRPr="00695B0B">
        <w:rPr>
          <w:rFonts w:ascii="Times New Roman" w:hAnsi="Times New Roman" w:cs="Times New Roman"/>
        </w:rPr>
        <w:t>ИЗИСКВАНИЯ КЪМ МАТЕРИАЛИТЕ И ОБОРУДВАНЕТО ЗА ВЛАГАНЕ</w:t>
      </w:r>
      <w:bookmarkEnd w:id="38"/>
      <w:bookmarkEnd w:id="39"/>
      <w:bookmarkEnd w:id="40"/>
      <w:bookmarkEnd w:id="41"/>
      <w:bookmarkEnd w:id="42"/>
    </w:p>
    <w:p w14:paraId="1EBA9BEB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Строителните продукти следва да отговарят на следните технически спецификации:</w:t>
      </w:r>
    </w:p>
    <w:p w14:paraId="77FC5139" w14:textId="77777777" w:rsidR="00C0366B" w:rsidRPr="00695B0B" w:rsidRDefault="00C0366B" w:rsidP="00EA1922">
      <w:pPr>
        <w:numPr>
          <w:ilvl w:val="0"/>
          <w:numId w:val="2"/>
        </w:numPr>
        <w:spacing w:before="60" w:after="60" w:line="276" w:lineRule="auto"/>
        <w:ind w:hanging="435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български стандарти, с които се въвеждат хармонизирани европейски стандарти, или</w:t>
      </w:r>
    </w:p>
    <w:p w14:paraId="25C4E328" w14:textId="77777777" w:rsidR="00C0366B" w:rsidRPr="00695B0B" w:rsidRDefault="00C0366B" w:rsidP="00EA1922">
      <w:pPr>
        <w:numPr>
          <w:ilvl w:val="0"/>
          <w:numId w:val="2"/>
        </w:numPr>
        <w:spacing w:before="60" w:after="60" w:line="276" w:lineRule="auto"/>
        <w:ind w:hanging="435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европейско техническо одобрение (със или без ръководство), или</w:t>
      </w:r>
    </w:p>
    <w:p w14:paraId="0D4B3B4B" w14:textId="77777777" w:rsidR="00C0366B" w:rsidRPr="00695B0B" w:rsidRDefault="00C0366B" w:rsidP="00EA1922">
      <w:pPr>
        <w:numPr>
          <w:ilvl w:val="0"/>
          <w:numId w:val="2"/>
        </w:numPr>
        <w:spacing w:before="60" w:after="60" w:line="276" w:lineRule="auto"/>
        <w:ind w:hanging="435"/>
        <w:rPr>
          <w:rFonts w:ascii="Times New Roman" w:eastAsia="Times New Roman" w:hAnsi="Times New Roman" w:cs="Times New Roman"/>
          <w:lang w:eastAsia="ja-JP"/>
        </w:rPr>
      </w:pPr>
      <w:r w:rsidRPr="00695B0B">
        <w:rPr>
          <w:rFonts w:ascii="Times New Roman" w:eastAsia="Times New Roman" w:hAnsi="Times New Roman" w:cs="Times New Roman"/>
          <w:lang w:eastAsia="ja-JP"/>
        </w:rPr>
        <w:t>признати национални технически спецификации (национални стандарти), когато не съществуват технически спецификации по т. 1 и т. 2.</w:t>
      </w:r>
    </w:p>
    <w:p w14:paraId="1A2E63D8" w14:textId="78844451" w:rsidR="00284F25" w:rsidRDefault="00C0366B" w:rsidP="00232FD5">
      <w:pPr>
        <w:spacing w:before="60" w:after="60" w:line="276" w:lineRule="auto"/>
        <w:rPr>
          <w:rFonts w:ascii="Times New Roman" w:hAnsi="Times New Roman" w:cs="Times New Roman"/>
        </w:rPr>
      </w:pPr>
      <w:r w:rsidRPr="003E6761">
        <w:rPr>
          <w:rFonts w:ascii="Times New Roman" w:hAnsi="Times New Roman" w:cs="Times New Roman"/>
          <w:b/>
        </w:rPr>
        <w:t xml:space="preserve">В </w:t>
      </w:r>
      <w:r w:rsidR="00547C48" w:rsidRPr="003E6761">
        <w:rPr>
          <w:rFonts w:ascii="Times New Roman" w:hAnsi="Times New Roman" w:cs="Times New Roman"/>
          <w:b/>
        </w:rPr>
        <w:t>Образец</w:t>
      </w:r>
      <w:r w:rsidRPr="003E6761">
        <w:rPr>
          <w:rFonts w:ascii="Times New Roman" w:hAnsi="Times New Roman" w:cs="Times New Roman"/>
          <w:b/>
        </w:rPr>
        <w:t xml:space="preserve"> </w:t>
      </w:r>
      <w:r w:rsidR="00DE076A" w:rsidRPr="003E6761">
        <w:rPr>
          <w:rFonts w:ascii="Times New Roman" w:hAnsi="Times New Roman" w:cs="Times New Roman"/>
          <w:b/>
        </w:rPr>
        <w:t>№</w:t>
      </w:r>
      <w:r w:rsidR="004D220F" w:rsidRPr="003E6761">
        <w:rPr>
          <w:rFonts w:ascii="Times New Roman" w:hAnsi="Times New Roman" w:cs="Times New Roman"/>
          <w:b/>
        </w:rPr>
        <w:t>10</w:t>
      </w:r>
      <w:r w:rsidR="005D5416" w:rsidRPr="003E6761">
        <w:rPr>
          <w:rFonts w:ascii="Times New Roman" w:hAnsi="Times New Roman" w:cs="Times New Roman"/>
          <w:b/>
        </w:rPr>
        <w:t xml:space="preserve"> </w:t>
      </w:r>
      <w:r w:rsidR="00547C48" w:rsidRPr="003E6761">
        <w:rPr>
          <w:rFonts w:ascii="Times New Roman" w:hAnsi="Times New Roman" w:cs="Times New Roman"/>
        </w:rPr>
        <w:t>„</w:t>
      </w:r>
      <w:r w:rsidR="00547C48">
        <w:rPr>
          <w:rFonts w:ascii="Times New Roman" w:hAnsi="Times New Roman" w:cs="Times New Roman"/>
        </w:rPr>
        <w:t>Декларация за материали“</w:t>
      </w:r>
      <w:r w:rsidR="006A54C0">
        <w:rPr>
          <w:rFonts w:ascii="Times New Roman" w:hAnsi="Times New Roman" w:cs="Times New Roman"/>
        </w:rPr>
        <w:t xml:space="preserve"> </w:t>
      </w:r>
      <w:r w:rsidRPr="00695B0B">
        <w:rPr>
          <w:rFonts w:ascii="Times New Roman" w:hAnsi="Times New Roman" w:cs="Times New Roman"/>
        </w:rPr>
        <w:t xml:space="preserve">участниците следва да </w:t>
      </w:r>
      <w:r w:rsidR="00284F25" w:rsidRPr="00695B0B">
        <w:rPr>
          <w:rFonts w:ascii="Times New Roman" w:hAnsi="Times New Roman" w:cs="Times New Roman"/>
        </w:rPr>
        <w:t xml:space="preserve">направят подробно техническо описание на </w:t>
      </w:r>
      <w:r w:rsidR="00547C48">
        <w:rPr>
          <w:rFonts w:ascii="Times New Roman" w:hAnsi="Times New Roman" w:cs="Times New Roman"/>
        </w:rPr>
        <w:t xml:space="preserve">всички </w:t>
      </w:r>
      <w:proofErr w:type="spellStart"/>
      <w:r w:rsidR="00547C48">
        <w:rPr>
          <w:rFonts w:ascii="Times New Roman" w:hAnsi="Times New Roman" w:cs="Times New Roman"/>
        </w:rPr>
        <w:t>материалии</w:t>
      </w:r>
      <w:proofErr w:type="spellEnd"/>
      <w:r w:rsidR="00547C48">
        <w:rPr>
          <w:rFonts w:ascii="Times New Roman" w:hAnsi="Times New Roman" w:cs="Times New Roman"/>
        </w:rPr>
        <w:t>/изделия/системи, които ще използват при изпълнението на СМР</w:t>
      </w:r>
      <w:r w:rsidR="00284F25" w:rsidRPr="00695B0B">
        <w:rPr>
          <w:rFonts w:ascii="Times New Roman" w:hAnsi="Times New Roman" w:cs="Times New Roman"/>
        </w:rPr>
        <w:t xml:space="preserve">. </w:t>
      </w:r>
      <w:r w:rsidR="00EC1B0A">
        <w:rPr>
          <w:rFonts w:ascii="Times New Roman" w:hAnsi="Times New Roman" w:cs="Times New Roman"/>
        </w:rPr>
        <w:t xml:space="preserve">За изброените по-долу </w:t>
      </w:r>
      <w:proofErr w:type="spellStart"/>
      <w:r w:rsidR="00EC1B0A">
        <w:rPr>
          <w:rFonts w:ascii="Times New Roman" w:hAnsi="Times New Roman" w:cs="Times New Roman"/>
        </w:rPr>
        <w:t>материалии</w:t>
      </w:r>
      <w:proofErr w:type="spellEnd"/>
      <w:r w:rsidR="00EC1B0A">
        <w:rPr>
          <w:rFonts w:ascii="Times New Roman" w:hAnsi="Times New Roman" w:cs="Times New Roman"/>
        </w:rPr>
        <w:t>/изделия/системи</w:t>
      </w:r>
      <w:r w:rsidR="00284F25" w:rsidRPr="00695B0B">
        <w:rPr>
          <w:rFonts w:ascii="Times New Roman" w:hAnsi="Times New Roman" w:cs="Times New Roman"/>
        </w:rPr>
        <w:t xml:space="preserve"> трябва да се представи минимум един от следните документи: ЕО декларация или ЕО сертификат, за съответствие със съществените изисквания към строежите и оценяване съответствието на строителните продукти, доказваща, че са изпълнени изискванията към съответните технически характеристики, както и информация за дълготрайността на съответния строителен продукт като цяло или Протокол за изпитване или Друг документ, доказващ, че са </w:t>
      </w:r>
      <w:r w:rsidR="00284F25" w:rsidRPr="00695B0B">
        <w:rPr>
          <w:rFonts w:ascii="Times New Roman" w:hAnsi="Times New Roman" w:cs="Times New Roman"/>
        </w:rPr>
        <w:lastRenderedPageBreak/>
        <w:t>изпълнени изискванията към техническите характеристики на материалите и оборудването, както и информация за дълготрайността на съответния строителен продукт като цяло;</w:t>
      </w:r>
    </w:p>
    <w:p w14:paraId="79ADF1D2" w14:textId="35385AA6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  <w:lang w:val="en-US"/>
        </w:rPr>
      </w:pPr>
      <w:r w:rsidRPr="00EC1B0A">
        <w:rPr>
          <w:rFonts w:ascii="Times New Roman" w:hAnsi="Times New Roman" w:cs="Times New Roman"/>
        </w:rPr>
        <w:t>покривна каменна вата 80 мм, плътност ρ≥100 кг/м</w:t>
      </w:r>
      <w:r w:rsidRPr="00EC1B0A">
        <w:rPr>
          <w:rFonts w:ascii="Times New Roman" w:hAnsi="Times New Roman" w:cs="Times New Roman"/>
          <w:vertAlign w:val="superscript"/>
        </w:rPr>
        <w:t>3</w:t>
      </w:r>
      <w:r w:rsidRPr="00EC1B0A">
        <w:rPr>
          <w:rFonts w:ascii="Times New Roman" w:hAnsi="Times New Roman" w:cs="Times New Roman"/>
        </w:rPr>
        <w:t xml:space="preserve">, по плосък покрив механично закрепена, λ≤ 0,037 </w:t>
      </w:r>
      <w:r w:rsidRPr="00EC1B0A">
        <w:rPr>
          <w:rFonts w:ascii="Times New Roman" w:hAnsi="Times New Roman" w:cs="Times New Roman"/>
          <w:lang w:val="en-US"/>
        </w:rPr>
        <w:t>W/</w:t>
      </w:r>
      <w:proofErr w:type="spellStart"/>
      <w:r w:rsidRPr="00EC1B0A">
        <w:rPr>
          <w:rFonts w:ascii="Times New Roman" w:hAnsi="Times New Roman" w:cs="Times New Roman"/>
          <w:lang w:val="en-US"/>
        </w:rPr>
        <w:t>m.K</w:t>
      </w:r>
      <w:proofErr w:type="spellEnd"/>
    </w:p>
    <w:p w14:paraId="2122FBAE" w14:textId="1BB3C0C3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 w:rsidRPr="00EC1B0A">
        <w:rPr>
          <w:rFonts w:ascii="Times New Roman" w:hAnsi="Times New Roman" w:cs="Times New Roman"/>
        </w:rPr>
        <w:t xml:space="preserve">първи пласт /основен/  битумна изолация със студено самозалепващ слой  върху минерална вата, 2 мм, якост на опън 1100/1100 n/5см, относително удължение 2%/2%, -30 ºс, </w:t>
      </w:r>
    </w:p>
    <w:p w14:paraId="561DF563" w14:textId="233F9A13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 w:rsidRPr="00EC1B0A">
        <w:rPr>
          <w:rFonts w:ascii="Times New Roman" w:hAnsi="Times New Roman" w:cs="Times New Roman"/>
        </w:rPr>
        <w:t xml:space="preserve">втори пласт /завършващ/ битумна хидроизолация със </w:t>
      </w:r>
      <w:proofErr w:type="spellStart"/>
      <w:r w:rsidRPr="00EC1B0A">
        <w:rPr>
          <w:rFonts w:ascii="Times New Roman" w:hAnsi="Times New Roman" w:cs="Times New Roman"/>
        </w:rPr>
        <w:t>sbs</w:t>
      </w:r>
      <w:proofErr w:type="spellEnd"/>
      <w:r w:rsidRPr="00EC1B0A">
        <w:rPr>
          <w:rFonts w:ascii="Times New Roman" w:hAnsi="Times New Roman" w:cs="Times New Roman"/>
        </w:rPr>
        <w:t xml:space="preserve"> полиестерна основа, дебелина 5.2 мм., якост на опън 1000/1000 n/5см, удължение 35%/35%,  -25ºс/+100ºс, с </w:t>
      </w:r>
      <w:proofErr w:type="spellStart"/>
      <w:r w:rsidRPr="00EC1B0A">
        <w:rPr>
          <w:rFonts w:ascii="Times New Roman" w:hAnsi="Times New Roman" w:cs="Times New Roman"/>
        </w:rPr>
        <w:t>посипка-газопламъчно</w:t>
      </w:r>
      <w:proofErr w:type="spellEnd"/>
    </w:p>
    <w:p w14:paraId="565BB320" w14:textId="6A24417E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 w:rsidRPr="00EC1B0A">
        <w:rPr>
          <w:rFonts w:ascii="Times New Roman" w:hAnsi="Times New Roman" w:cs="Times New Roman"/>
        </w:rPr>
        <w:t>защитен  грунд по армировка - съгласно  производствена система за саниране на стоманобетонни конструкции</w:t>
      </w:r>
    </w:p>
    <w:p w14:paraId="16F3BC80" w14:textId="4C61C6CB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за </w:t>
      </w:r>
      <w:r w:rsidRPr="00EC1B0A">
        <w:rPr>
          <w:rFonts w:ascii="Times New Roman" w:hAnsi="Times New Roman" w:cs="Times New Roman"/>
        </w:rPr>
        <w:t>възстановяване на бетоновите сечения със саниращ разтвор с дебелина на  слоя по 3 см. - съгласно  производствена система за саниране на стоманобетонни конструкции</w:t>
      </w:r>
    </w:p>
    <w:p w14:paraId="1F93473B" w14:textId="4B6979E6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материал за</w:t>
      </w:r>
      <w:r w:rsidRPr="00EC1B0A">
        <w:rPr>
          <w:rFonts w:ascii="Times New Roman" w:hAnsi="Times New Roman" w:cs="Times New Roman"/>
        </w:rPr>
        <w:t xml:space="preserve"> защитно крайно покритие на възстановените зони - съгласно  производствена система за саниране на стоманобетонни конструкции</w:t>
      </w:r>
    </w:p>
    <w:p w14:paraId="702055E8" w14:textId="7E83FA2B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 w:rsidRPr="00EC1B0A">
        <w:rPr>
          <w:rFonts w:ascii="Times New Roman" w:hAnsi="Times New Roman" w:cs="Times New Roman"/>
        </w:rPr>
        <w:t xml:space="preserve">покривен </w:t>
      </w:r>
      <w:proofErr w:type="spellStart"/>
      <w:r w:rsidRPr="00EC1B0A">
        <w:rPr>
          <w:rFonts w:ascii="Times New Roman" w:hAnsi="Times New Roman" w:cs="Times New Roman"/>
        </w:rPr>
        <w:t>термопанел</w:t>
      </w:r>
      <w:proofErr w:type="spellEnd"/>
      <w:r w:rsidRPr="00EC1B0A">
        <w:rPr>
          <w:rFonts w:ascii="Times New Roman" w:hAnsi="Times New Roman" w:cs="Times New Roman"/>
        </w:rPr>
        <w:t xml:space="preserve"> 40 мм ( с вкл. всички необходими крепежни елементи и </w:t>
      </w:r>
      <w:proofErr w:type="spellStart"/>
      <w:r w:rsidRPr="00EC1B0A">
        <w:rPr>
          <w:rFonts w:ascii="Times New Roman" w:hAnsi="Times New Roman" w:cs="Times New Roman"/>
        </w:rPr>
        <w:t>окрайчващи</w:t>
      </w:r>
      <w:proofErr w:type="spellEnd"/>
      <w:r w:rsidRPr="00EC1B0A">
        <w:rPr>
          <w:rFonts w:ascii="Times New Roman" w:hAnsi="Times New Roman" w:cs="Times New Roman"/>
        </w:rPr>
        <w:t xml:space="preserve"> профили)</w:t>
      </w:r>
    </w:p>
    <w:p w14:paraId="238C9D52" w14:textId="5939BC07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r w:rsidRPr="00EC1B0A">
        <w:rPr>
          <w:rFonts w:ascii="Times New Roman" w:hAnsi="Times New Roman" w:cs="Times New Roman"/>
        </w:rPr>
        <w:t xml:space="preserve">тротоарна настилка от бетонови </w:t>
      </w:r>
      <w:proofErr w:type="spellStart"/>
      <w:r w:rsidRPr="00EC1B0A">
        <w:rPr>
          <w:rFonts w:ascii="Times New Roman" w:hAnsi="Times New Roman" w:cs="Times New Roman"/>
        </w:rPr>
        <w:t>вибропресовани</w:t>
      </w:r>
      <w:proofErr w:type="spellEnd"/>
      <w:r w:rsidRPr="00EC1B0A">
        <w:rPr>
          <w:rFonts w:ascii="Times New Roman" w:hAnsi="Times New Roman" w:cs="Times New Roman"/>
        </w:rPr>
        <w:t xml:space="preserve"> павета с дебелина 6 см на пясъчна подложка</w:t>
      </w:r>
    </w:p>
    <w:p w14:paraId="647C05F7" w14:textId="3C79D38B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proofErr w:type="spellStart"/>
      <w:r w:rsidRPr="00EC1B0A">
        <w:rPr>
          <w:rFonts w:ascii="Times New Roman" w:hAnsi="Times New Roman" w:cs="Times New Roman"/>
        </w:rPr>
        <w:t>esd</w:t>
      </w:r>
      <w:proofErr w:type="spellEnd"/>
      <w:r w:rsidRPr="00EC1B0A">
        <w:rPr>
          <w:rFonts w:ascii="Times New Roman" w:hAnsi="Times New Roman" w:cs="Times New Roman"/>
        </w:rPr>
        <w:t xml:space="preserve"> датчик за с</w:t>
      </w:r>
      <w:r>
        <w:rPr>
          <w:rFonts w:ascii="Times New Roman" w:hAnsi="Times New Roman" w:cs="Times New Roman"/>
        </w:rPr>
        <w:t>н</w:t>
      </w:r>
      <w:r w:rsidRPr="00EC1B0A">
        <w:rPr>
          <w:rFonts w:ascii="Times New Roman" w:hAnsi="Times New Roman" w:cs="Times New Roman"/>
        </w:rPr>
        <w:t>яг/лед за покриви и улуци</w:t>
      </w:r>
    </w:p>
    <w:p w14:paraId="04FDB0E5" w14:textId="52853714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proofErr w:type="spellStart"/>
      <w:r w:rsidRPr="00EC1B0A">
        <w:rPr>
          <w:rFonts w:ascii="Times New Roman" w:hAnsi="Times New Roman" w:cs="Times New Roman"/>
        </w:rPr>
        <w:t>tfd</w:t>
      </w:r>
      <w:proofErr w:type="spellEnd"/>
      <w:r w:rsidRPr="00EC1B0A">
        <w:rPr>
          <w:rFonts w:ascii="Times New Roman" w:hAnsi="Times New Roman" w:cs="Times New Roman"/>
        </w:rPr>
        <w:t xml:space="preserve"> датчик за температура за покриви и улуци</w:t>
      </w:r>
    </w:p>
    <w:p w14:paraId="137804B4" w14:textId="4A7D9ED3" w:rsidR="00EC1B0A" w:rsidRPr="00EC1B0A" w:rsidRDefault="00EC1B0A" w:rsidP="00EC1B0A">
      <w:pPr>
        <w:pStyle w:val="a"/>
        <w:numPr>
          <w:ilvl w:val="0"/>
          <w:numId w:val="13"/>
        </w:numPr>
        <w:tabs>
          <w:tab w:val="left" w:pos="851"/>
        </w:tabs>
        <w:ind w:left="0" w:firstLine="708"/>
        <w:rPr>
          <w:rFonts w:ascii="Times New Roman" w:hAnsi="Times New Roman" w:cs="Times New Roman"/>
        </w:rPr>
      </w:pPr>
      <w:proofErr w:type="spellStart"/>
      <w:r w:rsidRPr="00EC1B0A">
        <w:rPr>
          <w:rFonts w:ascii="Times New Roman" w:hAnsi="Times New Roman" w:cs="Times New Roman"/>
        </w:rPr>
        <w:t>мълниеприемник</w:t>
      </w:r>
      <w:proofErr w:type="spellEnd"/>
      <w:r w:rsidRPr="00EC1B0A">
        <w:rPr>
          <w:rFonts w:ascii="Times New Roman" w:hAnsi="Times New Roman" w:cs="Times New Roman"/>
        </w:rPr>
        <w:t xml:space="preserve"> с изпреварващо действие    </w:t>
      </w:r>
      <w:proofErr w:type="spellStart"/>
      <w:r w:rsidRPr="00EC1B0A">
        <w:rPr>
          <w:rFonts w:ascii="Times New Roman" w:hAnsi="Times New Roman" w:cs="Times New Roman"/>
        </w:rPr>
        <w:t>es</w:t>
      </w:r>
      <w:proofErr w:type="spellEnd"/>
      <w:r w:rsidRPr="00EC1B0A">
        <w:rPr>
          <w:rFonts w:ascii="Times New Roman" w:hAnsi="Times New Roman" w:cs="Times New Roman"/>
        </w:rPr>
        <w:t xml:space="preserve"> = 45 µs,  с вкл. </w:t>
      </w:r>
      <w:proofErr w:type="spellStart"/>
      <w:r w:rsidRPr="00EC1B0A">
        <w:rPr>
          <w:rFonts w:ascii="Times New Roman" w:hAnsi="Times New Roman" w:cs="Times New Roman"/>
        </w:rPr>
        <w:t>мълниеприемна</w:t>
      </w:r>
      <w:proofErr w:type="spellEnd"/>
      <w:r w:rsidRPr="00EC1B0A">
        <w:rPr>
          <w:rFonts w:ascii="Times New Roman" w:hAnsi="Times New Roman" w:cs="Times New Roman"/>
        </w:rPr>
        <w:t xml:space="preserve"> мачта h=2m</w:t>
      </w:r>
    </w:p>
    <w:p w14:paraId="00B926C5" w14:textId="734E73E6" w:rsidR="007A69C2" w:rsidRPr="00695B0B" w:rsidRDefault="007A69C2" w:rsidP="00232FD5">
      <w:pPr>
        <w:spacing w:before="60" w:after="6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Всички влагани в строителството материали и оборудване следва да отговаря</w:t>
      </w:r>
      <w:r w:rsidR="0088654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на изискванията, заложени е техническия проект, техническата спецификация, националните и европейски стандарти.</w:t>
      </w:r>
    </w:p>
    <w:p w14:paraId="40E2347E" w14:textId="77777777" w:rsidR="006B4065" w:rsidRPr="00695B0B" w:rsidRDefault="006B4065" w:rsidP="00810BA6">
      <w:pPr>
        <w:pStyle w:val="10"/>
        <w:shd w:val="clear" w:color="auto" w:fill="B8CCE4"/>
        <w:spacing w:before="60" w:after="60" w:line="276" w:lineRule="auto"/>
        <w:rPr>
          <w:rFonts w:ascii="Times New Roman" w:hAnsi="Times New Roman" w:cs="Times New Roman"/>
        </w:rPr>
      </w:pPr>
      <w:bookmarkStart w:id="43" w:name="_Toc413426932"/>
      <w:bookmarkStart w:id="44" w:name="_Toc414465509"/>
      <w:bookmarkStart w:id="45" w:name="_Toc414465755"/>
      <w:bookmarkStart w:id="46" w:name="_Toc414466068"/>
      <w:bookmarkStart w:id="47" w:name="_Toc513127294"/>
      <w:r w:rsidRPr="00695B0B">
        <w:rPr>
          <w:rFonts w:ascii="Times New Roman" w:hAnsi="Times New Roman" w:cs="Times New Roman"/>
        </w:rPr>
        <w:t>ИЗИСКВАНИЯ ЗА ИЗПЪЛНЕНИЕ НА СМР</w:t>
      </w:r>
      <w:bookmarkEnd w:id="43"/>
      <w:bookmarkEnd w:id="44"/>
      <w:bookmarkEnd w:id="45"/>
      <w:bookmarkEnd w:id="46"/>
      <w:bookmarkEnd w:id="47"/>
      <w:r w:rsidRPr="00695B0B">
        <w:rPr>
          <w:rFonts w:ascii="Times New Roman" w:hAnsi="Times New Roman" w:cs="Times New Roman"/>
        </w:rPr>
        <w:t xml:space="preserve"> </w:t>
      </w:r>
    </w:p>
    <w:p w14:paraId="41049B58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Изпълнението на строително-монтажните работи (СМР) е на основание разработен и одобрен Инвестиционен проект, при спазване на изискванията на всички действащи към настоящия момент в Република България закони, правилници и нормативи, касаещи изпълнението на обекти и работи от такъв характер.</w:t>
      </w:r>
    </w:p>
    <w:p w14:paraId="68C84314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Заложените по-долу изисквания за изпълнение на СМР са минимални. Изпълнителят следва </w:t>
      </w:r>
      <w:r w:rsidR="00BF7451" w:rsidRPr="00695B0B">
        <w:rPr>
          <w:rFonts w:ascii="Times New Roman" w:hAnsi="Times New Roman" w:cs="Times New Roman"/>
        </w:rPr>
        <w:t xml:space="preserve">да </w:t>
      </w:r>
      <w:r w:rsidRPr="00695B0B">
        <w:rPr>
          <w:rFonts w:ascii="Times New Roman" w:hAnsi="Times New Roman" w:cs="Times New Roman"/>
        </w:rPr>
        <w:t xml:space="preserve">спазва всички действащи нормативи, правилници, спецификации, национални и хармонизирани европейски стандарти и др., както и да спазва добрата инженерна практика при изпълнението на видовете СМР, предмет на поръчката. </w:t>
      </w:r>
    </w:p>
    <w:p w14:paraId="65C23460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Отсъствието на дадена информация, критерий или друго в настоящето задание не освобождава Изпълнителя от отговорността да изпълни работите съгласно всички действащи нормативи, правилници, спецификации, национални и хармонизирани европейски стандарти и др., както и да спазва добрата инженерна практика.</w:t>
      </w:r>
    </w:p>
    <w:p w14:paraId="6660261B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 случай, че Изпълнителят ще използва нови и неприлагани в страната строителни и други технологии, към Техническото предложение следва да се приложи раздел, съдържащ пълни описания на видовите дейности, както и документи, удостоверяващи разрешителния режим за изпълнението им на територията на Република България.</w:t>
      </w:r>
    </w:p>
    <w:p w14:paraId="11A2D4D8" w14:textId="77777777" w:rsidR="006B4065" w:rsidRPr="00695B0B" w:rsidRDefault="006B4065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 случай на работи, за които липсват нормативни документи с изисквания за изпълнение и приемане, ще се спазват изискванията, посочени в проектната документация, инструкциите на производителя на оборудването и материалите (където е приложимо) и стандартите, обичайни за бранша.</w:t>
      </w:r>
    </w:p>
    <w:p w14:paraId="2ECC1FB0" w14:textId="77777777" w:rsidR="006B4065" w:rsidRPr="00695B0B" w:rsidRDefault="006B4065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необходимост, Строителният надзор и/или </w:t>
      </w:r>
      <w:r w:rsidR="00BF7451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 xml:space="preserve"> и/или Възложителя ще дават указания относно правилата за изпълнение и приемане на работите.</w:t>
      </w:r>
    </w:p>
    <w:p w14:paraId="36B3F53D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 xml:space="preserve">Полагането и монтирането на всички материали и </w:t>
      </w:r>
      <w:r w:rsidR="004F458D" w:rsidRPr="00695B0B">
        <w:rPr>
          <w:rFonts w:ascii="Times New Roman" w:hAnsi="Times New Roman" w:cs="Times New Roman"/>
        </w:rPr>
        <w:t>оборудване</w:t>
      </w:r>
      <w:r w:rsidRPr="00695B0B">
        <w:rPr>
          <w:rFonts w:ascii="Times New Roman" w:hAnsi="Times New Roman" w:cs="Times New Roman"/>
        </w:rPr>
        <w:t xml:space="preserve"> да става по предписанията и условията на съответните производители и проектни детайли. При специфични случаи да се търси съдействие от </w:t>
      </w:r>
      <w:r w:rsidR="00BF7451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>.</w:t>
      </w:r>
    </w:p>
    <w:p w14:paraId="30D3F7E2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Изпълнителят да приложи всички дейности и детайли предложени в Проекта. При невъзможност или след разкриване по време на </w:t>
      </w:r>
      <w:proofErr w:type="spellStart"/>
      <w:r w:rsidRPr="00695B0B">
        <w:rPr>
          <w:rFonts w:ascii="Times New Roman" w:hAnsi="Times New Roman" w:cs="Times New Roman"/>
        </w:rPr>
        <w:t>демонтажните</w:t>
      </w:r>
      <w:proofErr w:type="spellEnd"/>
      <w:r w:rsidRPr="00695B0B">
        <w:rPr>
          <w:rFonts w:ascii="Times New Roman" w:hAnsi="Times New Roman" w:cs="Times New Roman"/>
        </w:rPr>
        <w:t xml:space="preserve"> работи, да се предостави методология на изпълнението за съгласуване от </w:t>
      </w:r>
      <w:r w:rsidR="00BF7451" w:rsidRPr="00695B0B">
        <w:rPr>
          <w:rFonts w:ascii="Times New Roman" w:hAnsi="Times New Roman" w:cs="Times New Roman"/>
        </w:rPr>
        <w:t xml:space="preserve">представител на Авторския надзор </w:t>
      </w:r>
      <w:r w:rsidRPr="00695B0B">
        <w:rPr>
          <w:rFonts w:ascii="Times New Roman" w:hAnsi="Times New Roman" w:cs="Times New Roman"/>
        </w:rPr>
        <w:t>и Възложителя. Същата да бъде придружена от необходимата проектна документация и спецификация на предложените материали.</w:t>
      </w:r>
    </w:p>
    <w:p w14:paraId="4ED960F5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При полагане на елементи от техническата инфраструктура да се следва както Проекта, така и Наредба 8 за правила и норми за разполагане на технически проводи и съоръжения в населени места.</w:t>
      </w:r>
    </w:p>
    <w:p w14:paraId="04697844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Да се опазват от повреди и </w:t>
      </w:r>
      <w:r w:rsidR="009D3AD3" w:rsidRPr="00695B0B">
        <w:rPr>
          <w:rFonts w:ascii="Times New Roman" w:hAnsi="Times New Roman" w:cs="Times New Roman"/>
        </w:rPr>
        <w:t xml:space="preserve">да </w:t>
      </w:r>
      <w:r w:rsidRPr="00695B0B">
        <w:rPr>
          <w:rFonts w:ascii="Times New Roman" w:hAnsi="Times New Roman" w:cs="Times New Roman"/>
        </w:rPr>
        <w:t xml:space="preserve">се възстановяват </w:t>
      </w:r>
      <w:r w:rsidR="009D3AD3" w:rsidRPr="00695B0B">
        <w:rPr>
          <w:rFonts w:ascii="Times New Roman" w:hAnsi="Times New Roman" w:cs="Times New Roman"/>
        </w:rPr>
        <w:t xml:space="preserve">всички повредени и/или демонтирани </w:t>
      </w:r>
      <w:r w:rsidRPr="00695B0B">
        <w:rPr>
          <w:rFonts w:ascii="Times New Roman" w:hAnsi="Times New Roman" w:cs="Times New Roman"/>
        </w:rPr>
        <w:t>съществуващи подземни и надземни проводи и съоръжения, трайни настилки и зелени площи.</w:t>
      </w:r>
    </w:p>
    <w:p w14:paraId="335091A5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При нарушаване на настилката на съществуващите прилежащи улици и алеи, същите да се възстановят преди предаване на обекта.</w:t>
      </w:r>
    </w:p>
    <w:p w14:paraId="6C33ECB5" w14:textId="77777777" w:rsidR="00524D7F" w:rsidRPr="00695B0B" w:rsidRDefault="00524D7F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Да се изпълнят изискванията на Наредба № 4 за проектиране, изпълнение и поддържане на строежите в съответствие с изискванията за достъпна среда за населението, включително и за хората с уврежданията.</w:t>
      </w:r>
    </w:p>
    <w:p w14:paraId="1F0CDCB5" w14:textId="77777777" w:rsidR="00DE5412" w:rsidRPr="00695B0B" w:rsidRDefault="00DE54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възникване на въпроси или необходимост от допълнителна графична информация да се търси </w:t>
      </w:r>
      <w:r w:rsidR="00BF7451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>.</w:t>
      </w:r>
    </w:p>
    <w:p w14:paraId="4B7BD675" w14:textId="77777777" w:rsidR="00C0366B" w:rsidRPr="00695B0B" w:rsidRDefault="00DE5412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Да се разглеждат чертежите на всички специалности. При констатирани несъответствия да се търси </w:t>
      </w:r>
      <w:r w:rsidR="00BF7451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>.</w:t>
      </w:r>
    </w:p>
    <w:p w14:paraId="68DF2403" w14:textId="77777777" w:rsidR="00C0366B" w:rsidRPr="00695B0B" w:rsidRDefault="00D57E68" w:rsidP="00810BA6">
      <w:pPr>
        <w:pStyle w:val="10"/>
        <w:shd w:val="clear" w:color="auto" w:fill="B8CCE4"/>
        <w:rPr>
          <w:rFonts w:ascii="Times New Roman" w:hAnsi="Times New Roman" w:cs="Times New Roman"/>
        </w:rPr>
      </w:pPr>
      <w:bookmarkStart w:id="48" w:name="_Toc513127295"/>
      <w:r w:rsidRPr="00695B0B">
        <w:rPr>
          <w:rFonts w:ascii="Times New Roman" w:hAnsi="Times New Roman" w:cs="Times New Roman"/>
        </w:rPr>
        <w:t xml:space="preserve">ТЕХНИЧЕСКИ </w:t>
      </w:r>
      <w:r w:rsidR="009D125B" w:rsidRPr="00695B0B">
        <w:rPr>
          <w:rFonts w:ascii="Times New Roman" w:hAnsi="Times New Roman" w:cs="Times New Roman"/>
        </w:rPr>
        <w:t>УТОЧНЕНИЯ</w:t>
      </w:r>
      <w:bookmarkEnd w:id="48"/>
    </w:p>
    <w:p w14:paraId="53757B4E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Във всички членове на Техническата спецификация да се приема, че нейното съдържание важи за материята, обект на обсъждане, когато не е в противоречие с действащи нормативни актове. В противен случай, трябва да се прилагат винаги действащите законови разпоредби.</w:t>
      </w:r>
    </w:p>
    <w:p w14:paraId="5D082E9C" w14:textId="3DA66B4E" w:rsidR="009C07E7" w:rsidRPr="00695B0B" w:rsidRDefault="009C07E7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Техническата спецификация следва да се разглежда като неразделна част от Договора за изпълнение</w:t>
      </w:r>
      <w:r w:rsidR="00CA64E4" w:rsidRPr="00695B0B">
        <w:rPr>
          <w:rFonts w:ascii="Times New Roman" w:hAnsi="Times New Roman" w:cs="Times New Roman"/>
        </w:rPr>
        <w:t xml:space="preserve"> на СМР</w:t>
      </w:r>
      <w:r w:rsidR="00A748FD" w:rsidRPr="00695B0B">
        <w:rPr>
          <w:rFonts w:ascii="Times New Roman" w:hAnsi="Times New Roman" w:cs="Times New Roman"/>
        </w:rPr>
        <w:t xml:space="preserve">, </w:t>
      </w:r>
      <w:r w:rsidR="003C62CB">
        <w:rPr>
          <w:rFonts w:ascii="Times New Roman" w:hAnsi="Times New Roman" w:cs="Times New Roman"/>
        </w:rPr>
        <w:t>КСС - договор</w:t>
      </w:r>
      <w:r w:rsidR="00A748FD" w:rsidRPr="00695B0B">
        <w:rPr>
          <w:rFonts w:ascii="Times New Roman" w:hAnsi="Times New Roman" w:cs="Times New Roman"/>
        </w:rPr>
        <w:t xml:space="preserve"> и </w:t>
      </w:r>
      <w:r w:rsidR="0099517C" w:rsidRPr="00695B0B">
        <w:rPr>
          <w:rFonts w:ascii="Times New Roman" w:hAnsi="Times New Roman" w:cs="Times New Roman"/>
        </w:rPr>
        <w:t>Проекта</w:t>
      </w:r>
      <w:r w:rsidR="004B1DAD" w:rsidRPr="00695B0B">
        <w:rPr>
          <w:rFonts w:ascii="Times New Roman" w:hAnsi="Times New Roman" w:cs="Times New Roman"/>
        </w:rPr>
        <w:t>.</w:t>
      </w:r>
    </w:p>
    <w:p w14:paraId="1DF0F742" w14:textId="77777777" w:rsidR="009C07E7" w:rsidRPr="00695B0B" w:rsidRDefault="009C07E7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Всяка част на Техническата спецификация следва да бъде четена като допълнение и улеснение за всяка друга част и ще бъде четена с нея или вместо нея, доколкото това е целесъобразно.</w:t>
      </w:r>
    </w:p>
    <w:p w14:paraId="404A579F" w14:textId="77777777" w:rsidR="00D57E68" w:rsidRPr="00695B0B" w:rsidRDefault="004A218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При констатирани несъответствия между Проекта, Техническото задание, Техническата спецификация и нормативната база да се да се търси </w:t>
      </w:r>
      <w:r w:rsidR="00BF7451" w:rsidRPr="00695B0B">
        <w:rPr>
          <w:rFonts w:ascii="Times New Roman" w:hAnsi="Times New Roman" w:cs="Times New Roman"/>
        </w:rPr>
        <w:t>представител на Авторския надзор</w:t>
      </w:r>
      <w:r w:rsidRPr="00695B0B">
        <w:rPr>
          <w:rFonts w:ascii="Times New Roman" w:hAnsi="Times New Roman" w:cs="Times New Roman"/>
        </w:rPr>
        <w:t>.</w:t>
      </w:r>
    </w:p>
    <w:p w14:paraId="7F1054E3" w14:textId="77777777" w:rsidR="00FF68BA" w:rsidRPr="00695B0B" w:rsidRDefault="00FF68BA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 случай, че в спецификациите и останалите документи по договора са изпуснати подробности, необходими за пълното разбиране на дейността или че съществуват различни и противоречащи си инструкции, да се търси представител на Възложителя, </w:t>
      </w:r>
      <w:r w:rsidR="00FE4C07" w:rsidRPr="00695B0B">
        <w:rPr>
          <w:rFonts w:ascii="Times New Roman" w:hAnsi="Times New Roman" w:cs="Times New Roman"/>
        </w:rPr>
        <w:t>Строителния</w:t>
      </w:r>
      <w:r w:rsidRPr="00695B0B">
        <w:rPr>
          <w:rFonts w:ascii="Times New Roman" w:hAnsi="Times New Roman" w:cs="Times New Roman"/>
        </w:rPr>
        <w:t xml:space="preserve"> </w:t>
      </w:r>
      <w:r w:rsidR="00FE4C07" w:rsidRPr="00695B0B">
        <w:rPr>
          <w:rFonts w:ascii="Times New Roman" w:hAnsi="Times New Roman" w:cs="Times New Roman"/>
        </w:rPr>
        <w:t>надзор</w:t>
      </w:r>
      <w:r w:rsidRPr="00695B0B">
        <w:rPr>
          <w:rFonts w:ascii="Times New Roman" w:hAnsi="Times New Roman" w:cs="Times New Roman"/>
        </w:rPr>
        <w:t xml:space="preserve"> и </w:t>
      </w:r>
      <w:r w:rsidR="00FE4C07" w:rsidRPr="00695B0B">
        <w:rPr>
          <w:rFonts w:ascii="Times New Roman" w:hAnsi="Times New Roman" w:cs="Times New Roman"/>
        </w:rPr>
        <w:t>Авторския надзор</w:t>
      </w:r>
      <w:r w:rsidRPr="00695B0B">
        <w:rPr>
          <w:rFonts w:ascii="Times New Roman" w:hAnsi="Times New Roman" w:cs="Times New Roman"/>
        </w:rPr>
        <w:t>, изключвайки възможността за пропуски и несъответствия. Прието и съгласувано е дейността да бъде извършвана и доведена до край според истинския дух, значение и цели на документацията по договора.</w:t>
      </w:r>
    </w:p>
    <w:p w14:paraId="30957869" w14:textId="77777777" w:rsidR="005361BB" w:rsidRPr="00695B0B" w:rsidRDefault="00FD10CE" w:rsidP="00EF5A54">
      <w:pPr>
        <w:pStyle w:val="20"/>
      </w:pPr>
      <w:bookmarkStart w:id="49" w:name="bookmark6"/>
      <w:bookmarkStart w:id="50" w:name="_Toc513127296"/>
      <w:r w:rsidRPr="00695B0B">
        <w:t>СЪКРАЩЕНИЯ</w:t>
      </w:r>
      <w:bookmarkEnd w:id="49"/>
      <w:bookmarkEnd w:id="50"/>
    </w:p>
    <w:p w14:paraId="71391601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Където са използвани </w:t>
      </w:r>
      <w:proofErr w:type="spellStart"/>
      <w:r w:rsidRPr="00695B0B">
        <w:rPr>
          <w:rFonts w:ascii="Times New Roman" w:hAnsi="Times New Roman" w:cs="Times New Roman"/>
        </w:rPr>
        <w:t>съкръщения</w:t>
      </w:r>
      <w:proofErr w:type="spellEnd"/>
      <w:r w:rsidRPr="00695B0B">
        <w:rPr>
          <w:rFonts w:ascii="Times New Roman" w:hAnsi="Times New Roman" w:cs="Times New Roman"/>
        </w:rPr>
        <w:t xml:space="preserve"> в Техническата спецификация, те да бъдат тълкувани както следва:</w:t>
      </w:r>
    </w:p>
    <w:p w14:paraId="360E179B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EN - Европейски норми</w:t>
      </w:r>
      <w:r w:rsidR="001008D6" w:rsidRPr="00695B0B">
        <w:rPr>
          <w:rFonts w:ascii="Times New Roman" w:hAnsi="Times New Roman" w:cs="Times New Roman"/>
        </w:rPr>
        <w:t>;</w:t>
      </w:r>
    </w:p>
    <w:p w14:paraId="55AC56DF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ISO - Международна организация по стандартизация</w:t>
      </w:r>
      <w:r w:rsidR="001008D6" w:rsidRPr="00695B0B">
        <w:rPr>
          <w:rFonts w:ascii="Times New Roman" w:hAnsi="Times New Roman" w:cs="Times New Roman"/>
        </w:rPr>
        <w:t>;</w:t>
      </w:r>
    </w:p>
    <w:p w14:paraId="4F8D8061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БДС - Български държавен стандарт</w:t>
      </w:r>
      <w:r w:rsidR="001008D6" w:rsidRPr="00695B0B">
        <w:rPr>
          <w:rFonts w:ascii="Times New Roman" w:hAnsi="Times New Roman" w:cs="Times New Roman"/>
        </w:rPr>
        <w:t>;</w:t>
      </w:r>
    </w:p>
    <w:p w14:paraId="0282DB24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mm </w:t>
      </w:r>
      <w:r w:rsidR="001008D6" w:rsidRPr="00695B0B">
        <w:rPr>
          <w:rFonts w:ascii="Times New Roman" w:hAnsi="Times New Roman" w:cs="Times New Roman"/>
        </w:rPr>
        <w:t>–</w:t>
      </w:r>
      <w:r w:rsidRPr="00695B0B">
        <w:rPr>
          <w:rFonts w:ascii="Times New Roman" w:hAnsi="Times New Roman" w:cs="Times New Roman"/>
        </w:rPr>
        <w:t xml:space="preserve"> милиметри</w:t>
      </w:r>
      <w:r w:rsidR="001008D6" w:rsidRPr="00695B0B">
        <w:rPr>
          <w:rFonts w:ascii="Times New Roman" w:hAnsi="Times New Roman" w:cs="Times New Roman"/>
        </w:rPr>
        <w:t>;</w:t>
      </w:r>
    </w:p>
    <w:p w14:paraId="711D95A5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mm2 - квадратни милиметри</w:t>
      </w:r>
      <w:r w:rsidR="001008D6" w:rsidRPr="00695B0B">
        <w:rPr>
          <w:rFonts w:ascii="Times New Roman" w:hAnsi="Times New Roman" w:cs="Times New Roman"/>
        </w:rPr>
        <w:t>;</w:t>
      </w:r>
    </w:p>
    <w:p w14:paraId="1702C32C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m- метри</w:t>
      </w:r>
      <w:r w:rsidR="001008D6" w:rsidRPr="00695B0B">
        <w:rPr>
          <w:rFonts w:ascii="Times New Roman" w:hAnsi="Times New Roman" w:cs="Times New Roman"/>
        </w:rPr>
        <w:t>;</w:t>
      </w:r>
    </w:p>
    <w:p w14:paraId="60062C80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lastRenderedPageBreak/>
        <w:t>m2- квадратни метри</w:t>
      </w:r>
      <w:r w:rsidR="001008D6" w:rsidRPr="00695B0B">
        <w:rPr>
          <w:rFonts w:ascii="Times New Roman" w:hAnsi="Times New Roman" w:cs="Times New Roman"/>
        </w:rPr>
        <w:t>;</w:t>
      </w:r>
    </w:p>
    <w:p w14:paraId="67E60935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m3- кубични метри</w:t>
      </w:r>
      <w:r w:rsidR="001008D6" w:rsidRPr="00695B0B">
        <w:rPr>
          <w:rFonts w:ascii="Times New Roman" w:hAnsi="Times New Roman" w:cs="Times New Roman"/>
        </w:rPr>
        <w:t>;</w:t>
      </w:r>
    </w:p>
    <w:p w14:paraId="7EFC26DE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cm- сантиметри</w:t>
      </w:r>
      <w:r w:rsidR="001008D6" w:rsidRPr="00695B0B">
        <w:rPr>
          <w:rFonts w:ascii="Times New Roman" w:hAnsi="Times New Roman" w:cs="Times New Roman"/>
        </w:rPr>
        <w:t>;</w:t>
      </w:r>
    </w:p>
    <w:p w14:paraId="2A6C1314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сm2- квадратни сантиметри</w:t>
      </w:r>
      <w:r w:rsidR="001008D6" w:rsidRPr="00695B0B">
        <w:rPr>
          <w:rFonts w:ascii="Times New Roman" w:hAnsi="Times New Roman" w:cs="Times New Roman"/>
        </w:rPr>
        <w:t>;</w:t>
      </w:r>
    </w:p>
    <w:p w14:paraId="0F24A6A2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сm3- кубични сантиметри</w:t>
      </w:r>
      <w:r w:rsidR="001008D6" w:rsidRPr="00695B0B">
        <w:rPr>
          <w:rFonts w:ascii="Times New Roman" w:hAnsi="Times New Roman" w:cs="Times New Roman"/>
        </w:rPr>
        <w:t>;</w:t>
      </w:r>
    </w:p>
    <w:p w14:paraId="0C194974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ºС - градуси по Целзий</w:t>
      </w:r>
      <w:r w:rsidR="001008D6" w:rsidRPr="00695B0B">
        <w:rPr>
          <w:rFonts w:ascii="Times New Roman" w:hAnsi="Times New Roman" w:cs="Times New Roman"/>
        </w:rPr>
        <w:t>;</w:t>
      </w:r>
    </w:p>
    <w:p w14:paraId="4123AE3F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СМР - строително-монтажни работи</w:t>
      </w:r>
      <w:r w:rsidR="001008D6" w:rsidRPr="00695B0B">
        <w:rPr>
          <w:rFonts w:ascii="Times New Roman" w:hAnsi="Times New Roman" w:cs="Times New Roman"/>
        </w:rPr>
        <w:t>;</w:t>
      </w:r>
    </w:p>
    <w:p w14:paraId="10E08F31" w14:textId="77777777" w:rsidR="005361BB" w:rsidRPr="00695B0B" w:rsidRDefault="005361BB" w:rsidP="001008D6">
      <w:pPr>
        <w:spacing w:before="60" w:after="60" w:line="276" w:lineRule="auto"/>
        <w:ind w:left="567" w:firstLine="0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Договор - Договора за строителство между Възложителя и Строителя/Изпълнителя по смисъла на ЗУТ</w:t>
      </w:r>
      <w:r w:rsidR="001008D6" w:rsidRPr="00695B0B">
        <w:rPr>
          <w:rFonts w:ascii="Times New Roman" w:hAnsi="Times New Roman" w:cs="Times New Roman"/>
        </w:rPr>
        <w:t>;</w:t>
      </w:r>
    </w:p>
    <w:p w14:paraId="11E1F849" w14:textId="77777777" w:rsidR="005361BB" w:rsidRPr="00695B0B" w:rsidRDefault="005361B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Спецификация - настоящата Техническа спецификация</w:t>
      </w:r>
      <w:r w:rsidR="001008D6" w:rsidRPr="00695B0B">
        <w:rPr>
          <w:rFonts w:ascii="Times New Roman" w:hAnsi="Times New Roman" w:cs="Times New Roman"/>
        </w:rPr>
        <w:t>;</w:t>
      </w:r>
    </w:p>
    <w:p w14:paraId="24FEC5D0" w14:textId="77777777" w:rsidR="004D19B6" w:rsidRPr="00695B0B" w:rsidRDefault="005361BB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Материали - материали и строителни продукти</w:t>
      </w:r>
      <w:r w:rsidR="001008D6" w:rsidRPr="00695B0B">
        <w:rPr>
          <w:rFonts w:ascii="Times New Roman" w:hAnsi="Times New Roman" w:cs="Times New Roman"/>
        </w:rPr>
        <w:t>.</w:t>
      </w:r>
    </w:p>
    <w:p w14:paraId="5CF7865E" w14:textId="77777777" w:rsidR="009C07E7" w:rsidRPr="00695B0B" w:rsidRDefault="00FD10CE" w:rsidP="00EF5A54">
      <w:pPr>
        <w:pStyle w:val="20"/>
      </w:pPr>
      <w:bookmarkStart w:id="51" w:name="_Toc513127297"/>
      <w:r w:rsidRPr="00695B0B">
        <w:t>СЪОТВЕТСТВИЕ НА СТАНДАРТИ И НОРМИ</w:t>
      </w:r>
      <w:bookmarkEnd w:id="51"/>
    </w:p>
    <w:p w14:paraId="1EEA9AC5" w14:textId="75F4A014" w:rsidR="00877908" w:rsidRPr="00695B0B" w:rsidRDefault="00E11350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E11350">
        <w:rPr>
          <w:rFonts w:ascii="Times New Roman" w:hAnsi="Times New Roman" w:cs="Times New Roman"/>
        </w:rPr>
        <w:t>Ако в Договора или в Приложението с индивидуалните предписания за конкретен обект има поставено условие доставените изделия и материали, извършената работа и изпитванията да отговорят на изискванията на определени стандарти, то трябва да бъде прилагано последното издание или преработка на посочените стандарти „или еквивалент“, в случай че няма друго специално указание.</w:t>
      </w:r>
    </w:p>
    <w:p w14:paraId="41E580D3" w14:textId="77777777" w:rsidR="000A75D4" w:rsidRPr="00695B0B" w:rsidRDefault="000A75D4" w:rsidP="00EF5A54">
      <w:pPr>
        <w:pStyle w:val="20"/>
      </w:pPr>
      <w:bookmarkStart w:id="52" w:name="_Toc513127298"/>
      <w:r w:rsidRPr="00695B0B">
        <w:t>ДОКУМЕНТАЦИЯ</w:t>
      </w:r>
      <w:bookmarkEnd w:id="52"/>
    </w:p>
    <w:p w14:paraId="1C8BE862" w14:textId="77777777" w:rsidR="000A75D4" w:rsidRPr="00695B0B" w:rsidRDefault="000A75D4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Изпълнителят трябва своевременно, в процеса на работа, да съставя и/или подписва цялата необходима строителна и екзекутивна документация, да съставя и/или подписва всички Актове и Протоколи, съгласно Наредба № 3 от 31 юли 2003 г. за съставяне на актове и протоколи по време на строителството, да съставя и/или подписва всички документи необходими за изплащане на извършените и претендирани СМР, както и всички други документи съгласно Договора.</w:t>
      </w:r>
    </w:p>
    <w:p w14:paraId="3E5EC740" w14:textId="77777777" w:rsidR="000852C0" w:rsidRPr="00695B0B" w:rsidRDefault="000852C0" w:rsidP="00EF5A54">
      <w:pPr>
        <w:pStyle w:val="20"/>
      </w:pPr>
      <w:bookmarkStart w:id="53" w:name="_Toc413426963"/>
      <w:bookmarkStart w:id="54" w:name="_Toc414465511"/>
      <w:bookmarkStart w:id="55" w:name="_Toc414465757"/>
      <w:bookmarkStart w:id="56" w:name="_Toc414466070"/>
      <w:bookmarkStart w:id="57" w:name="_Toc513127299"/>
      <w:r w:rsidRPr="00695B0B">
        <w:t>ПРОЕКТИ</w:t>
      </w:r>
      <w:bookmarkEnd w:id="53"/>
      <w:bookmarkEnd w:id="54"/>
      <w:bookmarkEnd w:id="55"/>
      <w:bookmarkEnd w:id="56"/>
      <w:bookmarkEnd w:id="57"/>
    </w:p>
    <w:p w14:paraId="550EBF4F" w14:textId="67E7A0A8" w:rsidR="00020F49" w:rsidRPr="00695B0B" w:rsidRDefault="00C005C7" w:rsidP="00CA64E4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Всички изменения и допълнения на съществуващите проекти, както и всички други </w:t>
      </w:r>
      <w:r w:rsidR="00E11350">
        <w:rPr>
          <w:rFonts w:ascii="Times New Roman" w:hAnsi="Times New Roman" w:cs="Times New Roman"/>
        </w:rPr>
        <w:t>технически</w:t>
      </w:r>
      <w:r w:rsidRPr="00695B0B">
        <w:rPr>
          <w:rFonts w:ascii="Times New Roman" w:hAnsi="Times New Roman" w:cs="Times New Roman"/>
        </w:rPr>
        <w:t xml:space="preserve"> проекти, изготвени от Изпълнителя по време на строителството на обекта, трябва да съответс</w:t>
      </w:r>
      <w:r w:rsidR="00B06CD2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>ват на действаща</w:t>
      </w:r>
      <w:r w:rsidR="00CA64E4" w:rsidRPr="00695B0B">
        <w:rPr>
          <w:rFonts w:ascii="Times New Roman" w:hAnsi="Times New Roman" w:cs="Times New Roman"/>
        </w:rPr>
        <w:t>та в момента нормативна уредба.</w:t>
      </w:r>
    </w:p>
    <w:p w14:paraId="31CE2A78" w14:textId="77777777" w:rsidR="0034639D" w:rsidRPr="00695B0B" w:rsidRDefault="0034639D" w:rsidP="00EF5A54">
      <w:pPr>
        <w:pStyle w:val="30"/>
      </w:pPr>
      <w:bookmarkStart w:id="58" w:name="_Toc513127300"/>
      <w:r w:rsidRPr="00695B0B">
        <w:t>Декларация за експлоатационни показатели</w:t>
      </w:r>
      <w:r w:rsidR="00CE055A" w:rsidRPr="00695B0B">
        <w:t xml:space="preserve"> и гаранции</w:t>
      </w:r>
      <w:bookmarkEnd w:id="58"/>
    </w:p>
    <w:p w14:paraId="4D3FFF3B" w14:textId="77777777" w:rsidR="00405755" w:rsidRPr="00695B0B" w:rsidRDefault="004217E7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 всички материали</w:t>
      </w:r>
      <w:r w:rsidR="00405755" w:rsidRPr="00695B0B">
        <w:rPr>
          <w:rFonts w:ascii="Times New Roman" w:hAnsi="Times New Roman" w:cs="Times New Roman"/>
        </w:rPr>
        <w:t xml:space="preserve"> и оборудване</w:t>
      </w:r>
      <w:r w:rsidRPr="00695B0B">
        <w:rPr>
          <w:rFonts w:ascii="Times New Roman" w:hAnsi="Times New Roman" w:cs="Times New Roman"/>
        </w:rPr>
        <w:t xml:space="preserve"> трябва да се представи:</w:t>
      </w:r>
      <w:r w:rsidR="00C0366B" w:rsidRPr="00695B0B">
        <w:rPr>
          <w:rFonts w:ascii="Times New Roman" w:hAnsi="Times New Roman" w:cs="Times New Roman"/>
        </w:rPr>
        <w:t xml:space="preserve"> </w:t>
      </w:r>
      <w:r w:rsidRPr="00695B0B">
        <w:rPr>
          <w:rFonts w:ascii="Times New Roman" w:hAnsi="Times New Roman" w:cs="Times New Roman"/>
        </w:rPr>
        <w:t>Декларация за експлоатационните показатели, съгласно Регламент (ЕС) № 305/2011 на Европейския Парламент и на Съвета от 9 март 2011 година за определяне на хармонизирани условия за предлагането на пазара на строителни продукти и за отмяна на Директива 89/106/ЕИО на Съвета</w:t>
      </w:r>
      <w:r w:rsidR="00C0366B" w:rsidRPr="00695B0B">
        <w:rPr>
          <w:rFonts w:ascii="Times New Roman" w:hAnsi="Times New Roman" w:cs="Times New Roman"/>
        </w:rPr>
        <w:t>,</w:t>
      </w:r>
      <w:r w:rsidRPr="00695B0B">
        <w:rPr>
          <w:rFonts w:ascii="Times New Roman" w:hAnsi="Times New Roman" w:cs="Times New Roman"/>
        </w:rPr>
        <w:t xml:space="preserve"> а за продуктите които който не са обхванати или не са обхванат напълно от</w:t>
      </w:r>
      <w:r w:rsidR="006A54C0">
        <w:rPr>
          <w:rFonts w:ascii="Times New Roman" w:hAnsi="Times New Roman" w:cs="Times New Roman"/>
        </w:rPr>
        <w:t xml:space="preserve"> хармонизиран стандарт, е необ</w:t>
      </w:r>
      <w:r w:rsidR="006A54C0">
        <w:rPr>
          <w:rFonts w:ascii="Times New Roman" w:hAnsi="Times New Roman" w:cs="Times New Roman"/>
        </w:rPr>
        <w:softHyphen/>
      </w:r>
      <w:r w:rsidRPr="00695B0B">
        <w:rPr>
          <w:rFonts w:ascii="Times New Roman" w:hAnsi="Times New Roman" w:cs="Times New Roman"/>
        </w:rPr>
        <w:t>ходимо да се предвиди европейска техническа оценка</w:t>
      </w:r>
      <w:r w:rsidR="00C0366B" w:rsidRPr="00695B0B">
        <w:rPr>
          <w:rFonts w:ascii="Times New Roman" w:hAnsi="Times New Roman" w:cs="Times New Roman"/>
        </w:rPr>
        <w:t xml:space="preserve"> доказваща, </w:t>
      </w:r>
      <w:r w:rsidRPr="00695B0B">
        <w:rPr>
          <w:rFonts w:ascii="Times New Roman" w:hAnsi="Times New Roman" w:cs="Times New Roman"/>
        </w:rPr>
        <w:t>съществените характеристики на строителния продукт съгласно съответните хармонизирани технически спецификации</w:t>
      </w:r>
      <w:r w:rsidR="00C0366B" w:rsidRPr="00695B0B">
        <w:rPr>
          <w:rFonts w:ascii="Times New Roman" w:hAnsi="Times New Roman" w:cs="Times New Roman"/>
        </w:rPr>
        <w:t>, както и подробна спецификация и информация за дълготрайността на съответния строителен продукт като цяло</w:t>
      </w:r>
      <w:r w:rsidR="00405755" w:rsidRPr="00695B0B">
        <w:rPr>
          <w:rFonts w:ascii="Times New Roman" w:hAnsi="Times New Roman" w:cs="Times New Roman"/>
        </w:rPr>
        <w:t xml:space="preserve"> и, когато спецификата на продукта / оборудването го изисква, Протокол за изпитване или Друг документ, доказващ, че са изпълнени изискванията към техническите характеристики на материалите и оборудването, както и информация за дълготрайността на съответния строителен продукт като цяло.</w:t>
      </w:r>
    </w:p>
    <w:p w14:paraId="2B2F58C5" w14:textId="77777777" w:rsidR="00C0366B" w:rsidRPr="00695B0B" w:rsidRDefault="0034639D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Всички сертификати следва да са </w:t>
      </w:r>
      <w:r w:rsidR="00C0366B" w:rsidRPr="00695B0B">
        <w:rPr>
          <w:rFonts w:ascii="Times New Roman" w:hAnsi="Times New Roman" w:cs="Times New Roman"/>
        </w:rPr>
        <w:t xml:space="preserve">издадени от акредитирани лица за сертификация на системи за управление на качеството и/ или за сертификация на продукти, или от лица, получили разрешение по глава </w:t>
      </w:r>
      <w:r w:rsidR="001E1787" w:rsidRPr="00695B0B">
        <w:rPr>
          <w:rFonts w:ascii="Times New Roman" w:hAnsi="Times New Roman" w:cs="Times New Roman"/>
        </w:rPr>
        <w:t xml:space="preserve">пета от Регламент (ЕС) 305 / 2001 г. </w:t>
      </w:r>
      <w:r w:rsidR="00C0366B" w:rsidRPr="00695B0B">
        <w:rPr>
          <w:rFonts w:ascii="Times New Roman" w:hAnsi="Times New Roman" w:cs="Times New Roman"/>
        </w:rPr>
        <w:t xml:space="preserve">Горепосочените документи се представят заверени, преведени на български език. </w:t>
      </w:r>
    </w:p>
    <w:p w14:paraId="526D4B57" w14:textId="77777777" w:rsidR="000852C0" w:rsidRPr="00695B0B" w:rsidRDefault="00FF68BA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Всяка доставка на материали на строителната площадка или в складовете на Изпълнителя трябва да бъде придружен</w:t>
      </w:r>
      <w:r w:rsidR="00F41BAF">
        <w:rPr>
          <w:rFonts w:ascii="Times New Roman" w:hAnsi="Times New Roman" w:cs="Times New Roman"/>
        </w:rPr>
        <w:t>а</w:t>
      </w:r>
      <w:r w:rsidRPr="00695B0B">
        <w:rPr>
          <w:rFonts w:ascii="Times New Roman" w:hAnsi="Times New Roman" w:cs="Times New Roman"/>
        </w:rPr>
        <w:t xml:space="preserve"> със сертификат за качество в съответствие с определените технически стандарти, </w:t>
      </w:r>
      <w:r w:rsidRPr="00695B0B">
        <w:rPr>
          <w:rFonts w:ascii="Times New Roman" w:hAnsi="Times New Roman" w:cs="Times New Roman"/>
        </w:rPr>
        <w:lastRenderedPageBreak/>
        <w:t>спецификации или одобрени мостри и каталози и трябва да бъд</w:t>
      </w:r>
      <w:r w:rsidR="00F41BAF">
        <w:rPr>
          <w:rFonts w:ascii="Times New Roman" w:hAnsi="Times New Roman" w:cs="Times New Roman"/>
        </w:rPr>
        <w:t>ат</w:t>
      </w:r>
      <w:r w:rsidRPr="00695B0B">
        <w:rPr>
          <w:rFonts w:ascii="Times New Roman" w:hAnsi="Times New Roman" w:cs="Times New Roman"/>
        </w:rPr>
        <w:t xml:space="preserve"> внимателно съхранявани до влагането им </w:t>
      </w:r>
      <w:r w:rsidR="00F41BAF">
        <w:rPr>
          <w:rFonts w:ascii="Times New Roman" w:hAnsi="Times New Roman" w:cs="Times New Roman"/>
        </w:rPr>
        <w:t>на обекта</w:t>
      </w:r>
      <w:r w:rsidRPr="00695B0B">
        <w:rPr>
          <w:rFonts w:ascii="Times New Roman" w:hAnsi="Times New Roman" w:cs="Times New Roman"/>
        </w:rPr>
        <w:t>.</w:t>
      </w:r>
    </w:p>
    <w:p w14:paraId="45F03746" w14:textId="77777777" w:rsidR="00FF68BA" w:rsidRPr="00695B0B" w:rsidRDefault="00FF68BA" w:rsidP="00FF68BA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Всички произведени продукти или оборудване, които ще бъдат вложени в </w:t>
      </w:r>
      <w:r w:rsidR="00F41BAF">
        <w:rPr>
          <w:rFonts w:ascii="Times New Roman" w:hAnsi="Times New Roman" w:cs="Times New Roman"/>
        </w:rPr>
        <w:t>строежа</w:t>
      </w:r>
      <w:r w:rsidRPr="00695B0B">
        <w:rPr>
          <w:rFonts w:ascii="Times New Roman" w:hAnsi="Times New Roman" w:cs="Times New Roman"/>
        </w:rPr>
        <w:t xml:space="preserve"> ще бъдат доставени с всички необходими аксесоари, фиксатори и детайли, придружени с наръчници за експлоатация и поддръжка, където могат да се приложат такива.</w:t>
      </w:r>
    </w:p>
    <w:p w14:paraId="2B855D23" w14:textId="77777777" w:rsidR="00FF68BA" w:rsidRPr="00695B0B" w:rsidRDefault="00FF68BA" w:rsidP="00FD7FE5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Гаранциите за изпълнение на изпълнените СМР работи започват да текат от датата на </w:t>
      </w:r>
      <w:r w:rsidR="00CE055A" w:rsidRPr="00695B0B">
        <w:rPr>
          <w:rFonts w:ascii="Times New Roman" w:hAnsi="Times New Roman" w:cs="Times New Roman"/>
        </w:rPr>
        <w:t>въвеждане на обекта в експлоатация</w:t>
      </w:r>
      <w:r w:rsidRPr="00695B0B">
        <w:rPr>
          <w:rFonts w:ascii="Times New Roman" w:hAnsi="Times New Roman" w:cs="Times New Roman"/>
        </w:rPr>
        <w:t>, ако изрично не е с</w:t>
      </w:r>
      <w:r w:rsidR="00FD7FE5" w:rsidRPr="00695B0B">
        <w:rPr>
          <w:rFonts w:ascii="Times New Roman" w:hAnsi="Times New Roman" w:cs="Times New Roman"/>
        </w:rPr>
        <w:t>пецифицирано друго.</w:t>
      </w:r>
    </w:p>
    <w:p w14:paraId="3652BFFD" w14:textId="77777777" w:rsidR="00CE055A" w:rsidRPr="00695B0B" w:rsidRDefault="00CE055A" w:rsidP="00EF5A54">
      <w:pPr>
        <w:pStyle w:val="30"/>
      </w:pPr>
      <w:bookmarkStart w:id="59" w:name="_Toc513127301"/>
      <w:r w:rsidRPr="00695B0B">
        <w:t>Каталози и препоръки на производителите</w:t>
      </w:r>
      <w:bookmarkEnd w:id="59"/>
    </w:p>
    <w:p w14:paraId="1F9C1033" w14:textId="77777777" w:rsidR="00CE055A" w:rsidRPr="00695B0B" w:rsidRDefault="00CE055A" w:rsidP="00FD7FE5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Каталозите, инструкции и препоръките (технологични карти) на Производителя за материал, оборудване или продукт, определени в съответствие с техническите стандарти, физическите параметри, техническите характеристики и изходните данни или технологията за полагане или монтаж, съхранение, детайли и пр. не освобождават Изпълнителя, от които и да било от неговите договорни за</w:t>
      </w:r>
      <w:r w:rsidR="00FD7FE5" w:rsidRPr="00695B0B">
        <w:rPr>
          <w:rFonts w:ascii="Times New Roman" w:hAnsi="Times New Roman" w:cs="Times New Roman"/>
        </w:rPr>
        <w:t>дължения и гаранции за качество</w:t>
      </w:r>
      <w:r w:rsidR="00004FF6" w:rsidRPr="00695B0B">
        <w:rPr>
          <w:rFonts w:ascii="Times New Roman" w:hAnsi="Times New Roman" w:cs="Times New Roman"/>
        </w:rPr>
        <w:t>.</w:t>
      </w:r>
    </w:p>
    <w:p w14:paraId="41262C59" w14:textId="77777777" w:rsidR="002B3F32" w:rsidRPr="00695B0B" w:rsidRDefault="002B3F32" w:rsidP="00EF5A54">
      <w:pPr>
        <w:pStyle w:val="30"/>
      </w:pPr>
      <w:bookmarkStart w:id="60" w:name="_Toc513127302"/>
      <w:r w:rsidRPr="00695B0B">
        <w:t>Указание за полагане, експлоатация и поддържане</w:t>
      </w:r>
      <w:bookmarkEnd w:id="60"/>
    </w:p>
    <w:p w14:paraId="70803888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За всеки от материалите и конкретното оборудване да се представи указание за полагане, експлоатация и поддържане.</w:t>
      </w:r>
    </w:p>
    <w:p w14:paraId="0205B052" w14:textId="77777777" w:rsidR="00CE055A" w:rsidRPr="00695B0B" w:rsidRDefault="000852C0" w:rsidP="00FD7FE5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Горепосочените документи се представят заверени от Изпълнителя, преведени на български език.</w:t>
      </w:r>
    </w:p>
    <w:p w14:paraId="2F49F775" w14:textId="77777777" w:rsidR="002B3F32" w:rsidRPr="00695B0B" w:rsidRDefault="002B3F32" w:rsidP="00EF5A54">
      <w:pPr>
        <w:pStyle w:val="30"/>
      </w:pPr>
      <w:bookmarkStart w:id="61" w:name="_Toc513127303"/>
      <w:r w:rsidRPr="00695B0B">
        <w:t>Мостри</w:t>
      </w:r>
      <w:bookmarkEnd w:id="61"/>
    </w:p>
    <w:p w14:paraId="43A709CA" w14:textId="77777777" w:rsidR="00C0366B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Изборът на завършващи материали да става само след одобрение на мостра от представител на Възложителя. </w:t>
      </w:r>
    </w:p>
    <w:p w14:paraId="7A2F6365" w14:textId="77777777" w:rsidR="000852C0" w:rsidRPr="00695B0B" w:rsidRDefault="00AF207F" w:rsidP="00FD7FE5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Възложителят има право допълнително да поиска мостри от посочените материали и оборудване.</w:t>
      </w:r>
    </w:p>
    <w:p w14:paraId="070511CE" w14:textId="77777777" w:rsidR="002B3F32" w:rsidRPr="00695B0B" w:rsidRDefault="002B3F32" w:rsidP="00EF5A54">
      <w:pPr>
        <w:pStyle w:val="30"/>
      </w:pPr>
      <w:bookmarkStart w:id="62" w:name="_Toc513127304"/>
      <w:r w:rsidRPr="00695B0B">
        <w:t>Складиране</w:t>
      </w:r>
      <w:bookmarkEnd w:id="62"/>
    </w:p>
    <w:p w14:paraId="6888C5E7" w14:textId="77777777" w:rsidR="00CF7997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Всички материали, машини и съоръжения (оборудване), свързани с доставка и монтаж, следва да се складират на подходящи за целите места като се запазва тяхната цялост.</w:t>
      </w:r>
    </w:p>
    <w:p w14:paraId="621D265A" w14:textId="77777777" w:rsidR="00CF7997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Транспортът трябва да бъде извършван с подходящи средства и в съответствие с нормативите за ограничаване на пакетажа и товара. Товаренето и разтоварването от транспортни средства и преместването могат да се извършват с кран или багер. </w:t>
      </w:r>
    </w:p>
    <w:p w14:paraId="13553911" w14:textId="77777777" w:rsidR="00C0366B" w:rsidRPr="00695B0B" w:rsidRDefault="00CF7997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</w:t>
      </w:r>
      <w:r w:rsidR="006A54C0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 xml:space="preserve"> трябва да опази материалите от </w:t>
      </w:r>
      <w:r w:rsidR="00C0366B" w:rsidRPr="00695B0B">
        <w:rPr>
          <w:rFonts w:ascii="Times New Roman" w:hAnsi="Times New Roman" w:cs="Times New Roman"/>
        </w:rPr>
        <w:t>надраскване или прегазване от транспортни средства</w:t>
      </w:r>
      <w:r w:rsidRPr="00695B0B">
        <w:rPr>
          <w:rFonts w:ascii="Times New Roman" w:hAnsi="Times New Roman" w:cs="Times New Roman"/>
        </w:rPr>
        <w:t xml:space="preserve">. </w:t>
      </w:r>
    </w:p>
    <w:p w14:paraId="477B0A02" w14:textId="77777777" w:rsidR="00AF207F" w:rsidRPr="00695B0B" w:rsidRDefault="00C0366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Складирането да става върху нивелирана площадка, без неравности главно от остри камъни. Възможно е </w:t>
      </w:r>
      <w:proofErr w:type="spellStart"/>
      <w:r w:rsidRPr="00695B0B">
        <w:rPr>
          <w:rFonts w:ascii="Times New Roman" w:hAnsi="Times New Roman" w:cs="Times New Roman"/>
        </w:rPr>
        <w:t>натруване</w:t>
      </w:r>
      <w:proofErr w:type="spellEnd"/>
      <w:r w:rsidRPr="00695B0B">
        <w:rPr>
          <w:rFonts w:ascii="Times New Roman" w:hAnsi="Times New Roman" w:cs="Times New Roman"/>
        </w:rPr>
        <w:t xml:space="preserve"> върху почва, пясък, асфалт и цимент, като се избягва влаченето им. Когато материалите, машините и съоръженията остават на открито за дълго време, се препоръчва да бъ</w:t>
      </w:r>
      <w:r w:rsidR="000350DD" w:rsidRPr="00695B0B">
        <w:rPr>
          <w:rFonts w:ascii="Times New Roman" w:hAnsi="Times New Roman" w:cs="Times New Roman"/>
        </w:rPr>
        <w:t xml:space="preserve">дат защитени от слънчеви лъчи. </w:t>
      </w:r>
      <w:r w:rsidR="00EF1D7B" w:rsidRPr="00695B0B">
        <w:rPr>
          <w:rFonts w:ascii="Times New Roman" w:hAnsi="Times New Roman" w:cs="Times New Roman"/>
        </w:rPr>
        <w:t>Изпълнителя трябва да обърне специално внимание за адекватното им опазване.</w:t>
      </w:r>
    </w:p>
    <w:p w14:paraId="563BB77B" w14:textId="77777777" w:rsidR="00CF7997" w:rsidRPr="00695B0B" w:rsidRDefault="00CF7997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</w:t>
      </w:r>
      <w:r w:rsidR="006A54C0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 xml:space="preserve"> трябва да положи усилия, да сведе до минимум продължителността на складиране на Площадката на материали и оборудване, като планира доставките, така че да съвпадат с нуждите на строителството. Изпълнителя</w:t>
      </w:r>
      <w:r w:rsidR="006A54C0">
        <w:rPr>
          <w:rFonts w:ascii="Times New Roman" w:hAnsi="Times New Roman" w:cs="Times New Roman"/>
        </w:rPr>
        <w:t>т не</w:t>
      </w:r>
      <w:r w:rsidRPr="00695B0B">
        <w:rPr>
          <w:rFonts w:ascii="Times New Roman" w:hAnsi="Times New Roman" w:cs="Times New Roman"/>
        </w:rPr>
        <w:t xml:space="preserve"> трябва да съхранява на площадката ненужни материали.</w:t>
      </w:r>
    </w:p>
    <w:p w14:paraId="4BFAD1D5" w14:textId="77777777" w:rsidR="00EF1D7B" w:rsidRPr="00695B0B" w:rsidRDefault="00EF1D7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</w:t>
      </w:r>
      <w:r w:rsidR="006A54C0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 xml:space="preserve"> трябва така да организира подреждането на материалите, че д</w:t>
      </w:r>
      <w:r w:rsidR="006A54C0">
        <w:rPr>
          <w:rFonts w:ascii="Times New Roman" w:hAnsi="Times New Roman" w:cs="Times New Roman"/>
        </w:rPr>
        <w:t>а не могат да застрашат безопас</w:t>
      </w:r>
      <w:r w:rsidRPr="00695B0B">
        <w:rPr>
          <w:rFonts w:ascii="Times New Roman" w:hAnsi="Times New Roman" w:cs="Times New Roman"/>
        </w:rPr>
        <w:t>ността на хората. Изпълнителя</w:t>
      </w:r>
      <w:r w:rsidR="006A54C0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 xml:space="preserve"> трябва да окачи и спазва </w:t>
      </w:r>
      <w:proofErr w:type="spellStart"/>
      <w:r w:rsidRPr="00695B0B">
        <w:rPr>
          <w:rFonts w:ascii="Times New Roman" w:hAnsi="Times New Roman" w:cs="Times New Roman"/>
        </w:rPr>
        <w:t>обозначителни</w:t>
      </w:r>
      <w:proofErr w:type="spellEnd"/>
      <w:r w:rsidRPr="00695B0B">
        <w:rPr>
          <w:rFonts w:ascii="Times New Roman" w:hAnsi="Times New Roman" w:cs="Times New Roman"/>
        </w:rPr>
        <w:t xml:space="preserve"> табели, указващи разрешената тежест на товара върху платформите /ако има такива/. </w:t>
      </w:r>
    </w:p>
    <w:p w14:paraId="7050C4A6" w14:textId="77777777" w:rsidR="00EF1D7B" w:rsidRPr="00695B0B" w:rsidRDefault="00EF1D7B" w:rsidP="00EA1922">
      <w:pPr>
        <w:spacing w:before="60" w:after="60" w:line="276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>Изпълнителя</w:t>
      </w:r>
      <w:r w:rsidR="006A54C0">
        <w:rPr>
          <w:rFonts w:ascii="Times New Roman" w:hAnsi="Times New Roman" w:cs="Times New Roman"/>
        </w:rPr>
        <w:t>т</w:t>
      </w:r>
      <w:r w:rsidRPr="00695B0B">
        <w:rPr>
          <w:rFonts w:ascii="Times New Roman" w:hAnsi="Times New Roman" w:cs="Times New Roman"/>
        </w:rPr>
        <w:t xml:space="preserve"> трябва да получи от производителя детайлна </w:t>
      </w:r>
      <w:proofErr w:type="spellStart"/>
      <w:r w:rsidRPr="00695B0B">
        <w:rPr>
          <w:rFonts w:ascii="Times New Roman" w:hAnsi="Times New Roman" w:cs="Times New Roman"/>
        </w:rPr>
        <w:t>иформация</w:t>
      </w:r>
      <w:proofErr w:type="spellEnd"/>
      <w:r w:rsidRPr="00695B0B">
        <w:rPr>
          <w:rFonts w:ascii="Times New Roman" w:hAnsi="Times New Roman" w:cs="Times New Roman"/>
        </w:rPr>
        <w:t xml:space="preserve"> относно метода на съхранение и поддръжка на складираните материали, като трябва да спазва тези изисквания.</w:t>
      </w:r>
    </w:p>
    <w:p w14:paraId="65950033" w14:textId="77777777" w:rsidR="001703D0" w:rsidRPr="00695B0B" w:rsidRDefault="00EF1D7B" w:rsidP="00284F25">
      <w:pPr>
        <w:spacing w:before="60" w:after="60" w:line="276" w:lineRule="auto"/>
        <w:rPr>
          <w:rFonts w:ascii="Times New Roman" w:hAnsi="Times New Roman" w:cs="Times New Roman"/>
          <w:lang w:val="en-US"/>
        </w:rPr>
      </w:pPr>
      <w:r w:rsidRPr="00695B0B">
        <w:rPr>
          <w:rFonts w:ascii="Times New Roman" w:hAnsi="Times New Roman" w:cs="Times New Roman"/>
        </w:rPr>
        <w:t>Всички разходи, свързани със складирането и охраната на материалите и оборудването ще са за сметка на Изпълнителя и няма да се извършват никакви допълните</w:t>
      </w:r>
      <w:r w:rsidR="00FD7FE5" w:rsidRPr="00695B0B">
        <w:rPr>
          <w:rFonts w:ascii="Times New Roman" w:hAnsi="Times New Roman" w:cs="Times New Roman"/>
        </w:rPr>
        <w:t>лни плащания във връзка с това.</w:t>
      </w:r>
    </w:p>
    <w:p w14:paraId="203593F3" w14:textId="77777777" w:rsidR="008B5DEF" w:rsidRPr="00695B0B" w:rsidRDefault="008B5DEF" w:rsidP="008C6506">
      <w:pPr>
        <w:pStyle w:val="10"/>
        <w:rPr>
          <w:rFonts w:ascii="Times New Roman" w:hAnsi="Times New Roman" w:cs="Times New Roman"/>
        </w:rPr>
      </w:pPr>
      <w:bookmarkStart w:id="63" w:name="_Toc513127305"/>
      <w:r w:rsidRPr="00695B0B">
        <w:rPr>
          <w:rFonts w:ascii="Times New Roman" w:hAnsi="Times New Roman" w:cs="Times New Roman"/>
        </w:rPr>
        <w:lastRenderedPageBreak/>
        <w:t>ПРИЛОЖЕНИЯ:</w:t>
      </w:r>
      <w:bookmarkEnd w:id="63"/>
      <w:r w:rsidRPr="00695B0B">
        <w:rPr>
          <w:rFonts w:ascii="Times New Roman" w:hAnsi="Times New Roman" w:cs="Times New Roman"/>
        </w:rPr>
        <w:t xml:space="preserve"> </w:t>
      </w:r>
    </w:p>
    <w:p w14:paraId="42798893" w14:textId="75FD1AFB" w:rsidR="008B5DEF" w:rsidRPr="00695B0B" w:rsidRDefault="008B5DEF" w:rsidP="008B5DEF">
      <w:pPr>
        <w:spacing w:before="80" w:line="264" w:lineRule="auto"/>
        <w:rPr>
          <w:rFonts w:ascii="Times New Roman" w:hAnsi="Times New Roman" w:cs="Times New Roman"/>
        </w:rPr>
      </w:pPr>
      <w:r w:rsidRPr="00695B0B">
        <w:rPr>
          <w:rFonts w:ascii="Times New Roman" w:hAnsi="Times New Roman" w:cs="Times New Roman"/>
        </w:rPr>
        <w:t xml:space="preserve">Одобрен </w:t>
      </w:r>
      <w:r w:rsidR="000B032B">
        <w:rPr>
          <w:rFonts w:ascii="Times New Roman" w:hAnsi="Times New Roman" w:cs="Times New Roman"/>
        </w:rPr>
        <w:t>технически</w:t>
      </w:r>
      <w:r w:rsidR="00C77356" w:rsidRPr="00695B0B">
        <w:rPr>
          <w:rFonts w:ascii="Times New Roman" w:hAnsi="Times New Roman" w:cs="Times New Roman"/>
        </w:rPr>
        <w:t xml:space="preserve"> </w:t>
      </w:r>
      <w:r w:rsidR="00244DCF" w:rsidRPr="00695B0B">
        <w:rPr>
          <w:rFonts w:ascii="Times New Roman" w:hAnsi="Times New Roman" w:cs="Times New Roman"/>
        </w:rPr>
        <w:t>инвестицион</w:t>
      </w:r>
      <w:r w:rsidR="000B032B">
        <w:rPr>
          <w:rFonts w:ascii="Times New Roman" w:hAnsi="Times New Roman" w:cs="Times New Roman"/>
        </w:rPr>
        <w:t>е</w:t>
      </w:r>
      <w:r w:rsidR="00244DCF" w:rsidRPr="00695B0B">
        <w:rPr>
          <w:rFonts w:ascii="Times New Roman" w:hAnsi="Times New Roman" w:cs="Times New Roman"/>
        </w:rPr>
        <w:t>н</w:t>
      </w:r>
      <w:r w:rsidRPr="00695B0B">
        <w:rPr>
          <w:rFonts w:ascii="Times New Roman" w:hAnsi="Times New Roman" w:cs="Times New Roman"/>
        </w:rPr>
        <w:t xml:space="preserve"> проект (обяснителни записки и чертежи по отделните части), </w:t>
      </w:r>
      <w:r w:rsidR="003C62CB">
        <w:rPr>
          <w:rFonts w:ascii="Times New Roman" w:hAnsi="Times New Roman" w:cs="Times New Roman"/>
        </w:rPr>
        <w:t>КСС - оферта</w:t>
      </w:r>
      <w:r w:rsidRPr="00695B0B">
        <w:rPr>
          <w:rFonts w:ascii="Times New Roman" w:hAnsi="Times New Roman" w:cs="Times New Roman"/>
        </w:rPr>
        <w:t xml:space="preserve">, както и издаденото разрешение за строеж за обекта на интервенция и подлежащите на изпълнение СМР. </w:t>
      </w:r>
    </w:p>
    <w:sectPr w:rsidR="008B5DEF" w:rsidRPr="00695B0B" w:rsidSect="001F0EBC">
      <w:footerReference w:type="default" r:id="rId8"/>
      <w:pgSz w:w="11906" w:h="16838"/>
      <w:pgMar w:top="1418" w:right="851" w:bottom="1170" w:left="1134" w:header="709" w:footer="2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A5A11" w14:textId="77777777" w:rsidR="000A2B8A" w:rsidRDefault="000A2B8A" w:rsidP="00326DD6">
      <w:r>
        <w:separator/>
      </w:r>
    </w:p>
  </w:endnote>
  <w:endnote w:type="continuationSeparator" w:id="0">
    <w:p w14:paraId="22CB1E24" w14:textId="77777777" w:rsidR="000A2B8A" w:rsidRDefault="000A2B8A" w:rsidP="00326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?????? Pro W3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6311E" w14:textId="110BBB9A" w:rsidR="00EF5A54" w:rsidRDefault="00EF5A5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4911">
      <w:rPr>
        <w:noProof/>
      </w:rPr>
      <w:t>1</w:t>
    </w:r>
    <w:r>
      <w:rPr>
        <w:noProof/>
      </w:rPr>
      <w:fldChar w:fldCharType="end"/>
    </w:r>
  </w:p>
  <w:p w14:paraId="40F7224B" w14:textId="77777777" w:rsidR="00EF5A54" w:rsidRDefault="00EF5A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3860D" w14:textId="77777777" w:rsidR="000A2B8A" w:rsidRDefault="000A2B8A" w:rsidP="00326DD6">
      <w:r>
        <w:separator/>
      </w:r>
    </w:p>
  </w:footnote>
  <w:footnote w:type="continuationSeparator" w:id="0">
    <w:p w14:paraId="64F0E361" w14:textId="77777777" w:rsidR="000A2B8A" w:rsidRDefault="000A2B8A" w:rsidP="00326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88E0586"/>
    <w:name w:val="WW8Num2"/>
    <w:lvl w:ilvl="0">
      <w:start w:val="65535"/>
      <w:numFmt w:val="bullet"/>
      <w:lvlText w:val="-"/>
      <w:lvlJc w:val="left"/>
      <w:pPr>
        <w:tabs>
          <w:tab w:val="num" w:pos="780"/>
        </w:tabs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500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22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294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660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8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510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820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540"/>
        </w:tabs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5E41CB"/>
    <w:multiLevelType w:val="hybridMultilevel"/>
    <w:tmpl w:val="97F88E86"/>
    <w:lvl w:ilvl="0" w:tplc="A4AAA5A0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1001BF3"/>
    <w:multiLevelType w:val="hybridMultilevel"/>
    <w:tmpl w:val="3B06DDC8"/>
    <w:lvl w:ilvl="0" w:tplc="9C3A0266">
      <w:start w:val="4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1972C2B"/>
    <w:multiLevelType w:val="hybridMultilevel"/>
    <w:tmpl w:val="6B06489E"/>
    <w:lvl w:ilvl="0" w:tplc="377AA256">
      <w:start w:val="1"/>
      <w:numFmt w:val="bullet"/>
      <w:lvlText w:val="-"/>
      <w:lvlJc w:val="left"/>
      <w:pPr>
        <w:ind w:left="2007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03A04A4A"/>
    <w:multiLevelType w:val="hybridMultilevel"/>
    <w:tmpl w:val="BBEE222C"/>
    <w:lvl w:ilvl="0" w:tplc="FE127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04619D"/>
    <w:multiLevelType w:val="multilevel"/>
    <w:tmpl w:val="EB30158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hint="default"/>
      </w:rPr>
    </w:lvl>
  </w:abstractNum>
  <w:abstractNum w:abstractNumId="7" w15:restartNumberingAfterBreak="0">
    <w:nsid w:val="0B9A4C8C"/>
    <w:multiLevelType w:val="hybridMultilevel"/>
    <w:tmpl w:val="BF4A1A5A"/>
    <w:lvl w:ilvl="0" w:tplc="2F066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C6412A"/>
    <w:multiLevelType w:val="hybridMultilevel"/>
    <w:tmpl w:val="7F36D68C"/>
    <w:lvl w:ilvl="0" w:tplc="DC86A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10D5EB6"/>
    <w:multiLevelType w:val="hybridMultilevel"/>
    <w:tmpl w:val="6598D5A8"/>
    <w:lvl w:ilvl="0" w:tplc="5CC8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8B6067"/>
    <w:multiLevelType w:val="hybridMultilevel"/>
    <w:tmpl w:val="54325FAC"/>
    <w:lvl w:ilvl="0" w:tplc="47D89B2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6" w:hanging="360"/>
      </w:pPr>
    </w:lvl>
    <w:lvl w:ilvl="2" w:tplc="0402001B" w:tentative="1">
      <w:start w:val="1"/>
      <w:numFmt w:val="lowerRoman"/>
      <w:lvlText w:val="%3."/>
      <w:lvlJc w:val="right"/>
      <w:pPr>
        <w:ind w:left="2946" w:hanging="180"/>
      </w:pPr>
    </w:lvl>
    <w:lvl w:ilvl="3" w:tplc="0402000F" w:tentative="1">
      <w:start w:val="1"/>
      <w:numFmt w:val="decimal"/>
      <w:lvlText w:val="%4."/>
      <w:lvlJc w:val="left"/>
      <w:pPr>
        <w:ind w:left="3666" w:hanging="360"/>
      </w:pPr>
    </w:lvl>
    <w:lvl w:ilvl="4" w:tplc="04020019" w:tentative="1">
      <w:start w:val="1"/>
      <w:numFmt w:val="lowerLetter"/>
      <w:lvlText w:val="%5."/>
      <w:lvlJc w:val="left"/>
      <w:pPr>
        <w:ind w:left="4386" w:hanging="360"/>
      </w:pPr>
    </w:lvl>
    <w:lvl w:ilvl="5" w:tplc="0402001B" w:tentative="1">
      <w:start w:val="1"/>
      <w:numFmt w:val="lowerRoman"/>
      <w:lvlText w:val="%6."/>
      <w:lvlJc w:val="right"/>
      <w:pPr>
        <w:ind w:left="5106" w:hanging="180"/>
      </w:pPr>
    </w:lvl>
    <w:lvl w:ilvl="6" w:tplc="0402000F" w:tentative="1">
      <w:start w:val="1"/>
      <w:numFmt w:val="decimal"/>
      <w:lvlText w:val="%7."/>
      <w:lvlJc w:val="left"/>
      <w:pPr>
        <w:ind w:left="5826" w:hanging="360"/>
      </w:pPr>
    </w:lvl>
    <w:lvl w:ilvl="7" w:tplc="04020019" w:tentative="1">
      <w:start w:val="1"/>
      <w:numFmt w:val="lowerLetter"/>
      <w:lvlText w:val="%8."/>
      <w:lvlJc w:val="left"/>
      <w:pPr>
        <w:ind w:left="6546" w:hanging="360"/>
      </w:pPr>
    </w:lvl>
    <w:lvl w:ilvl="8" w:tplc="040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13D15C18"/>
    <w:multiLevelType w:val="hybridMultilevel"/>
    <w:tmpl w:val="67F47E8A"/>
    <w:lvl w:ilvl="0" w:tplc="2E8E60E4">
      <w:start w:val="1"/>
      <w:numFmt w:val="decimal"/>
      <w:lvlText w:val="%1."/>
      <w:lvlJc w:val="left"/>
      <w:pPr>
        <w:ind w:left="236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087" w:hanging="360"/>
      </w:pPr>
    </w:lvl>
    <w:lvl w:ilvl="2" w:tplc="0402001B" w:tentative="1">
      <w:start w:val="1"/>
      <w:numFmt w:val="lowerRoman"/>
      <w:lvlText w:val="%3."/>
      <w:lvlJc w:val="right"/>
      <w:pPr>
        <w:ind w:left="3807" w:hanging="180"/>
      </w:pPr>
    </w:lvl>
    <w:lvl w:ilvl="3" w:tplc="0402000F" w:tentative="1">
      <w:start w:val="1"/>
      <w:numFmt w:val="decimal"/>
      <w:lvlText w:val="%4."/>
      <w:lvlJc w:val="left"/>
      <w:pPr>
        <w:ind w:left="4527" w:hanging="360"/>
      </w:pPr>
    </w:lvl>
    <w:lvl w:ilvl="4" w:tplc="04020019" w:tentative="1">
      <w:start w:val="1"/>
      <w:numFmt w:val="lowerLetter"/>
      <w:lvlText w:val="%5."/>
      <w:lvlJc w:val="left"/>
      <w:pPr>
        <w:ind w:left="5247" w:hanging="360"/>
      </w:pPr>
    </w:lvl>
    <w:lvl w:ilvl="5" w:tplc="0402001B" w:tentative="1">
      <w:start w:val="1"/>
      <w:numFmt w:val="lowerRoman"/>
      <w:lvlText w:val="%6."/>
      <w:lvlJc w:val="right"/>
      <w:pPr>
        <w:ind w:left="5967" w:hanging="180"/>
      </w:pPr>
    </w:lvl>
    <w:lvl w:ilvl="6" w:tplc="0402000F" w:tentative="1">
      <w:start w:val="1"/>
      <w:numFmt w:val="decimal"/>
      <w:lvlText w:val="%7."/>
      <w:lvlJc w:val="left"/>
      <w:pPr>
        <w:ind w:left="6687" w:hanging="360"/>
      </w:pPr>
    </w:lvl>
    <w:lvl w:ilvl="7" w:tplc="04020019" w:tentative="1">
      <w:start w:val="1"/>
      <w:numFmt w:val="lowerLetter"/>
      <w:lvlText w:val="%8."/>
      <w:lvlJc w:val="left"/>
      <w:pPr>
        <w:ind w:left="7407" w:hanging="360"/>
      </w:pPr>
    </w:lvl>
    <w:lvl w:ilvl="8" w:tplc="0402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2" w15:restartNumberingAfterBreak="0">
    <w:nsid w:val="179A1508"/>
    <w:multiLevelType w:val="hybridMultilevel"/>
    <w:tmpl w:val="B1E0505E"/>
    <w:lvl w:ilvl="0" w:tplc="AD1C8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A120F6"/>
    <w:multiLevelType w:val="hybridMultilevel"/>
    <w:tmpl w:val="B9AEDBC6"/>
    <w:lvl w:ilvl="0" w:tplc="6EBC9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99B0568"/>
    <w:multiLevelType w:val="hybridMultilevel"/>
    <w:tmpl w:val="4572992C"/>
    <w:lvl w:ilvl="0" w:tplc="D450BC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BDF7582"/>
    <w:multiLevelType w:val="hybridMultilevel"/>
    <w:tmpl w:val="BF4EBBB2"/>
    <w:lvl w:ilvl="0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261942"/>
    <w:multiLevelType w:val="hybridMultilevel"/>
    <w:tmpl w:val="87EAB074"/>
    <w:lvl w:ilvl="0" w:tplc="D49A9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D5E1B23"/>
    <w:multiLevelType w:val="hybridMultilevel"/>
    <w:tmpl w:val="75C8FCFA"/>
    <w:lvl w:ilvl="0" w:tplc="0402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9" w15:restartNumberingAfterBreak="0">
    <w:nsid w:val="2ED27126"/>
    <w:multiLevelType w:val="hybridMultilevel"/>
    <w:tmpl w:val="203AD85E"/>
    <w:lvl w:ilvl="0" w:tplc="FE62A8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F767128"/>
    <w:multiLevelType w:val="hybridMultilevel"/>
    <w:tmpl w:val="49BE6236"/>
    <w:lvl w:ilvl="0" w:tplc="82FC8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E46028"/>
    <w:multiLevelType w:val="hybridMultilevel"/>
    <w:tmpl w:val="0A04A0E6"/>
    <w:lvl w:ilvl="0" w:tplc="DBC4A53A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 w15:restartNumberingAfterBreak="0">
    <w:nsid w:val="3E7546B9"/>
    <w:multiLevelType w:val="hybridMultilevel"/>
    <w:tmpl w:val="8E4EEA8C"/>
    <w:lvl w:ilvl="0" w:tplc="28B650D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3F3E6C00"/>
    <w:multiLevelType w:val="multilevel"/>
    <w:tmpl w:val="868C3CA8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381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2724030"/>
    <w:multiLevelType w:val="multilevel"/>
    <w:tmpl w:val="EB30158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FD1A8F"/>
    <w:multiLevelType w:val="hybridMultilevel"/>
    <w:tmpl w:val="C9E626AC"/>
    <w:lvl w:ilvl="0" w:tplc="18FE16D2">
      <w:start w:val="1"/>
      <w:numFmt w:val="bullet"/>
      <w:pStyle w:val="a"/>
      <w:lvlText w:val=""/>
      <w:lvlJc w:val="left"/>
      <w:pPr>
        <w:ind w:left="1065" w:hanging="705"/>
      </w:pPr>
      <w:rPr>
        <w:rFonts w:ascii="Wingdings" w:hAnsi="Wingdings"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E293A"/>
    <w:multiLevelType w:val="multilevel"/>
    <w:tmpl w:val="EB30158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256247"/>
    <w:multiLevelType w:val="hybridMultilevel"/>
    <w:tmpl w:val="44469D6C"/>
    <w:lvl w:ilvl="0" w:tplc="35AC98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ACA690C"/>
    <w:multiLevelType w:val="hybridMultilevel"/>
    <w:tmpl w:val="76B0C3A0"/>
    <w:lvl w:ilvl="0" w:tplc="6B6C875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DC03BF"/>
    <w:multiLevelType w:val="hybridMultilevel"/>
    <w:tmpl w:val="BD305E4C"/>
    <w:lvl w:ilvl="0" w:tplc="77A6916A">
      <w:start w:val="5"/>
      <w:numFmt w:val="bullet"/>
      <w:lvlText w:val="-"/>
      <w:lvlJc w:val="left"/>
      <w:pPr>
        <w:ind w:left="1068" w:hanging="360"/>
      </w:pPr>
      <w:rPr>
        <w:rFonts w:ascii="Arial Narrow" w:eastAsia="Calibri" w:hAnsi="Arial Narrow" w:cs="Arial" w:hint="default"/>
        <w:b w:val="0"/>
        <w:i w:val="0"/>
        <w:sz w:val="22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EF71DB"/>
    <w:multiLevelType w:val="hybridMultilevel"/>
    <w:tmpl w:val="8E560120"/>
    <w:lvl w:ilvl="0" w:tplc="BF0A7C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32" w15:restartNumberingAfterBreak="0">
    <w:nsid w:val="525E184A"/>
    <w:multiLevelType w:val="hybridMultilevel"/>
    <w:tmpl w:val="D14E52D4"/>
    <w:lvl w:ilvl="0" w:tplc="04A6C1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34" w15:restartNumberingAfterBreak="0">
    <w:nsid w:val="54AD3196"/>
    <w:multiLevelType w:val="hybridMultilevel"/>
    <w:tmpl w:val="2B3E3B5A"/>
    <w:lvl w:ilvl="0" w:tplc="2E8C2508">
      <w:start w:val="1"/>
      <w:numFmt w:val="decimal"/>
      <w:lvlText w:val="%1."/>
      <w:lvlJc w:val="right"/>
      <w:pPr>
        <w:ind w:left="1713" w:hanging="705"/>
      </w:pPr>
      <w:rPr>
        <w:rFonts w:hint="default"/>
        <w:b w:val="0"/>
        <w:i w:val="0"/>
        <w:sz w:val="22"/>
      </w:rPr>
    </w:lvl>
    <w:lvl w:ilvl="1" w:tplc="040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35" w15:restartNumberingAfterBreak="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9C7008"/>
    <w:multiLevelType w:val="hybridMultilevel"/>
    <w:tmpl w:val="255800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FE642C"/>
    <w:multiLevelType w:val="hybridMultilevel"/>
    <w:tmpl w:val="0142936E"/>
    <w:lvl w:ilvl="0" w:tplc="DBDAC12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  <w:szCs w:val="22"/>
      </w:rPr>
    </w:lvl>
  </w:abstractNum>
  <w:abstractNum w:abstractNumId="39" w15:restartNumberingAfterBreak="0">
    <w:nsid w:val="658736F2"/>
    <w:multiLevelType w:val="multilevel"/>
    <w:tmpl w:val="EB30158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3F5196"/>
    <w:multiLevelType w:val="hybridMultilevel"/>
    <w:tmpl w:val="5A3406FA"/>
    <w:lvl w:ilvl="0" w:tplc="E90E7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1DA0FA0"/>
    <w:multiLevelType w:val="hybridMultilevel"/>
    <w:tmpl w:val="35ECEC7C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51B4F94"/>
    <w:multiLevelType w:val="hybridMultilevel"/>
    <w:tmpl w:val="47B41F2A"/>
    <w:lvl w:ilvl="0" w:tplc="A704F3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658609C"/>
    <w:multiLevelType w:val="hybridMultilevel"/>
    <w:tmpl w:val="952C584E"/>
    <w:lvl w:ilvl="0" w:tplc="C1DE0D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A013BDB"/>
    <w:multiLevelType w:val="multilevel"/>
    <w:tmpl w:val="EB30158C"/>
    <w:lvl w:ilvl="0">
      <w:start w:val="1"/>
      <w:numFmt w:val="decimal"/>
      <w:lvlText w:val="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5"/>
  </w:num>
  <w:num w:numId="3">
    <w:abstractNumId w:val="38"/>
  </w:num>
  <w:num w:numId="4">
    <w:abstractNumId w:val="18"/>
  </w:num>
  <w:num w:numId="5">
    <w:abstractNumId w:val="33"/>
  </w:num>
  <w:num w:numId="6">
    <w:abstractNumId w:val="31"/>
  </w:num>
  <w:num w:numId="7">
    <w:abstractNumId w:val="34"/>
  </w:num>
  <w:num w:numId="8">
    <w:abstractNumId w:val="6"/>
  </w:num>
  <w:num w:numId="9">
    <w:abstractNumId w:val="35"/>
  </w:num>
  <w:num w:numId="10">
    <w:abstractNumId w:val="17"/>
  </w:num>
  <w:num w:numId="11">
    <w:abstractNumId w:val="41"/>
  </w:num>
  <w:num w:numId="12">
    <w:abstractNumId w:val="26"/>
  </w:num>
  <w:num w:numId="13">
    <w:abstractNumId w:val="29"/>
  </w:num>
  <w:num w:numId="14">
    <w:abstractNumId w:val="28"/>
  </w:num>
  <w:num w:numId="15">
    <w:abstractNumId w:val="15"/>
  </w:num>
  <w:num w:numId="16">
    <w:abstractNumId w:val="0"/>
  </w:num>
  <w:num w:numId="17">
    <w:abstractNumId w:val="2"/>
  </w:num>
  <w:num w:numId="18">
    <w:abstractNumId w:val="21"/>
  </w:num>
  <w:num w:numId="19">
    <w:abstractNumId w:val="3"/>
  </w:num>
  <w:num w:numId="20">
    <w:abstractNumId w:val="11"/>
  </w:num>
  <w:num w:numId="21">
    <w:abstractNumId w:val="20"/>
  </w:num>
  <w:num w:numId="22">
    <w:abstractNumId w:val="4"/>
  </w:num>
  <w:num w:numId="23">
    <w:abstractNumId w:val="40"/>
  </w:num>
  <w:num w:numId="24">
    <w:abstractNumId w:val="9"/>
  </w:num>
  <w:num w:numId="25">
    <w:abstractNumId w:val="22"/>
  </w:num>
  <w:num w:numId="26">
    <w:abstractNumId w:val="30"/>
  </w:num>
  <w:num w:numId="27">
    <w:abstractNumId w:val="13"/>
  </w:num>
  <w:num w:numId="28">
    <w:abstractNumId w:val="14"/>
  </w:num>
  <w:num w:numId="29">
    <w:abstractNumId w:val="32"/>
  </w:num>
  <w:num w:numId="30">
    <w:abstractNumId w:val="7"/>
  </w:num>
  <w:num w:numId="31">
    <w:abstractNumId w:val="16"/>
  </w:num>
  <w:num w:numId="32">
    <w:abstractNumId w:val="19"/>
  </w:num>
  <w:num w:numId="33">
    <w:abstractNumId w:val="8"/>
  </w:num>
  <w:num w:numId="34">
    <w:abstractNumId w:val="27"/>
  </w:num>
  <w:num w:numId="35">
    <w:abstractNumId w:val="42"/>
  </w:num>
  <w:num w:numId="36">
    <w:abstractNumId w:val="1"/>
  </w:num>
  <w:num w:numId="37">
    <w:abstractNumId w:val="37"/>
  </w:num>
  <w:num w:numId="38">
    <w:abstractNumId w:val="10"/>
  </w:num>
  <w:num w:numId="39">
    <w:abstractNumId w:val="36"/>
  </w:num>
  <w:num w:numId="40">
    <w:abstractNumId w:val="12"/>
  </w:num>
  <w:num w:numId="41">
    <w:abstractNumId w:val="44"/>
  </w:num>
  <w:num w:numId="42">
    <w:abstractNumId w:val="5"/>
  </w:num>
  <w:num w:numId="43">
    <w:abstractNumId w:val="24"/>
  </w:num>
  <w:num w:numId="44">
    <w:abstractNumId w:val="39"/>
  </w:num>
  <w:num w:numId="45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7A9"/>
    <w:rsid w:val="000004C6"/>
    <w:rsid w:val="00001CEF"/>
    <w:rsid w:val="000028B3"/>
    <w:rsid w:val="00003452"/>
    <w:rsid w:val="0000373B"/>
    <w:rsid w:val="000041C4"/>
    <w:rsid w:val="00004FF6"/>
    <w:rsid w:val="00005DBD"/>
    <w:rsid w:val="000075D9"/>
    <w:rsid w:val="0001118B"/>
    <w:rsid w:val="000127D4"/>
    <w:rsid w:val="00012816"/>
    <w:rsid w:val="00012A50"/>
    <w:rsid w:val="00012AAD"/>
    <w:rsid w:val="00012C31"/>
    <w:rsid w:val="00015ED9"/>
    <w:rsid w:val="00017E62"/>
    <w:rsid w:val="00020E0C"/>
    <w:rsid w:val="00020F49"/>
    <w:rsid w:val="000223DA"/>
    <w:rsid w:val="00022A5A"/>
    <w:rsid w:val="00022BAD"/>
    <w:rsid w:val="00023759"/>
    <w:rsid w:val="000240ED"/>
    <w:rsid w:val="00030318"/>
    <w:rsid w:val="00034679"/>
    <w:rsid w:val="000350DD"/>
    <w:rsid w:val="000354BF"/>
    <w:rsid w:val="000363FA"/>
    <w:rsid w:val="00041169"/>
    <w:rsid w:val="00045DC1"/>
    <w:rsid w:val="00045EF8"/>
    <w:rsid w:val="00052911"/>
    <w:rsid w:val="000541D8"/>
    <w:rsid w:val="000546B6"/>
    <w:rsid w:val="00055471"/>
    <w:rsid w:val="00056332"/>
    <w:rsid w:val="00056457"/>
    <w:rsid w:val="00057A87"/>
    <w:rsid w:val="00060762"/>
    <w:rsid w:val="00061C58"/>
    <w:rsid w:val="00061E16"/>
    <w:rsid w:val="00061E37"/>
    <w:rsid w:val="00062893"/>
    <w:rsid w:val="000638BE"/>
    <w:rsid w:val="00064427"/>
    <w:rsid w:val="00067D12"/>
    <w:rsid w:val="00070BE5"/>
    <w:rsid w:val="00071F86"/>
    <w:rsid w:val="00073BF9"/>
    <w:rsid w:val="0007466E"/>
    <w:rsid w:val="000766D0"/>
    <w:rsid w:val="000812F8"/>
    <w:rsid w:val="00083904"/>
    <w:rsid w:val="000839D9"/>
    <w:rsid w:val="000852C0"/>
    <w:rsid w:val="00085CEA"/>
    <w:rsid w:val="000863BF"/>
    <w:rsid w:val="000865AF"/>
    <w:rsid w:val="00086BF6"/>
    <w:rsid w:val="00086C60"/>
    <w:rsid w:val="00086F26"/>
    <w:rsid w:val="00093575"/>
    <w:rsid w:val="000936F2"/>
    <w:rsid w:val="0009459A"/>
    <w:rsid w:val="000966AA"/>
    <w:rsid w:val="000A2B8A"/>
    <w:rsid w:val="000A4475"/>
    <w:rsid w:val="000A59B6"/>
    <w:rsid w:val="000A63BE"/>
    <w:rsid w:val="000A665A"/>
    <w:rsid w:val="000A75D4"/>
    <w:rsid w:val="000B032B"/>
    <w:rsid w:val="000B08B4"/>
    <w:rsid w:val="000B112C"/>
    <w:rsid w:val="000B4727"/>
    <w:rsid w:val="000C0341"/>
    <w:rsid w:val="000C132E"/>
    <w:rsid w:val="000C1FBF"/>
    <w:rsid w:val="000C2F94"/>
    <w:rsid w:val="000C4BD1"/>
    <w:rsid w:val="000C65D1"/>
    <w:rsid w:val="000D0FB0"/>
    <w:rsid w:val="000D1AF6"/>
    <w:rsid w:val="000D3811"/>
    <w:rsid w:val="000D64AD"/>
    <w:rsid w:val="000D7055"/>
    <w:rsid w:val="000E0DA4"/>
    <w:rsid w:val="000E1805"/>
    <w:rsid w:val="000E2499"/>
    <w:rsid w:val="000E274D"/>
    <w:rsid w:val="000E3B30"/>
    <w:rsid w:val="000E5EC0"/>
    <w:rsid w:val="000E7A38"/>
    <w:rsid w:val="000F1C39"/>
    <w:rsid w:val="000F2FA2"/>
    <w:rsid w:val="000F4FD7"/>
    <w:rsid w:val="001008D6"/>
    <w:rsid w:val="0010106C"/>
    <w:rsid w:val="001015A7"/>
    <w:rsid w:val="001075B2"/>
    <w:rsid w:val="00110793"/>
    <w:rsid w:val="001107A0"/>
    <w:rsid w:val="00110B94"/>
    <w:rsid w:val="00110CF6"/>
    <w:rsid w:val="001111E6"/>
    <w:rsid w:val="00111C35"/>
    <w:rsid w:val="00112A22"/>
    <w:rsid w:val="00114406"/>
    <w:rsid w:val="001166CD"/>
    <w:rsid w:val="0011675C"/>
    <w:rsid w:val="00116C5A"/>
    <w:rsid w:val="00117AA7"/>
    <w:rsid w:val="00120DBF"/>
    <w:rsid w:val="00122246"/>
    <w:rsid w:val="001230F4"/>
    <w:rsid w:val="00123B30"/>
    <w:rsid w:val="001244E1"/>
    <w:rsid w:val="001249D8"/>
    <w:rsid w:val="00124DCD"/>
    <w:rsid w:val="001259F1"/>
    <w:rsid w:val="00126254"/>
    <w:rsid w:val="001270AE"/>
    <w:rsid w:val="001348FB"/>
    <w:rsid w:val="001365D5"/>
    <w:rsid w:val="00142CEB"/>
    <w:rsid w:val="00143C33"/>
    <w:rsid w:val="00144C3E"/>
    <w:rsid w:val="001473CB"/>
    <w:rsid w:val="001535F8"/>
    <w:rsid w:val="001550C4"/>
    <w:rsid w:val="001558DD"/>
    <w:rsid w:val="00156A12"/>
    <w:rsid w:val="001641C3"/>
    <w:rsid w:val="00167726"/>
    <w:rsid w:val="001703D0"/>
    <w:rsid w:val="0017082E"/>
    <w:rsid w:val="00173010"/>
    <w:rsid w:val="00173874"/>
    <w:rsid w:val="00173992"/>
    <w:rsid w:val="001749D1"/>
    <w:rsid w:val="00176741"/>
    <w:rsid w:val="00176BCE"/>
    <w:rsid w:val="00180993"/>
    <w:rsid w:val="0018431E"/>
    <w:rsid w:val="001849A6"/>
    <w:rsid w:val="00184B53"/>
    <w:rsid w:val="001862F2"/>
    <w:rsid w:val="0018644A"/>
    <w:rsid w:val="00187757"/>
    <w:rsid w:val="00187D76"/>
    <w:rsid w:val="0019068A"/>
    <w:rsid w:val="00190C98"/>
    <w:rsid w:val="00196F99"/>
    <w:rsid w:val="001978FF"/>
    <w:rsid w:val="001A1143"/>
    <w:rsid w:val="001A188A"/>
    <w:rsid w:val="001A2133"/>
    <w:rsid w:val="001A3164"/>
    <w:rsid w:val="001A4844"/>
    <w:rsid w:val="001A6AFE"/>
    <w:rsid w:val="001A6D44"/>
    <w:rsid w:val="001B1A4D"/>
    <w:rsid w:val="001B2B0D"/>
    <w:rsid w:val="001B305F"/>
    <w:rsid w:val="001B3F1D"/>
    <w:rsid w:val="001B4D61"/>
    <w:rsid w:val="001B7CCA"/>
    <w:rsid w:val="001B7CF7"/>
    <w:rsid w:val="001C0298"/>
    <w:rsid w:val="001C28AC"/>
    <w:rsid w:val="001C3218"/>
    <w:rsid w:val="001C38AF"/>
    <w:rsid w:val="001C4207"/>
    <w:rsid w:val="001C4ADA"/>
    <w:rsid w:val="001C5F40"/>
    <w:rsid w:val="001D08FE"/>
    <w:rsid w:val="001D708C"/>
    <w:rsid w:val="001D73E7"/>
    <w:rsid w:val="001D7C31"/>
    <w:rsid w:val="001E1787"/>
    <w:rsid w:val="001E1F70"/>
    <w:rsid w:val="001E3282"/>
    <w:rsid w:val="001E3BC5"/>
    <w:rsid w:val="001E4410"/>
    <w:rsid w:val="001E528A"/>
    <w:rsid w:val="001E6080"/>
    <w:rsid w:val="001E6F1D"/>
    <w:rsid w:val="001F0B80"/>
    <w:rsid w:val="001F0EBC"/>
    <w:rsid w:val="001F3F01"/>
    <w:rsid w:val="001F6252"/>
    <w:rsid w:val="00203057"/>
    <w:rsid w:val="00205E90"/>
    <w:rsid w:val="00206ABD"/>
    <w:rsid w:val="00211B74"/>
    <w:rsid w:val="00212907"/>
    <w:rsid w:val="00214537"/>
    <w:rsid w:val="00217AB2"/>
    <w:rsid w:val="00221C76"/>
    <w:rsid w:val="0022467B"/>
    <w:rsid w:val="00225EEA"/>
    <w:rsid w:val="002269D5"/>
    <w:rsid w:val="00226B75"/>
    <w:rsid w:val="002277CC"/>
    <w:rsid w:val="002316C6"/>
    <w:rsid w:val="00232FD5"/>
    <w:rsid w:val="00236C02"/>
    <w:rsid w:val="0024066E"/>
    <w:rsid w:val="00242692"/>
    <w:rsid w:val="00242D55"/>
    <w:rsid w:val="00243C00"/>
    <w:rsid w:val="0024491A"/>
    <w:rsid w:val="00244D6F"/>
    <w:rsid w:val="00244DCF"/>
    <w:rsid w:val="00244E9B"/>
    <w:rsid w:val="00247B79"/>
    <w:rsid w:val="00250E20"/>
    <w:rsid w:val="00252335"/>
    <w:rsid w:val="0025350A"/>
    <w:rsid w:val="0025486E"/>
    <w:rsid w:val="00255EF2"/>
    <w:rsid w:val="0026472C"/>
    <w:rsid w:val="0026752F"/>
    <w:rsid w:val="00267CC6"/>
    <w:rsid w:val="00273655"/>
    <w:rsid w:val="002753B6"/>
    <w:rsid w:val="00277938"/>
    <w:rsid w:val="00280A76"/>
    <w:rsid w:val="002818A9"/>
    <w:rsid w:val="00281F06"/>
    <w:rsid w:val="00281F50"/>
    <w:rsid w:val="00282456"/>
    <w:rsid w:val="00283824"/>
    <w:rsid w:val="00284F25"/>
    <w:rsid w:val="00285E29"/>
    <w:rsid w:val="00286DF4"/>
    <w:rsid w:val="00292C75"/>
    <w:rsid w:val="00293A5A"/>
    <w:rsid w:val="00294469"/>
    <w:rsid w:val="00294C11"/>
    <w:rsid w:val="00295064"/>
    <w:rsid w:val="002A1C11"/>
    <w:rsid w:val="002A2755"/>
    <w:rsid w:val="002A3BEF"/>
    <w:rsid w:val="002A5BCA"/>
    <w:rsid w:val="002A7A8E"/>
    <w:rsid w:val="002B00DE"/>
    <w:rsid w:val="002B1134"/>
    <w:rsid w:val="002B120E"/>
    <w:rsid w:val="002B13D7"/>
    <w:rsid w:val="002B2D2A"/>
    <w:rsid w:val="002B3AE9"/>
    <w:rsid w:val="002B3F32"/>
    <w:rsid w:val="002B558B"/>
    <w:rsid w:val="002B55C7"/>
    <w:rsid w:val="002C20ED"/>
    <w:rsid w:val="002C39A1"/>
    <w:rsid w:val="002C537A"/>
    <w:rsid w:val="002C5AA1"/>
    <w:rsid w:val="002C65BF"/>
    <w:rsid w:val="002C7C37"/>
    <w:rsid w:val="002D07E2"/>
    <w:rsid w:val="002D0892"/>
    <w:rsid w:val="002D11DF"/>
    <w:rsid w:val="002D4175"/>
    <w:rsid w:val="002D4F63"/>
    <w:rsid w:val="002D5395"/>
    <w:rsid w:val="002D671F"/>
    <w:rsid w:val="002E205B"/>
    <w:rsid w:val="002E2A1B"/>
    <w:rsid w:val="002E3D10"/>
    <w:rsid w:val="002E618B"/>
    <w:rsid w:val="002E6839"/>
    <w:rsid w:val="002F0373"/>
    <w:rsid w:val="002F0C90"/>
    <w:rsid w:val="002F3416"/>
    <w:rsid w:val="002F38D3"/>
    <w:rsid w:val="002F4FDE"/>
    <w:rsid w:val="002F6AEF"/>
    <w:rsid w:val="002F7FC5"/>
    <w:rsid w:val="003003FD"/>
    <w:rsid w:val="00300571"/>
    <w:rsid w:val="00300990"/>
    <w:rsid w:val="00302134"/>
    <w:rsid w:val="00302A33"/>
    <w:rsid w:val="00304D62"/>
    <w:rsid w:val="003112D3"/>
    <w:rsid w:val="00312DDC"/>
    <w:rsid w:val="00321FCE"/>
    <w:rsid w:val="00323DED"/>
    <w:rsid w:val="00326465"/>
    <w:rsid w:val="00326DD6"/>
    <w:rsid w:val="00330003"/>
    <w:rsid w:val="003306D2"/>
    <w:rsid w:val="0033216E"/>
    <w:rsid w:val="00335A44"/>
    <w:rsid w:val="003375BE"/>
    <w:rsid w:val="003378E9"/>
    <w:rsid w:val="00340497"/>
    <w:rsid w:val="00341225"/>
    <w:rsid w:val="00343EA2"/>
    <w:rsid w:val="00345482"/>
    <w:rsid w:val="00345A32"/>
    <w:rsid w:val="0034639D"/>
    <w:rsid w:val="00351971"/>
    <w:rsid w:val="00351DAD"/>
    <w:rsid w:val="00351EC4"/>
    <w:rsid w:val="00352236"/>
    <w:rsid w:val="00354F7F"/>
    <w:rsid w:val="00355DEC"/>
    <w:rsid w:val="00357B0A"/>
    <w:rsid w:val="003610DC"/>
    <w:rsid w:val="0036346C"/>
    <w:rsid w:val="00364B0C"/>
    <w:rsid w:val="00365184"/>
    <w:rsid w:val="00365410"/>
    <w:rsid w:val="0036567D"/>
    <w:rsid w:val="00370A42"/>
    <w:rsid w:val="00371B7B"/>
    <w:rsid w:val="0037219F"/>
    <w:rsid w:val="003805E0"/>
    <w:rsid w:val="00381094"/>
    <w:rsid w:val="00382238"/>
    <w:rsid w:val="0038549E"/>
    <w:rsid w:val="00385E0D"/>
    <w:rsid w:val="00385E27"/>
    <w:rsid w:val="003867A9"/>
    <w:rsid w:val="00390BA1"/>
    <w:rsid w:val="00390E80"/>
    <w:rsid w:val="00390F66"/>
    <w:rsid w:val="00392B4F"/>
    <w:rsid w:val="003976E5"/>
    <w:rsid w:val="003A0241"/>
    <w:rsid w:val="003A37B0"/>
    <w:rsid w:val="003A7241"/>
    <w:rsid w:val="003A7254"/>
    <w:rsid w:val="003B2288"/>
    <w:rsid w:val="003B587C"/>
    <w:rsid w:val="003B5EC7"/>
    <w:rsid w:val="003B66A9"/>
    <w:rsid w:val="003B6B5C"/>
    <w:rsid w:val="003C1220"/>
    <w:rsid w:val="003C2B35"/>
    <w:rsid w:val="003C2C4F"/>
    <w:rsid w:val="003C30F2"/>
    <w:rsid w:val="003C3654"/>
    <w:rsid w:val="003C62CB"/>
    <w:rsid w:val="003C6461"/>
    <w:rsid w:val="003D07AF"/>
    <w:rsid w:val="003D3A6D"/>
    <w:rsid w:val="003D3FC4"/>
    <w:rsid w:val="003D4278"/>
    <w:rsid w:val="003D5D95"/>
    <w:rsid w:val="003D6F9C"/>
    <w:rsid w:val="003D7982"/>
    <w:rsid w:val="003D7B4A"/>
    <w:rsid w:val="003D7D70"/>
    <w:rsid w:val="003E028A"/>
    <w:rsid w:val="003E0421"/>
    <w:rsid w:val="003E0A29"/>
    <w:rsid w:val="003E0B70"/>
    <w:rsid w:val="003E6761"/>
    <w:rsid w:val="003F027B"/>
    <w:rsid w:val="003F0AD1"/>
    <w:rsid w:val="003F2E9C"/>
    <w:rsid w:val="003F3152"/>
    <w:rsid w:val="003F4ADB"/>
    <w:rsid w:val="003F50EF"/>
    <w:rsid w:val="00401BF4"/>
    <w:rsid w:val="00401EB7"/>
    <w:rsid w:val="00402595"/>
    <w:rsid w:val="004026D1"/>
    <w:rsid w:val="00403768"/>
    <w:rsid w:val="0040502B"/>
    <w:rsid w:val="00405755"/>
    <w:rsid w:val="0040697A"/>
    <w:rsid w:val="00410029"/>
    <w:rsid w:val="00411D30"/>
    <w:rsid w:val="00413D16"/>
    <w:rsid w:val="00414985"/>
    <w:rsid w:val="0041649C"/>
    <w:rsid w:val="00416BBF"/>
    <w:rsid w:val="004205F6"/>
    <w:rsid w:val="004217E7"/>
    <w:rsid w:val="004230FA"/>
    <w:rsid w:val="00423265"/>
    <w:rsid w:val="00424E58"/>
    <w:rsid w:val="00424F0B"/>
    <w:rsid w:val="004322A4"/>
    <w:rsid w:val="0043382F"/>
    <w:rsid w:val="00435A05"/>
    <w:rsid w:val="00435B56"/>
    <w:rsid w:val="00435BF1"/>
    <w:rsid w:val="00436521"/>
    <w:rsid w:val="00436CFC"/>
    <w:rsid w:val="00443231"/>
    <w:rsid w:val="004448A5"/>
    <w:rsid w:val="004467C3"/>
    <w:rsid w:val="00446B6E"/>
    <w:rsid w:val="00451A88"/>
    <w:rsid w:val="00452C63"/>
    <w:rsid w:val="00453506"/>
    <w:rsid w:val="004604FE"/>
    <w:rsid w:val="00461D10"/>
    <w:rsid w:val="00462C08"/>
    <w:rsid w:val="0046362B"/>
    <w:rsid w:val="00464555"/>
    <w:rsid w:val="004646EC"/>
    <w:rsid w:val="00466A00"/>
    <w:rsid w:val="004671A0"/>
    <w:rsid w:val="004679CB"/>
    <w:rsid w:val="00467BCD"/>
    <w:rsid w:val="00472918"/>
    <w:rsid w:val="00472A9F"/>
    <w:rsid w:val="00476F04"/>
    <w:rsid w:val="00476FCD"/>
    <w:rsid w:val="00477536"/>
    <w:rsid w:val="0048124F"/>
    <w:rsid w:val="00485533"/>
    <w:rsid w:val="00485B40"/>
    <w:rsid w:val="00485FAC"/>
    <w:rsid w:val="00486DB0"/>
    <w:rsid w:val="00487C9C"/>
    <w:rsid w:val="00487F3C"/>
    <w:rsid w:val="00492FD9"/>
    <w:rsid w:val="004940F4"/>
    <w:rsid w:val="0049429F"/>
    <w:rsid w:val="00494590"/>
    <w:rsid w:val="004945D4"/>
    <w:rsid w:val="004954BD"/>
    <w:rsid w:val="0049561C"/>
    <w:rsid w:val="00495CDC"/>
    <w:rsid w:val="004A026A"/>
    <w:rsid w:val="004A03D1"/>
    <w:rsid w:val="004A0D7D"/>
    <w:rsid w:val="004A218B"/>
    <w:rsid w:val="004A2962"/>
    <w:rsid w:val="004A352B"/>
    <w:rsid w:val="004A3E8A"/>
    <w:rsid w:val="004A4532"/>
    <w:rsid w:val="004A6098"/>
    <w:rsid w:val="004A628A"/>
    <w:rsid w:val="004A6F66"/>
    <w:rsid w:val="004B1B97"/>
    <w:rsid w:val="004B1DAD"/>
    <w:rsid w:val="004B5408"/>
    <w:rsid w:val="004C125F"/>
    <w:rsid w:val="004C218B"/>
    <w:rsid w:val="004C3287"/>
    <w:rsid w:val="004C3FBD"/>
    <w:rsid w:val="004C49C3"/>
    <w:rsid w:val="004C4C03"/>
    <w:rsid w:val="004C659D"/>
    <w:rsid w:val="004C6ADF"/>
    <w:rsid w:val="004C6C8E"/>
    <w:rsid w:val="004C7583"/>
    <w:rsid w:val="004C7BC5"/>
    <w:rsid w:val="004D19B6"/>
    <w:rsid w:val="004D1DE4"/>
    <w:rsid w:val="004D220F"/>
    <w:rsid w:val="004D3F84"/>
    <w:rsid w:val="004D45B9"/>
    <w:rsid w:val="004D5629"/>
    <w:rsid w:val="004D7CA7"/>
    <w:rsid w:val="004E0357"/>
    <w:rsid w:val="004E2077"/>
    <w:rsid w:val="004E22AE"/>
    <w:rsid w:val="004E5CFE"/>
    <w:rsid w:val="004E7008"/>
    <w:rsid w:val="004E7031"/>
    <w:rsid w:val="004F0470"/>
    <w:rsid w:val="004F0579"/>
    <w:rsid w:val="004F1606"/>
    <w:rsid w:val="004F2C0C"/>
    <w:rsid w:val="004F3D78"/>
    <w:rsid w:val="004F40AC"/>
    <w:rsid w:val="004F458D"/>
    <w:rsid w:val="005023CE"/>
    <w:rsid w:val="005024DB"/>
    <w:rsid w:val="00502787"/>
    <w:rsid w:val="00504C33"/>
    <w:rsid w:val="005055F3"/>
    <w:rsid w:val="005068BA"/>
    <w:rsid w:val="00507CB3"/>
    <w:rsid w:val="005114F8"/>
    <w:rsid w:val="00511C23"/>
    <w:rsid w:val="005146AB"/>
    <w:rsid w:val="00515041"/>
    <w:rsid w:val="00515A8C"/>
    <w:rsid w:val="00516F40"/>
    <w:rsid w:val="00517286"/>
    <w:rsid w:val="00517BED"/>
    <w:rsid w:val="005204EA"/>
    <w:rsid w:val="00522797"/>
    <w:rsid w:val="00522945"/>
    <w:rsid w:val="00522D1C"/>
    <w:rsid w:val="005236E9"/>
    <w:rsid w:val="005237A2"/>
    <w:rsid w:val="00524D7F"/>
    <w:rsid w:val="005250AB"/>
    <w:rsid w:val="0052616C"/>
    <w:rsid w:val="005270FB"/>
    <w:rsid w:val="0053052A"/>
    <w:rsid w:val="00530B3B"/>
    <w:rsid w:val="00532302"/>
    <w:rsid w:val="00532ADC"/>
    <w:rsid w:val="005355A6"/>
    <w:rsid w:val="005361BB"/>
    <w:rsid w:val="005408C6"/>
    <w:rsid w:val="005427CE"/>
    <w:rsid w:val="005442CF"/>
    <w:rsid w:val="00544BF0"/>
    <w:rsid w:val="00547C48"/>
    <w:rsid w:val="00551CEB"/>
    <w:rsid w:val="00552081"/>
    <w:rsid w:val="005521DE"/>
    <w:rsid w:val="005523A0"/>
    <w:rsid w:val="005548CE"/>
    <w:rsid w:val="005609F4"/>
    <w:rsid w:val="00560CD7"/>
    <w:rsid w:val="0056131E"/>
    <w:rsid w:val="00561A4D"/>
    <w:rsid w:val="00566E49"/>
    <w:rsid w:val="00566EEE"/>
    <w:rsid w:val="0056734A"/>
    <w:rsid w:val="00572686"/>
    <w:rsid w:val="00572B66"/>
    <w:rsid w:val="00573355"/>
    <w:rsid w:val="0057764F"/>
    <w:rsid w:val="00580713"/>
    <w:rsid w:val="00582928"/>
    <w:rsid w:val="005862F4"/>
    <w:rsid w:val="00586DED"/>
    <w:rsid w:val="0058763D"/>
    <w:rsid w:val="0059027D"/>
    <w:rsid w:val="005916F6"/>
    <w:rsid w:val="00592E2B"/>
    <w:rsid w:val="00593424"/>
    <w:rsid w:val="005978BA"/>
    <w:rsid w:val="005A3079"/>
    <w:rsid w:val="005A33AF"/>
    <w:rsid w:val="005A36E6"/>
    <w:rsid w:val="005A3A8E"/>
    <w:rsid w:val="005A4709"/>
    <w:rsid w:val="005B37EA"/>
    <w:rsid w:val="005B3BC8"/>
    <w:rsid w:val="005B492D"/>
    <w:rsid w:val="005B5EAC"/>
    <w:rsid w:val="005B69F4"/>
    <w:rsid w:val="005C0A50"/>
    <w:rsid w:val="005C1647"/>
    <w:rsid w:val="005C585A"/>
    <w:rsid w:val="005C5AE0"/>
    <w:rsid w:val="005C5B65"/>
    <w:rsid w:val="005D1F69"/>
    <w:rsid w:val="005D44C8"/>
    <w:rsid w:val="005D5416"/>
    <w:rsid w:val="005D64C4"/>
    <w:rsid w:val="005D67F1"/>
    <w:rsid w:val="005D7946"/>
    <w:rsid w:val="005D7C8C"/>
    <w:rsid w:val="005E03D4"/>
    <w:rsid w:val="005E3B12"/>
    <w:rsid w:val="005F0CA4"/>
    <w:rsid w:val="005F19AA"/>
    <w:rsid w:val="005F23B2"/>
    <w:rsid w:val="005F2844"/>
    <w:rsid w:val="005F44A2"/>
    <w:rsid w:val="005F47A4"/>
    <w:rsid w:val="005F7B31"/>
    <w:rsid w:val="00600E59"/>
    <w:rsid w:val="00600FE6"/>
    <w:rsid w:val="00603D0B"/>
    <w:rsid w:val="00604664"/>
    <w:rsid w:val="00604C5B"/>
    <w:rsid w:val="00606173"/>
    <w:rsid w:val="0060770F"/>
    <w:rsid w:val="0061053D"/>
    <w:rsid w:val="00610A10"/>
    <w:rsid w:val="00611B4A"/>
    <w:rsid w:val="006144C6"/>
    <w:rsid w:val="00615878"/>
    <w:rsid w:val="006167E7"/>
    <w:rsid w:val="006216B4"/>
    <w:rsid w:val="006217F1"/>
    <w:rsid w:val="00625F23"/>
    <w:rsid w:val="00626FF2"/>
    <w:rsid w:val="006303DD"/>
    <w:rsid w:val="00630770"/>
    <w:rsid w:val="006328DE"/>
    <w:rsid w:val="00632E11"/>
    <w:rsid w:val="006333BA"/>
    <w:rsid w:val="00634B61"/>
    <w:rsid w:val="00635192"/>
    <w:rsid w:val="00636843"/>
    <w:rsid w:val="00636BA0"/>
    <w:rsid w:val="00637C57"/>
    <w:rsid w:val="006427C2"/>
    <w:rsid w:val="006433C9"/>
    <w:rsid w:val="0064369A"/>
    <w:rsid w:val="00645CDD"/>
    <w:rsid w:val="00646543"/>
    <w:rsid w:val="00647657"/>
    <w:rsid w:val="0065209C"/>
    <w:rsid w:val="0065278D"/>
    <w:rsid w:val="006537EE"/>
    <w:rsid w:val="00654278"/>
    <w:rsid w:val="00655E6F"/>
    <w:rsid w:val="00656DF2"/>
    <w:rsid w:val="00656F00"/>
    <w:rsid w:val="00660A34"/>
    <w:rsid w:val="0066130F"/>
    <w:rsid w:val="00662E41"/>
    <w:rsid w:val="0066311F"/>
    <w:rsid w:val="00666A5F"/>
    <w:rsid w:val="0066765A"/>
    <w:rsid w:val="0067015C"/>
    <w:rsid w:val="00671CF0"/>
    <w:rsid w:val="00673D56"/>
    <w:rsid w:val="00675A51"/>
    <w:rsid w:val="006778D2"/>
    <w:rsid w:val="00677D30"/>
    <w:rsid w:val="006812AC"/>
    <w:rsid w:val="00682FD0"/>
    <w:rsid w:val="00687C18"/>
    <w:rsid w:val="00690726"/>
    <w:rsid w:val="006920F1"/>
    <w:rsid w:val="00692D4C"/>
    <w:rsid w:val="00692D85"/>
    <w:rsid w:val="00693D45"/>
    <w:rsid w:val="00694655"/>
    <w:rsid w:val="00695B0B"/>
    <w:rsid w:val="0069719C"/>
    <w:rsid w:val="00697C53"/>
    <w:rsid w:val="006A17A9"/>
    <w:rsid w:val="006A33F7"/>
    <w:rsid w:val="006A3BE8"/>
    <w:rsid w:val="006A4024"/>
    <w:rsid w:val="006A447D"/>
    <w:rsid w:val="006A54C0"/>
    <w:rsid w:val="006A5CD2"/>
    <w:rsid w:val="006A68F3"/>
    <w:rsid w:val="006A6C2C"/>
    <w:rsid w:val="006B29B8"/>
    <w:rsid w:val="006B3426"/>
    <w:rsid w:val="006B4065"/>
    <w:rsid w:val="006B501E"/>
    <w:rsid w:val="006B568D"/>
    <w:rsid w:val="006C2024"/>
    <w:rsid w:val="006C2C64"/>
    <w:rsid w:val="006D0195"/>
    <w:rsid w:val="006D0F86"/>
    <w:rsid w:val="006D3D12"/>
    <w:rsid w:val="006D40B3"/>
    <w:rsid w:val="006D6B04"/>
    <w:rsid w:val="006D7AA5"/>
    <w:rsid w:val="006E2596"/>
    <w:rsid w:val="006E5346"/>
    <w:rsid w:val="006E5782"/>
    <w:rsid w:val="006E78C1"/>
    <w:rsid w:val="006E7A47"/>
    <w:rsid w:val="006F3C41"/>
    <w:rsid w:val="006F6453"/>
    <w:rsid w:val="006F6778"/>
    <w:rsid w:val="006F76CE"/>
    <w:rsid w:val="007001D0"/>
    <w:rsid w:val="007023F0"/>
    <w:rsid w:val="007024B3"/>
    <w:rsid w:val="007050BA"/>
    <w:rsid w:val="00705889"/>
    <w:rsid w:val="00707C72"/>
    <w:rsid w:val="00707F23"/>
    <w:rsid w:val="007102EF"/>
    <w:rsid w:val="00710BC0"/>
    <w:rsid w:val="00710D4A"/>
    <w:rsid w:val="00711A60"/>
    <w:rsid w:val="00712805"/>
    <w:rsid w:val="007140F9"/>
    <w:rsid w:val="0071481E"/>
    <w:rsid w:val="00715C40"/>
    <w:rsid w:val="00715E99"/>
    <w:rsid w:val="00716F26"/>
    <w:rsid w:val="00716F4A"/>
    <w:rsid w:val="00721E09"/>
    <w:rsid w:val="00722E23"/>
    <w:rsid w:val="00723530"/>
    <w:rsid w:val="0072394F"/>
    <w:rsid w:val="00723DC4"/>
    <w:rsid w:val="00724CC7"/>
    <w:rsid w:val="00724CFA"/>
    <w:rsid w:val="00725B2B"/>
    <w:rsid w:val="00726FFC"/>
    <w:rsid w:val="00730B2B"/>
    <w:rsid w:val="00731D0B"/>
    <w:rsid w:val="00732D2C"/>
    <w:rsid w:val="00732DB5"/>
    <w:rsid w:val="00734EB1"/>
    <w:rsid w:val="00735405"/>
    <w:rsid w:val="007355CD"/>
    <w:rsid w:val="00741AEB"/>
    <w:rsid w:val="00741C6D"/>
    <w:rsid w:val="00742DE7"/>
    <w:rsid w:val="007436AA"/>
    <w:rsid w:val="00745A74"/>
    <w:rsid w:val="00746EFA"/>
    <w:rsid w:val="00747DDB"/>
    <w:rsid w:val="00750627"/>
    <w:rsid w:val="00751994"/>
    <w:rsid w:val="00751A3A"/>
    <w:rsid w:val="00751DBE"/>
    <w:rsid w:val="007523B2"/>
    <w:rsid w:val="00752786"/>
    <w:rsid w:val="00753155"/>
    <w:rsid w:val="007547EA"/>
    <w:rsid w:val="00754ED7"/>
    <w:rsid w:val="00760DB5"/>
    <w:rsid w:val="00761AE2"/>
    <w:rsid w:val="00761C14"/>
    <w:rsid w:val="00761F0B"/>
    <w:rsid w:val="00761FA7"/>
    <w:rsid w:val="007641AF"/>
    <w:rsid w:val="00766442"/>
    <w:rsid w:val="007724C7"/>
    <w:rsid w:val="00774F2C"/>
    <w:rsid w:val="00775F0B"/>
    <w:rsid w:val="00786018"/>
    <w:rsid w:val="00786A33"/>
    <w:rsid w:val="00790CB9"/>
    <w:rsid w:val="00790CD0"/>
    <w:rsid w:val="00791780"/>
    <w:rsid w:val="00791C82"/>
    <w:rsid w:val="0079314D"/>
    <w:rsid w:val="00794C00"/>
    <w:rsid w:val="00795DD1"/>
    <w:rsid w:val="00796263"/>
    <w:rsid w:val="00797706"/>
    <w:rsid w:val="007A3A84"/>
    <w:rsid w:val="007A4EA9"/>
    <w:rsid w:val="007A5264"/>
    <w:rsid w:val="007A69C2"/>
    <w:rsid w:val="007A7FEF"/>
    <w:rsid w:val="007B0970"/>
    <w:rsid w:val="007B0C74"/>
    <w:rsid w:val="007B43AA"/>
    <w:rsid w:val="007B65CD"/>
    <w:rsid w:val="007B665F"/>
    <w:rsid w:val="007B7254"/>
    <w:rsid w:val="007B757F"/>
    <w:rsid w:val="007C1FCC"/>
    <w:rsid w:val="007C2E7C"/>
    <w:rsid w:val="007C3126"/>
    <w:rsid w:val="007C3236"/>
    <w:rsid w:val="007C4BFF"/>
    <w:rsid w:val="007C530C"/>
    <w:rsid w:val="007C5734"/>
    <w:rsid w:val="007C5BEE"/>
    <w:rsid w:val="007C61B9"/>
    <w:rsid w:val="007C7AC8"/>
    <w:rsid w:val="007D086D"/>
    <w:rsid w:val="007D1115"/>
    <w:rsid w:val="007D22DE"/>
    <w:rsid w:val="007D584D"/>
    <w:rsid w:val="007D648A"/>
    <w:rsid w:val="007D688C"/>
    <w:rsid w:val="007E15C7"/>
    <w:rsid w:val="007E2163"/>
    <w:rsid w:val="007E29A7"/>
    <w:rsid w:val="007E3513"/>
    <w:rsid w:val="007F4AAD"/>
    <w:rsid w:val="007F5476"/>
    <w:rsid w:val="007F70CA"/>
    <w:rsid w:val="007F7A6F"/>
    <w:rsid w:val="007F7DDE"/>
    <w:rsid w:val="008010F2"/>
    <w:rsid w:val="00805097"/>
    <w:rsid w:val="00805465"/>
    <w:rsid w:val="00806CBE"/>
    <w:rsid w:val="00807BBE"/>
    <w:rsid w:val="00807F56"/>
    <w:rsid w:val="0081021F"/>
    <w:rsid w:val="0081075E"/>
    <w:rsid w:val="00810BA6"/>
    <w:rsid w:val="00811766"/>
    <w:rsid w:val="00812065"/>
    <w:rsid w:val="008134BF"/>
    <w:rsid w:val="00815959"/>
    <w:rsid w:val="00817BB0"/>
    <w:rsid w:val="00822F2D"/>
    <w:rsid w:val="008231D1"/>
    <w:rsid w:val="008243DA"/>
    <w:rsid w:val="00825A35"/>
    <w:rsid w:val="00826477"/>
    <w:rsid w:val="008274FD"/>
    <w:rsid w:val="00827C35"/>
    <w:rsid w:val="0083033B"/>
    <w:rsid w:val="00830DBF"/>
    <w:rsid w:val="0083209E"/>
    <w:rsid w:val="00836719"/>
    <w:rsid w:val="00837B39"/>
    <w:rsid w:val="00837F0F"/>
    <w:rsid w:val="00837F18"/>
    <w:rsid w:val="00842290"/>
    <w:rsid w:val="008435BB"/>
    <w:rsid w:val="00843824"/>
    <w:rsid w:val="0084455B"/>
    <w:rsid w:val="00846128"/>
    <w:rsid w:val="008517EC"/>
    <w:rsid w:val="00851CAC"/>
    <w:rsid w:val="0085425C"/>
    <w:rsid w:val="0085585D"/>
    <w:rsid w:val="00857676"/>
    <w:rsid w:val="00860D97"/>
    <w:rsid w:val="008612BB"/>
    <w:rsid w:val="0086266B"/>
    <w:rsid w:val="008627AC"/>
    <w:rsid w:val="00872535"/>
    <w:rsid w:val="00872A71"/>
    <w:rsid w:val="00873028"/>
    <w:rsid w:val="0087341F"/>
    <w:rsid w:val="00873ADF"/>
    <w:rsid w:val="008754BB"/>
    <w:rsid w:val="00875FF2"/>
    <w:rsid w:val="00876A29"/>
    <w:rsid w:val="00877908"/>
    <w:rsid w:val="008835AA"/>
    <w:rsid w:val="00883F22"/>
    <w:rsid w:val="00884BF8"/>
    <w:rsid w:val="00886546"/>
    <w:rsid w:val="0088706E"/>
    <w:rsid w:val="00892700"/>
    <w:rsid w:val="008961EB"/>
    <w:rsid w:val="008971BB"/>
    <w:rsid w:val="00897684"/>
    <w:rsid w:val="0089776C"/>
    <w:rsid w:val="00897A71"/>
    <w:rsid w:val="008A51B2"/>
    <w:rsid w:val="008A5EB0"/>
    <w:rsid w:val="008A63BE"/>
    <w:rsid w:val="008B4A1E"/>
    <w:rsid w:val="008B5DEF"/>
    <w:rsid w:val="008B7EB8"/>
    <w:rsid w:val="008C20B6"/>
    <w:rsid w:val="008C4DA9"/>
    <w:rsid w:val="008C6182"/>
    <w:rsid w:val="008C64B3"/>
    <w:rsid w:val="008C64F6"/>
    <w:rsid w:val="008C6506"/>
    <w:rsid w:val="008D10F8"/>
    <w:rsid w:val="008D242E"/>
    <w:rsid w:val="008D3A3E"/>
    <w:rsid w:val="008D3C01"/>
    <w:rsid w:val="008D526D"/>
    <w:rsid w:val="008D6760"/>
    <w:rsid w:val="008E0273"/>
    <w:rsid w:val="008E18BB"/>
    <w:rsid w:val="008E30CD"/>
    <w:rsid w:val="008E5F8F"/>
    <w:rsid w:val="008F1D00"/>
    <w:rsid w:val="008F3CC6"/>
    <w:rsid w:val="008F5094"/>
    <w:rsid w:val="009004A3"/>
    <w:rsid w:val="00903BE5"/>
    <w:rsid w:val="00903D9A"/>
    <w:rsid w:val="00904130"/>
    <w:rsid w:val="00904169"/>
    <w:rsid w:val="00904A11"/>
    <w:rsid w:val="00905BAC"/>
    <w:rsid w:val="00910361"/>
    <w:rsid w:val="00910925"/>
    <w:rsid w:val="00912343"/>
    <w:rsid w:val="0091250C"/>
    <w:rsid w:val="00916C12"/>
    <w:rsid w:val="00916E88"/>
    <w:rsid w:val="009170C8"/>
    <w:rsid w:val="00921ECB"/>
    <w:rsid w:val="009257FE"/>
    <w:rsid w:val="00927D02"/>
    <w:rsid w:val="00941FAE"/>
    <w:rsid w:val="00942DB6"/>
    <w:rsid w:val="00945033"/>
    <w:rsid w:val="00947AAC"/>
    <w:rsid w:val="00950846"/>
    <w:rsid w:val="00956183"/>
    <w:rsid w:val="009579FB"/>
    <w:rsid w:val="0096118A"/>
    <w:rsid w:val="00965259"/>
    <w:rsid w:val="00971F48"/>
    <w:rsid w:val="009737FE"/>
    <w:rsid w:val="00973E44"/>
    <w:rsid w:val="00974DC3"/>
    <w:rsid w:val="00974F89"/>
    <w:rsid w:val="00975AF6"/>
    <w:rsid w:val="0098116F"/>
    <w:rsid w:val="0098419D"/>
    <w:rsid w:val="0098439C"/>
    <w:rsid w:val="0098616B"/>
    <w:rsid w:val="00991048"/>
    <w:rsid w:val="00991764"/>
    <w:rsid w:val="00992422"/>
    <w:rsid w:val="0099471C"/>
    <w:rsid w:val="00994B6C"/>
    <w:rsid w:val="0099517C"/>
    <w:rsid w:val="00995583"/>
    <w:rsid w:val="0099672F"/>
    <w:rsid w:val="009A04D1"/>
    <w:rsid w:val="009A30D4"/>
    <w:rsid w:val="009A3729"/>
    <w:rsid w:val="009A3D2A"/>
    <w:rsid w:val="009B04DD"/>
    <w:rsid w:val="009B7964"/>
    <w:rsid w:val="009C07E7"/>
    <w:rsid w:val="009C4902"/>
    <w:rsid w:val="009C6DB8"/>
    <w:rsid w:val="009D125B"/>
    <w:rsid w:val="009D3AD3"/>
    <w:rsid w:val="009D4396"/>
    <w:rsid w:val="009D5A19"/>
    <w:rsid w:val="009E061D"/>
    <w:rsid w:val="009E24B1"/>
    <w:rsid w:val="009E3C91"/>
    <w:rsid w:val="009E4911"/>
    <w:rsid w:val="009E4C55"/>
    <w:rsid w:val="009E58D8"/>
    <w:rsid w:val="009E5E63"/>
    <w:rsid w:val="009E765A"/>
    <w:rsid w:val="009F2C55"/>
    <w:rsid w:val="009F34D1"/>
    <w:rsid w:val="009F41EC"/>
    <w:rsid w:val="009F635A"/>
    <w:rsid w:val="00A017CC"/>
    <w:rsid w:val="00A03ADC"/>
    <w:rsid w:val="00A100F5"/>
    <w:rsid w:val="00A13F30"/>
    <w:rsid w:val="00A1601D"/>
    <w:rsid w:val="00A161CA"/>
    <w:rsid w:val="00A2111A"/>
    <w:rsid w:val="00A215D9"/>
    <w:rsid w:val="00A24435"/>
    <w:rsid w:val="00A26337"/>
    <w:rsid w:val="00A26DC5"/>
    <w:rsid w:val="00A31D8F"/>
    <w:rsid w:val="00A32679"/>
    <w:rsid w:val="00A334C2"/>
    <w:rsid w:val="00A3376F"/>
    <w:rsid w:val="00A34102"/>
    <w:rsid w:val="00A4466D"/>
    <w:rsid w:val="00A46BE6"/>
    <w:rsid w:val="00A47DE1"/>
    <w:rsid w:val="00A52913"/>
    <w:rsid w:val="00A5332C"/>
    <w:rsid w:val="00A62602"/>
    <w:rsid w:val="00A62A3C"/>
    <w:rsid w:val="00A65DE7"/>
    <w:rsid w:val="00A66461"/>
    <w:rsid w:val="00A67447"/>
    <w:rsid w:val="00A70869"/>
    <w:rsid w:val="00A70EAB"/>
    <w:rsid w:val="00A70FA2"/>
    <w:rsid w:val="00A71F94"/>
    <w:rsid w:val="00A72494"/>
    <w:rsid w:val="00A748FD"/>
    <w:rsid w:val="00A752AF"/>
    <w:rsid w:val="00A754CA"/>
    <w:rsid w:val="00A76A85"/>
    <w:rsid w:val="00A8022D"/>
    <w:rsid w:val="00A83F25"/>
    <w:rsid w:val="00A844C8"/>
    <w:rsid w:val="00A845A5"/>
    <w:rsid w:val="00A847EF"/>
    <w:rsid w:val="00A857EF"/>
    <w:rsid w:val="00A865B7"/>
    <w:rsid w:val="00A86AED"/>
    <w:rsid w:val="00A901A5"/>
    <w:rsid w:val="00A919A3"/>
    <w:rsid w:val="00A9451D"/>
    <w:rsid w:val="00A95468"/>
    <w:rsid w:val="00AA03CF"/>
    <w:rsid w:val="00AA0B22"/>
    <w:rsid w:val="00AA678D"/>
    <w:rsid w:val="00AA73F4"/>
    <w:rsid w:val="00AB3B08"/>
    <w:rsid w:val="00AB4260"/>
    <w:rsid w:val="00AB4379"/>
    <w:rsid w:val="00AC04FF"/>
    <w:rsid w:val="00AC1027"/>
    <w:rsid w:val="00AC1F38"/>
    <w:rsid w:val="00AC237C"/>
    <w:rsid w:val="00AC287D"/>
    <w:rsid w:val="00AC33D5"/>
    <w:rsid w:val="00AC3A5A"/>
    <w:rsid w:val="00AC7147"/>
    <w:rsid w:val="00AC753B"/>
    <w:rsid w:val="00AD0342"/>
    <w:rsid w:val="00AD1DF4"/>
    <w:rsid w:val="00AD2CA5"/>
    <w:rsid w:val="00AD353B"/>
    <w:rsid w:val="00AD4D27"/>
    <w:rsid w:val="00AD54F8"/>
    <w:rsid w:val="00AD5A5C"/>
    <w:rsid w:val="00AD5F6A"/>
    <w:rsid w:val="00AD6683"/>
    <w:rsid w:val="00AD66CD"/>
    <w:rsid w:val="00AE0148"/>
    <w:rsid w:val="00AE0B13"/>
    <w:rsid w:val="00AE2718"/>
    <w:rsid w:val="00AE50F6"/>
    <w:rsid w:val="00AE5591"/>
    <w:rsid w:val="00AF207F"/>
    <w:rsid w:val="00AF4312"/>
    <w:rsid w:val="00AF5CAD"/>
    <w:rsid w:val="00AF799F"/>
    <w:rsid w:val="00B00723"/>
    <w:rsid w:val="00B00B18"/>
    <w:rsid w:val="00B01346"/>
    <w:rsid w:val="00B01831"/>
    <w:rsid w:val="00B02410"/>
    <w:rsid w:val="00B02557"/>
    <w:rsid w:val="00B02D70"/>
    <w:rsid w:val="00B05682"/>
    <w:rsid w:val="00B05C8B"/>
    <w:rsid w:val="00B061EF"/>
    <w:rsid w:val="00B0640C"/>
    <w:rsid w:val="00B0657D"/>
    <w:rsid w:val="00B06A3E"/>
    <w:rsid w:val="00B06CD2"/>
    <w:rsid w:val="00B07F65"/>
    <w:rsid w:val="00B16360"/>
    <w:rsid w:val="00B170A7"/>
    <w:rsid w:val="00B20DDD"/>
    <w:rsid w:val="00B239D4"/>
    <w:rsid w:val="00B2423C"/>
    <w:rsid w:val="00B242ED"/>
    <w:rsid w:val="00B24783"/>
    <w:rsid w:val="00B25FD5"/>
    <w:rsid w:val="00B26B12"/>
    <w:rsid w:val="00B312C4"/>
    <w:rsid w:val="00B325B5"/>
    <w:rsid w:val="00B32DCB"/>
    <w:rsid w:val="00B33C18"/>
    <w:rsid w:val="00B344B6"/>
    <w:rsid w:val="00B3601F"/>
    <w:rsid w:val="00B373E0"/>
    <w:rsid w:val="00B41374"/>
    <w:rsid w:val="00B43947"/>
    <w:rsid w:val="00B440B4"/>
    <w:rsid w:val="00B44AD0"/>
    <w:rsid w:val="00B45760"/>
    <w:rsid w:val="00B45B9C"/>
    <w:rsid w:val="00B45DDE"/>
    <w:rsid w:val="00B46780"/>
    <w:rsid w:val="00B50456"/>
    <w:rsid w:val="00B50963"/>
    <w:rsid w:val="00B52B2D"/>
    <w:rsid w:val="00B55712"/>
    <w:rsid w:val="00B60E82"/>
    <w:rsid w:val="00B614C3"/>
    <w:rsid w:val="00B61824"/>
    <w:rsid w:val="00B6264C"/>
    <w:rsid w:val="00B63040"/>
    <w:rsid w:val="00B6324D"/>
    <w:rsid w:val="00B6388D"/>
    <w:rsid w:val="00B66EBF"/>
    <w:rsid w:val="00B67140"/>
    <w:rsid w:val="00B70B34"/>
    <w:rsid w:val="00B77499"/>
    <w:rsid w:val="00B81358"/>
    <w:rsid w:val="00B8234E"/>
    <w:rsid w:val="00B82695"/>
    <w:rsid w:val="00B82EA7"/>
    <w:rsid w:val="00B82F80"/>
    <w:rsid w:val="00B85E5F"/>
    <w:rsid w:val="00B867D3"/>
    <w:rsid w:val="00B8716D"/>
    <w:rsid w:val="00B91583"/>
    <w:rsid w:val="00B92038"/>
    <w:rsid w:val="00B94ACA"/>
    <w:rsid w:val="00B950CE"/>
    <w:rsid w:val="00B95766"/>
    <w:rsid w:val="00B96C39"/>
    <w:rsid w:val="00BA140A"/>
    <w:rsid w:val="00BA19BE"/>
    <w:rsid w:val="00BA2026"/>
    <w:rsid w:val="00BA2105"/>
    <w:rsid w:val="00BA3451"/>
    <w:rsid w:val="00BA4276"/>
    <w:rsid w:val="00BA43A7"/>
    <w:rsid w:val="00BA58EF"/>
    <w:rsid w:val="00BB0591"/>
    <w:rsid w:val="00BB1AE7"/>
    <w:rsid w:val="00BB2A84"/>
    <w:rsid w:val="00BB2D00"/>
    <w:rsid w:val="00BB3C0A"/>
    <w:rsid w:val="00BB419B"/>
    <w:rsid w:val="00BB5A08"/>
    <w:rsid w:val="00BB5CA5"/>
    <w:rsid w:val="00BB5EB6"/>
    <w:rsid w:val="00BB6372"/>
    <w:rsid w:val="00BC1005"/>
    <w:rsid w:val="00BC14AC"/>
    <w:rsid w:val="00BC1E0B"/>
    <w:rsid w:val="00BC2A66"/>
    <w:rsid w:val="00BC2CCD"/>
    <w:rsid w:val="00BC3176"/>
    <w:rsid w:val="00BC4502"/>
    <w:rsid w:val="00BC5D8C"/>
    <w:rsid w:val="00BC7D00"/>
    <w:rsid w:val="00BC7EA9"/>
    <w:rsid w:val="00BD0D58"/>
    <w:rsid w:val="00BD0D7D"/>
    <w:rsid w:val="00BD1723"/>
    <w:rsid w:val="00BD2439"/>
    <w:rsid w:val="00BD3B86"/>
    <w:rsid w:val="00BD524B"/>
    <w:rsid w:val="00BD641D"/>
    <w:rsid w:val="00BD6C10"/>
    <w:rsid w:val="00BD714C"/>
    <w:rsid w:val="00BE0C9A"/>
    <w:rsid w:val="00BE255F"/>
    <w:rsid w:val="00BF1AAF"/>
    <w:rsid w:val="00BF302B"/>
    <w:rsid w:val="00BF4ADD"/>
    <w:rsid w:val="00BF4B3D"/>
    <w:rsid w:val="00BF4DC0"/>
    <w:rsid w:val="00BF7451"/>
    <w:rsid w:val="00BF77D5"/>
    <w:rsid w:val="00C005C7"/>
    <w:rsid w:val="00C00F25"/>
    <w:rsid w:val="00C01F6A"/>
    <w:rsid w:val="00C0366B"/>
    <w:rsid w:val="00C03FB0"/>
    <w:rsid w:val="00C0411E"/>
    <w:rsid w:val="00C0443B"/>
    <w:rsid w:val="00C06B2C"/>
    <w:rsid w:val="00C06E4C"/>
    <w:rsid w:val="00C0706F"/>
    <w:rsid w:val="00C101B6"/>
    <w:rsid w:val="00C1376B"/>
    <w:rsid w:val="00C13E1D"/>
    <w:rsid w:val="00C14D40"/>
    <w:rsid w:val="00C160AB"/>
    <w:rsid w:val="00C24C58"/>
    <w:rsid w:val="00C25752"/>
    <w:rsid w:val="00C2730E"/>
    <w:rsid w:val="00C301D4"/>
    <w:rsid w:val="00C33E4E"/>
    <w:rsid w:val="00C3489F"/>
    <w:rsid w:val="00C34E40"/>
    <w:rsid w:val="00C35076"/>
    <w:rsid w:val="00C36095"/>
    <w:rsid w:val="00C3728E"/>
    <w:rsid w:val="00C4137C"/>
    <w:rsid w:val="00C414E6"/>
    <w:rsid w:val="00C4215B"/>
    <w:rsid w:val="00C44DF7"/>
    <w:rsid w:val="00C45AD4"/>
    <w:rsid w:val="00C45EA2"/>
    <w:rsid w:val="00C46087"/>
    <w:rsid w:val="00C46324"/>
    <w:rsid w:val="00C466C9"/>
    <w:rsid w:val="00C46BAF"/>
    <w:rsid w:val="00C47409"/>
    <w:rsid w:val="00C51658"/>
    <w:rsid w:val="00C517CB"/>
    <w:rsid w:val="00C52ED3"/>
    <w:rsid w:val="00C539CA"/>
    <w:rsid w:val="00C54831"/>
    <w:rsid w:val="00C54BF7"/>
    <w:rsid w:val="00C5692E"/>
    <w:rsid w:val="00C56F52"/>
    <w:rsid w:val="00C6300B"/>
    <w:rsid w:val="00C70CC5"/>
    <w:rsid w:val="00C76473"/>
    <w:rsid w:val="00C77356"/>
    <w:rsid w:val="00C779D8"/>
    <w:rsid w:val="00C826D5"/>
    <w:rsid w:val="00C826E7"/>
    <w:rsid w:val="00C83BB6"/>
    <w:rsid w:val="00C8428E"/>
    <w:rsid w:val="00C85667"/>
    <w:rsid w:val="00C86E41"/>
    <w:rsid w:val="00C86F2A"/>
    <w:rsid w:val="00C904EE"/>
    <w:rsid w:val="00C90B80"/>
    <w:rsid w:val="00C91FA0"/>
    <w:rsid w:val="00C92FE2"/>
    <w:rsid w:val="00C94A99"/>
    <w:rsid w:val="00C961A5"/>
    <w:rsid w:val="00C96AD1"/>
    <w:rsid w:val="00C97750"/>
    <w:rsid w:val="00C97F7F"/>
    <w:rsid w:val="00CA0BEF"/>
    <w:rsid w:val="00CA1459"/>
    <w:rsid w:val="00CA227C"/>
    <w:rsid w:val="00CA34AF"/>
    <w:rsid w:val="00CA3A91"/>
    <w:rsid w:val="00CA64E4"/>
    <w:rsid w:val="00CA6E7C"/>
    <w:rsid w:val="00CB01D2"/>
    <w:rsid w:val="00CB776F"/>
    <w:rsid w:val="00CB7FD7"/>
    <w:rsid w:val="00CC06E2"/>
    <w:rsid w:val="00CC137A"/>
    <w:rsid w:val="00CC779A"/>
    <w:rsid w:val="00CD0626"/>
    <w:rsid w:val="00CD1FF8"/>
    <w:rsid w:val="00CD5F99"/>
    <w:rsid w:val="00CE01A7"/>
    <w:rsid w:val="00CE055A"/>
    <w:rsid w:val="00CE09B7"/>
    <w:rsid w:val="00CE0F79"/>
    <w:rsid w:val="00CE514F"/>
    <w:rsid w:val="00CF059A"/>
    <w:rsid w:val="00CF0672"/>
    <w:rsid w:val="00CF12FE"/>
    <w:rsid w:val="00CF1BD3"/>
    <w:rsid w:val="00CF3AFF"/>
    <w:rsid w:val="00CF4794"/>
    <w:rsid w:val="00CF5945"/>
    <w:rsid w:val="00CF7997"/>
    <w:rsid w:val="00D00848"/>
    <w:rsid w:val="00D01CAA"/>
    <w:rsid w:val="00D0311F"/>
    <w:rsid w:val="00D038EF"/>
    <w:rsid w:val="00D060D3"/>
    <w:rsid w:val="00D0688D"/>
    <w:rsid w:val="00D06D46"/>
    <w:rsid w:val="00D11511"/>
    <w:rsid w:val="00D12663"/>
    <w:rsid w:val="00D14389"/>
    <w:rsid w:val="00D204D7"/>
    <w:rsid w:val="00D232B0"/>
    <w:rsid w:val="00D240A0"/>
    <w:rsid w:val="00D251FF"/>
    <w:rsid w:val="00D25C44"/>
    <w:rsid w:val="00D25CF8"/>
    <w:rsid w:val="00D27F19"/>
    <w:rsid w:val="00D34B35"/>
    <w:rsid w:val="00D40631"/>
    <w:rsid w:val="00D40989"/>
    <w:rsid w:val="00D43AB3"/>
    <w:rsid w:val="00D44C23"/>
    <w:rsid w:val="00D4692C"/>
    <w:rsid w:val="00D505E9"/>
    <w:rsid w:val="00D516B3"/>
    <w:rsid w:val="00D5201D"/>
    <w:rsid w:val="00D52FE3"/>
    <w:rsid w:val="00D54545"/>
    <w:rsid w:val="00D57E68"/>
    <w:rsid w:val="00D60A80"/>
    <w:rsid w:val="00D61DAF"/>
    <w:rsid w:val="00D62376"/>
    <w:rsid w:val="00D6256E"/>
    <w:rsid w:val="00D639EC"/>
    <w:rsid w:val="00D63F8F"/>
    <w:rsid w:val="00D66566"/>
    <w:rsid w:val="00D71303"/>
    <w:rsid w:val="00D72012"/>
    <w:rsid w:val="00D73FF3"/>
    <w:rsid w:val="00D75A58"/>
    <w:rsid w:val="00D75E56"/>
    <w:rsid w:val="00D763D2"/>
    <w:rsid w:val="00D818DF"/>
    <w:rsid w:val="00D81E73"/>
    <w:rsid w:val="00D826AE"/>
    <w:rsid w:val="00D85093"/>
    <w:rsid w:val="00D8513F"/>
    <w:rsid w:val="00D85308"/>
    <w:rsid w:val="00D87E63"/>
    <w:rsid w:val="00D90DBC"/>
    <w:rsid w:val="00D92772"/>
    <w:rsid w:val="00D93A46"/>
    <w:rsid w:val="00D93BDC"/>
    <w:rsid w:val="00D9573B"/>
    <w:rsid w:val="00D95BC1"/>
    <w:rsid w:val="00D961B7"/>
    <w:rsid w:val="00D9747C"/>
    <w:rsid w:val="00DA14A5"/>
    <w:rsid w:val="00DA28D8"/>
    <w:rsid w:val="00DA2DAD"/>
    <w:rsid w:val="00DA41DC"/>
    <w:rsid w:val="00DA4764"/>
    <w:rsid w:val="00DA5B51"/>
    <w:rsid w:val="00DA6E23"/>
    <w:rsid w:val="00DB2500"/>
    <w:rsid w:val="00DB2D6A"/>
    <w:rsid w:val="00DB3BD5"/>
    <w:rsid w:val="00DB5153"/>
    <w:rsid w:val="00DB69D4"/>
    <w:rsid w:val="00DB6E7C"/>
    <w:rsid w:val="00DC0B6D"/>
    <w:rsid w:val="00DC0F0C"/>
    <w:rsid w:val="00DC2999"/>
    <w:rsid w:val="00DC2C5B"/>
    <w:rsid w:val="00DC3BAA"/>
    <w:rsid w:val="00DC3BDD"/>
    <w:rsid w:val="00DC43E6"/>
    <w:rsid w:val="00DC5E1E"/>
    <w:rsid w:val="00DC7E94"/>
    <w:rsid w:val="00DD08E9"/>
    <w:rsid w:val="00DD3232"/>
    <w:rsid w:val="00DD3B87"/>
    <w:rsid w:val="00DD6F9A"/>
    <w:rsid w:val="00DE01D8"/>
    <w:rsid w:val="00DE076A"/>
    <w:rsid w:val="00DE12A6"/>
    <w:rsid w:val="00DE3140"/>
    <w:rsid w:val="00DE31B0"/>
    <w:rsid w:val="00DE4206"/>
    <w:rsid w:val="00DE4324"/>
    <w:rsid w:val="00DE4D3A"/>
    <w:rsid w:val="00DE5412"/>
    <w:rsid w:val="00DF0739"/>
    <w:rsid w:val="00DF186A"/>
    <w:rsid w:val="00DF1E70"/>
    <w:rsid w:val="00DF21A5"/>
    <w:rsid w:val="00DF456B"/>
    <w:rsid w:val="00DF51D6"/>
    <w:rsid w:val="00DF6F81"/>
    <w:rsid w:val="00DF700D"/>
    <w:rsid w:val="00DF7366"/>
    <w:rsid w:val="00E016D2"/>
    <w:rsid w:val="00E03678"/>
    <w:rsid w:val="00E0424F"/>
    <w:rsid w:val="00E05CAA"/>
    <w:rsid w:val="00E061C3"/>
    <w:rsid w:val="00E07616"/>
    <w:rsid w:val="00E10293"/>
    <w:rsid w:val="00E11350"/>
    <w:rsid w:val="00E143BA"/>
    <w:rsid w:val="00E16A01"/>
    <w:rsid w:val="00E17805"/>
    <w:rsid w:val="00E21B25"/>
    <w:rsid w:val="00E227D9"/>
    <w:rsid w:val="00E235BA"/>
    <w:rsid w:val="00E242BB"/>
    <w:rsid w:val="00E246D3"/>
    <w:rsid w:val="00E24DD7"/>
    <w:rsid w:val="00E27ABD"/>
    <w:rsid w:val="00E27D70"/>
    <w:rsid w:val="00E312DA"/>
    <w:rsid w:val="00E3365E"/>
    <w:rsid w:val="00E3429A"/>
    <w:rsid w:val="00E357F1"/>
    <w:rsid w:val="00E36FE7"/>
    <w:rsid w:val="00E44DD6"/>
    <w:rsid w:val="00E45FD1"/>
    <w:rsid w:val="00E46E60"/>
    <w:rsid w:val="00E4770B"/>
    <w:rsid w:val="00E47EE6"/>
    <w:rsid w:val="00E52497"/>
    <w:rsid w:val="00E525C5"/>
    <w:rsid w:val="00E540B2"/>
    <w:rsid w:val="00E54895"/>
    <w:rsid w:val="00E54B9E"/>
    <w:rsid w:val="00E56C7A"/>
    <w:rsid w:val="00E57D0E"/>
    <w:rsid w:val="00E60DE8"/>
    <w:rsid w:val="00E6232B"/>
    <w:rsid w:val="00E62707"/>
    <w:rsid w:val="00E62EDA"/>
    <w:rsid w:val="00E63024"/>
    <w:rsid w:val="00E64A39"/>
    <w:rsid w:val="00E64BC4"/>
    <w:rsid w:val="00E67351"/>
    <w:rsid w:val="00E7018A"/>
    <w:rsid w:val="00E7185A"/>
    <w:rsid w:val="00E74118"/>
    <w:rsid w:val="00E8097C"/>
    <w:rsid w:val="00E81164"/>
    <w:rsid w:val="00E820AE"/>
    <w:rsid w:val="00E8358A"/>
    <w:rsid w:val="00E84284"/>
    <w:rsid w:val="00E8557C"/>
    <w:rsid w:val="00E86DD6"/>
    <w:rsid w:val="00E91F55"/>
    <w:rsid w:val="00E932DA"/>
    <w:rsid w:val="00E9337B"/>
    <w:rsid w:val="00E94658"/>
    <w:rsid w:val="00E95DA1"/>
    <w:rsid w:val="00EA0D56"/>
    <w:rsid w:val="00EA1196"/>
    <w:rsid w:val="00EA1922"/>
    <w:rsid w:val="00EA1FB4"/>
    <w:rsid w:val="00EA2A6C"/>
    <w:rsid w:val="00EA2E01"/>
    <w:rsid w:val="00EA53C1"/>
    <w:rsid w:val="00EA7E30"/>
    <w:rsid w:val="00EB1059"/>
    <w:rsid w:val="00EB12D4"/>
    <w:rsid w:val="00EB15BB"/>
    <w:rsid w:val="00EB1976"/>
    <w:rsid w:val="00EB60AC"/>
    <w:rsid w:val="00EC14D9"/>
    <w:rsid w:val="00EC1B0A"/>
    <w:rsid w:val="00EC31C3"/>
    <w:rsid w:val="00EC7FE2"/>
    <w:rsid w:val="00ED4EF6"/>
    <w:rsid w:val="00ED4F44"/>
    <w:rsid w:val="00ED79A9"/>
    <w:rsid w:val="00EE090D"/>
    <w:rsid w:val="00EE18B0"/>
    <w:rsid w:val="00EE20E5"/>
    <w:rsid w:val="00EE3E43"/>
    <w:rsid w:val="00EE4030"/>
    <w:rsid w:val="00EE43D1"/>
    <w:rsid w:val="00EE6208"/>
    <w:rsid w:val="00EE6607"/>
    <w:rsid w:val="00EF03BA"/>
    <w:rsid w:val="00EF07A3"/>
    <w:rsid w:val="00EF1282"/>
    <w:rsid w:val="00EF1D7B"/>
    <w:rsid w:val="00EF1E0C"/>
    <w:rsid w:val="00EF398D"/>
    <w:rsid w:val="00EF5A54"/>
    <w:rsid w:val="00F0094B"/>
    <w:rsid w:val="00F00B1D"/>
    <w:rsid w:val="00F02061"/>
    <w:rsid w:val="00F02415"/>
    <w:rsid w:val="00F048AA"/>
    <w:rsid w:val="00F0794E"/>
    <w:rsid w:val="00F12E47"/>
    <w:rsid w:val="00F163B0"/>
    <w:rsid w:val="00F20504"/>
    <w:rsid w:val="00F225B5"/>
    <w:rsid w:val="00F226EE"/>
    <w:rsid w:val="00F23BAC"/>
    <w:rsid w:val="00F25A4F"/>
    <w:rsid w:val="00F25BC0"/>
    <w:rsid w:val="00F30FF8"/>
    <w:rsid w:val="00F3502A"/>
    <w:rsid w:val="00F414B0"/>
    <w:rsid w:val="00F41BAF"/>
    <w:rsid w:val="00F42C4F"/>
    <w:rsid w:val="00F467C3"/>
    <w:rsid w:val="00F543C7"/>
    <w:rsid w:val="00F60001"/>
    <w:rsid w:val="00F60662"/>
    <w:rsid w:val="00F60970"/>
    <w:rsid w:val="00F61C15"/>
    <w:rsid w:val="00F6250A"/>
    <w:rsid w:val="00F64601"/>
    <w:rsid w:val="00F64E38"/>
    <w:rsid w:val="00F651CF"/>
    <w:rsid w:val="00F66AF6"/>
    <w:rsid w:val="00F67599"/>
    <w:rsid w:val="00F67D58"/>
    <w:rsid w:val="00F744F6"/>
    <w:rsid w:val="00F74584"/>
    <w:rsid w:val="00F76A4C"/>
    <w:rsid w:val="00F77A3E"/>
    <w:rsid w:val="00F8082B"/>
    <w:rsid w:val="00F8088E"/>
    <w:rsid w:val="00F8240C"/>
    <w:rsid w:val="00F83CB2"/>
    <w:rsid w:val="00F8576D"/>
    <w:rsid w:val="00F85875"/>
    <w:rsid w:val="00F921D5"/>
    <w:rsid w:val="00F93560"/>
    <w:rsid w:val="00F95C04"/>
    <w:rsid w:val="00F96094"/>
    <w:rsid w:val="00F966B4"/>
    <w:rsid w:val="00FA13B6"/>
    <w:rsid w:val="00FA22D3"/>
    <w:rsid w:val="00FA234D"/>
    <w:rsid w:val="00FA340B"/>
    <w:rsid w:val="00FA394E"/>
    <w:rsid w:val="00FA4434"/>
    <w:rsid w:val="00FA4817"/>
    <w:rsid w:val="00FA4BF2"/>
    <w:rsid w:val="00FA7F9F"/>
    <w:rsid w:val="00FB1519"/>
    <w:rsid w:val="00FB2E36"/>
    <w:rsid w:val="00FB47B6"/>
    <w:rsid w:val="00FB5C74"/>
    <w:rsid w:val="00FB70AA"/>
    <w:rsid w:val="00FB7539"/>
    <w:rsid w:val="00FB7F31"/>
    <w:rsid w:val="00FC319C"/>
    <w:rsid w:val="00FC4EEE"/>
    <w:rsid w:val="00FC71E6"/>
    <w:rsid w:val="00FD014B"/>
    <w:rsid w:val="00FD10CE"/>
    <w:rsid w:val="00FD346F"/>
    <w:rsid w:val="00FD3580"/>
    <w:rsid w:val="00FD38EE"/>
    <w:rsid w:val="00FD7FE5"/>
    <w:rsid w:val="00FE24D2"/>
    <w:rsid w:val="00FE26B1"/>
    <w:rsid w:val="00FE29D0"/>
    <w:rsid w:val="00FE4C07"/>
    <w:rsid w:val="00FE6430"/>
    <w:rsid w:val="00FE6DC5"/>
    <w:rsid w:val="00FE7C19"/>
    <w:rsid w:val="00FF2BF2"/>
    <w:rsid w:val="00FF4BB3"/>
    <w:rsid w:val="00FF523B"/>
    <w:rsid w:val="00FF68BA"/>
    <w:rsid w:val="00FF7474"/>
    <w:rsid w:val="00FF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827607"/>
  <w15:docId w15:val="{14946511-7EE8-442E-8DD0-91A312FC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4B0C"/>
    <w:pPr>
      <w:spacing w:before="120"/>
      <w:ind w:firstLine="567"/>
      <w:jc w:val="both"/>
    </w:pPr>
    <w:rPr>
      <w:rFonts w:ascii="Arial" w:hAnsi="Arial" w:cs="Arial"/>
      <w:sz w:val="22"/>
      <w:szCs w:val="22"/>
      <w:lang w:eastAsia="en-US"/>
    </w:rPr>
  </w:style>
  <w:style w:type="paragraph" w:styleId="10">
    <w:name w:val="heading 1"/>
    <w:aliases w:val="ЗАГЛАВИЕ 1"/>
    <w:basedOn w:val="a0"/>
    <w:next w:val="a0"/>
    <w:link w:val="11"/>
    <w:qFormat/>
    <w:rsid w:val="00905BAC"/>
    <w:pPr>
      <w:keepNext/>
      <w:keepLines/>
      <w:numPr>
        <w:numId w:val="1"/>
      </w:numPr>
      <w:outlineLvl w:val="0"/>
    </w:pPr>
    <w:rPr>
      <w:b/>
      <w:bCs/>
      <w:color w:val="365F91"/>
    </w:rPr>
  </w:style>
  <w:style w:type="paragraph" w:styleId="20">
    <w:name w:val="heading 2"/>
    <w:aliases w:val="ЗАГЛАВИЕ 2"/>
    <w:basedOn w:val="10"/>
    <w:next w:val="a0"/>
    <w:link w:val="21"/>
    <w:qFormat/>
    <w:rsid w:val="00EF5A54"/>
    <w:pPr>
      <w:numPr>
        <w:ilvl w:val="1"/>
      </w:numPr>
      <w:shd w:val="clear" w:color="auto" w:fill="B8CCE4"/>
      <w:ind w:left="0" w:firstLine="567"/>
      <w:outlineLvl w:val="1"/>
    </w:pPr>
    <w:rPr>
      <w:rFonts w:ascii="Times New Roman" w:hAnsi="Times New Roman" w:cs="Times New Roman"/>
      <w:color w:val="4F81BD"/>
    </w:rPr>
  </w:style>
  <w:style w:type="paragraph" w:styleId="30">
    <w:name w:val="heading 3"/>
    <w:aliases w:val="ЗАГЛАВИЕ 3"/>
    <w:basedOn w:val="20"/>
    <w:next w:val="a0"/>
    <w:link w:val="31"/>
    <w:qFormat/>
    <w:rsid w:val="000E274D"/>
    <w:pPr>
      <w:numPr>
        <w:ilvl w:val="2"/>
      </w:numPr>
      <w:outlineLvl w:val="2"/>
    </w:pPr>
  </w:style>
  <w:style w:type="paragraph" w:styleId="4">
    <w:name w:val="heading 4"/>
    <w:aliases w:val="ЗАГЛАВИЕ 4"/>
    <w:basedOn w:val="30"/>
    <w:next w:val="a0"/>
    <w:link w:val="40"/>
    <w:qFormat/>
    <w:rsid w:val="004F0579"/>
    <w:pPr>
      <w:numPr>
        <w:ilvl w:val="3"/>
      </w:numPr>
      <w:outlineLvl w:val="3"/>
    </w:pPr>
    <w:rPr>
      <w:lang w:eastAsia="ja-JP"/>
    </w:rPr>
  </w:style>
  <w:style w:type="paragraph" w:styleId="5">
    <w:name w:val="heading 5"/>
    <w:basedOn w:val="a0"/>
    <w:next w:val="a0"/>
    <w:link w:val="50"/>
    <w:rsid w:val="0041649C"/>
    <w:pPr>
      <w:numPr>
        <w:ilvl w:val="4"/>
        <w:numId w:val="1"/>
      </w:numPr>
      <w:tabs>
        <w:tab w:val="center" w:pos="4536"/>
        <w:tab w:val="right" w:pos="9072"/>
      </w:tabs>
      <w:suppressAutoHyphens/>
      <w:outlineLvl w:val="4"/>
    </w:pPr>
    <w:rPr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rsid w:val="0041649C"/>
    <w:pPr>
      <w:numPr>
        <w:ilvl w:val="5"/>
        <w:numId w:val="1"/>
      </w:numPr>
      <w:tabs>
        <w:tab w:val="center" w:pos="4536"/>
        <w:tab w:val="right" w:pos="9072"/>
      </w:tabs>
      <w:suppressAutoHyphens/>
      <w:jc w:val="center"/>
      <w:outlineLvl w:val="5"/>
    </w:pPr>
    <w:rPr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unhideWhenUsed/>
    <w:qFormat/>
    <w:rsid w:val="000E0DA4"/>
    <w:pPr>
      <w:numPr>
        <w:ilvl w:val="0"/>
        <w:numId w:val="0"/>
      </w:numPr>
      <w:outlineLvl w:val="6"/>
    </w:pPr>
  </w:style>
  <w:style w:type="paragraph" w:styleId="8">
    <w:name w:val="heading 8"/>
    <w:basedOn w:val="a0"/>
    <w:next w:val="a0"/>
    <w:link w:val="80"/>
    <w:uiPriority w:val="9"/>
    <w:unhideWhenUsed/>
    <w:rsid w:val="00BD6C10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rsid w:val="00BD6C10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лавие 1 Знак"/>
    <w:aliases w:val="ЗАГЛАВИЕ 1 Знак"/>
    <w:link w:val="10"/>
    <w:rsid w:val="00905BAC"/>
    <w:rPr>
      <w:rFonts w:ascii="Arial" w:hAnsi="Arial" w:cs="Arial"/>
      <w:b/>
      <w:bCs/>
      <w:color w:val="365F91"/>
      <w:sz w:val="22"/>
      <w:szCs w:val="22"/>
      <w:lang w:eastAsia="en-US"/>
    </w:rPr>
  </w:style>
  <w:style w:type="character" w:customStyle="1" w:styleId="21">
    <w:name w:val="Заглавие 2 Знак"/>
    <w:aliases w:val="ЗАГЛАВИЕ 2 Знак"/>
    <w:link w:val="20"/>
    <w:rsid w:val="00EF5A54"/>
    <w:rPr>
      <w:rFonts w:ascii="Times New Roman" w:hAnsi="Times New Roman"/>
      <w:b/>
      <w:bCs/>
      <w:color w:val="4F81BD"/>
      <w:sz w:val="22"/>
      <w:szCs w:val="22"/>
      <w:shd w:val="clear" w:color="auto" w:fill="B8CCE4"/>
      <w:lang w:eastAsia="en-US"/>
    </w:rPr>
  </w:style>
  <w:style w:type="character" w:customStyle="1" w:styleId="31">
    <w:name w:val="Заглавие 3 Знак"/>
    <w:aliases w:val="ЗАГЛАВИЕ 3 Знак"/>
    <w:link w:val="30"/>
    <w:rsid w:val="000E274D"/>
    <w:rPr>
      <w:rFonts w:ascii="Arial" w:hAnsi="Arial" w:cs="Arial"/>
      <w:b/>
      <w:bCs/>
      <w:color w:val="4F81BD"/>
      <w:sz w:val="22"/>
      <w:szCs w:val="22"/>
      <w:lang w:eastAsia="en-US"/>
    </w:rPr>
  </w:style>
  <w:style w:type="character" w:customStyle="1" w:styleId="40">
    <w:name w:val="Заглавие 4 Знак"/>
    <w:aliases w:val="ЗАГЛАВИЕ 4 Знак"/>
    <w:link w:val="4"/>
    <w:rsid w:val="004F0579"/>
    <w:rPr>
      <w:rFonts w:ascii="Arial" w:hAnsi="Arial" w:cs="Arial"/>
      <w:b/>
      <w:bCs/>
      <w:color w:val="4F81BD"/>
      <w:sz w:val="22"/>
      <w:szCs w:val="22"/>
      <w:lang w:eastAsia="ja-JP"/>
    </w:rPr>
  </w:style>
  <w:style w:type="character" w:customStyle="1" w:styleId="50">
    <w:name w:val="Заглавие 5 Знак"/>
    <w:link w:val="5"/>
    <w:rsid w:val="0041649C"/>
    <w:rPr>
      <w:rFonts w:ascii="Arial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link w:val="6"/>
    <w:rsid w:val="0041649C"/>
    <w:rPr>
      <w:rFonts w:ascii="Arial" w:hAnsi="Arial" w:cs="Arial"/>
      <w:b/>
      <w:bCs/>
      <w:sz w:val="16"/>
      <w:szCs w:val="16"/>
      <w:lang w:eastAsia="ar-SA"/>
    </w:rPr>
  </w:style>
  <w:style w:type="numbering" w:customStyle="1" w:styleId="NoList1">
    <w:name w:val="No List1"/>
    <w:next w:val="a3"/>
    <w:semiHidden/>
    <w:rsid w:val="00BB2D00"/>
  </w:style>
  <w:style w:type="paragraph" w:styleId="a4">
    <w:name w:val="header"/>
    <w:basedOn w:val="a0"/>
    <w:link w:val="a5"/>
    <w:uiPriority w:val="99"/>
    <w:rsid w:val="00BB2D00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a5">
    <w:name w:val="Горен колонтитул Знак"/>
    <w:link w:val="a4"/>
    <w:uiPriority w:val="99"/>
    <w:rsid w:val="00BB2D00"/>
    <w:rPr>
      <w:rFonts w:ascii="Calibri" w:eastAsia="Times New Roman" w:hAnsi="Calibri" w:cs="Times New Roman"/>
    </w:rPr>
  </w:style>
  <w:style w:type="paragraph" w:styleId="a6">
    <w:name w:val="footer"/>
    <w:basedOn w:val="a0"/>
    <w:link w:val="a7"/>
    <w:uiPriority w:val="99"/>
    <w:rsid w:val="00BB2D00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a7">
    <w:name w:val="Долен колонтитул Знак"/>
    <w:link w:val="a6"/>
    <w:uiPriority w:val="99"/>
    <w:rsid w:val="00BB2D00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semiHidden/>
    <w:rsid w:val="00BB2D00"/>
    <w:rPr>
      <w:rFonts w:ascii="Tahoma" w:eastAsia="Times New Roman" w:hAnsi="Tahoma" w:cs="Tahoma"/>
      <w:sz w:val="16"/>
      <w:szCs w:val="16"/>
    </w:rPr>
  </w:style>
  <w:style w:type="character" w:customStyle="1" w:styleId="a9">
    <w:name w:val="Изнесен текст Знак"/>
    <w:link w:val="a8"/>
    <w:semiHidden/>
    <w:rsid w:val="00BB2D00"/>
    <w:rPr>
      <w:rFonts w:ascii="Tahoma" w:eastAsia="Times New Roman" w:hAnsi="Tahoma" w:cs="Tahoma"/>
      <w:sz w:val="16"/>
      <w:szCs w:val="16"/>
    </w:rPr>
  </w:style>
  <w:style w:type="paragraph" w:styleId="a">
    <w:name w:val="List Paragraph"/>
    <w:aliases w:val="ПАРАГРАФ"/>
    <w:basedOn w:val="a0"/>
    <w:link w:val="aa"/>
    <w:uiPriority w:val="34"/>
    <w:qFormat/>
    <w:rsid w:val="001E3282"/>
    <w:pPr>
      <w:numPr>
        <w:numId w:val="2"/>
      </w:numPr>
    </w:pPr>
    <w:rPr>
      <w:rFonts w:eastAsia="Times New Roman"/>
      <w:lang w:eastAsia="ja-JP"/>
    </w:rPr>
  </w:style>
  <w:style w:type="character" w:styleId="ab">
    <w:name w:val="annotation reference"/>
    <w:rsid w:val="00BB2D00"/>
    <w:rPr>
      <w:rFonts w:cs="Times New Roman"/>
      <w:sz w:val="16"/>
      <w:szCs w:val="16"/>
    </w:rPr>
  </w:style>
  <w:style w:type="paragraph" w:styleId="ac">
    <w:name w:val="annotation text"/>
    <w:basedOn w:val="a0"/>
    <w:link w:val="ad"/>
    <w:rsid w:val="00BB2D00"/>
    <w:rPr>
      <w:rFonts w:ascii="Calibri" w:eastAsia="Times New Roman" w:hAnsi="Calibri" w:cs="Times New Roman"/>
      <w:sz w:val="20"/>
      <w:szCs w:val="20"/>
    </w:rPr>
  </w:style>
  <w:style w:type="character" w:customStyle="1" w:styleId="ad">
    <w:name w:val="Текст на коментар Знак"/>
    <w:link w:val="ac"/>
    <w:rsid w:val="00BB2D00"/>
    <w:rPr>
      <w:rFonts w:ascii="Calibri" w:eastAsia="Times New Roman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BB2D00"/>
    <w:rPr>
      <w:b/>
      <w:bCs/>
    </w:rPr>
  </w:style>
  <w:style w:type="character" w:customStyle="1" w:styleId="af">
    <w:name w:val="Предмет на коментар Знак"/>
    <w:link w:val="ae"/>
    <w:semiHidden/>
    <w:rsid w:val="00BB2D00"/>
    <w:rPr>
      <w:rFonts w:ascii="Calibri" w:eastAsia="Times New Roman" w:hAnsi="Calibri" w:cs="Times New Roman"/>
      <w:b/>
      <w:bCs/>
      <w:sz w:val="20"/>
      <w:szCs w:val="20"/>
    </w:rPr>
  </w:style>
  <w:style w:type="paragraph" w:styleId="af0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a0"/>
    <w:link w:val="af1"/>
    <w:semiHidden/>
    <w:rsid w:val="00BB2D00"/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link w:val="af0"/>
    <w:semiHidden/>
    <w:rsid w:val="00BB2D00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semiHidden/>
    <w:rsid w:val="00BB2D00"/>
    <w:rPr>
      <w:vertAlign w:val="superscript"/>
    </w:rPr>
  </w:style>
  <w:style w:type="paragraph" w:styleId="af3">
    <w:name w:val="Normal Indent"/>
    <w:basedOn w:val="a0"/>
    <w:rsid w:val="00BB2D00"/>
    <w:pPr>
      <w:ind w:left="708"/>
    </w:pPr>
    <w:rPr>
      <w:b/>
      <w:bCs/>
      <w:sz w:val="18"/>
      <w:szCs w:val="18"/>
      <w:lang w:val="en-GB" w:eastAsia="bg-BG"/>
    </w:rPr>
  </w:style>
  <w:style w:type="paragraph" w:styleId="af4">
    <w:name w:val="TOC Heading"/>
    <w:basedOn w:val="10"/>
    <w:next w:val="a0"/>
    <w:uiPriority w:val="39"/>
    <w:qFormat/>
    <w:rsid w:val="00BB2D00"/>
    <w:pPr>
      <w:outlineLvl w:val="9"/>
    </w:pPr>
    <w:rPr>
      <w:lang w:val="en-US" w:eastAsia="ja-JP"/>
    </w:rPr>
  </w:style>
  <w:style w:type="paragraph" w:styleId="22">
    <w:name w:val="toc 2"/>
    <w:basedOn w:val="a0"/>
    <w:next w:val="a0"/>
    <w:autoRedefine/>
    <w:uiPriority w:val="39"/>
    <w:rsid w:val="008A5EB0"/>
    <w:pPr>
      <w:spacing w:after="100"/>
      <w:ind w:left="220"/>
    </w:pPr>
    <w:rPr>
      <w:rFonts w:eastAsia="Times New Roman" w:cs="Times New Roman"/>
      <w:sz w:val="20"/>
    </w:rPr>
  </w:style>
  <w:style w:type="paragraph" w:styleId="32">
    <w:name w:val="toc 3"/>
    <w:basedOn w:val="a0"/>
    <w:next w:val="a0"/>
    <w:autoRedefine/>
    <w:uiPriority w:val="39"/>
    <w:rsid w:val="008A5EB0"/>
    <w:pPr>
      <w:spacing w:after="100"/>
      <w:ind w:left="440"/>
    </w:pPr>
    <w:rPr>
      <w:rFonts w:eastAsia="Times New Roman" w:cs="Times New Roman"/>
      <w:sz w:val="20"/>
    </w:rPr>
  </w:style>
  <w:style w:type="paragraph" w:customStyle="1" w:styleId="Default">
    <w:name w:val="Default"/>
    <w:rsid w:val="00BB2D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FontStyle13">
    <w:name w:val="Font Style13"/>
    <w:rsid w:val="00BB2D00"/>
    <w:rPr>
      <w:rFonts w:ascii="Times New Roman" w:hAnsi="Times New Roman"/>
      <w:sz w:val="24"/>
    </w:rPr>
  </w:style>
  <w:style w:type="table" w:styleId="af5">
    <w:name w:val="Table Grid"/>
    <w:basedOn w:val="a2"/>
    <w:rsid w:val="00BB2D0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rsid w:val="00BB2D00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Light Shading"/>
    <w:basedOn w:val="a2"/>
    <w:uiPriority w:val="60"/>
    <w:rsid w:val="00D240A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23">
    <w:name w:val="Body Text Indent 2"/>
    <w:basedOn w:val="a0"/>
    <w:link w:val="24"/>
    <w:semiHidden/>
    <w:rsid w:val="00BB2D00"/>
    <w:pPr>
      <w:spacing w:line="480" w:lineRule="auto"/>
      <w:ind w:left="283"/>
    </w:pPr>
    <w:rPr>
      <w:rFonts w:cs="Times New Roman"/>
      <w:szCs w:val="24"/>
      <w:lang w:eastAsia="bg-BG"/>
    </w:rPr>
  </w:style>
  <w:style w:type="character" w:customStyle="1" w:styleId="24">
    <w:name w:val="Основен текст с отстъп 2 Знак"/>
    <w:link w:val="23"/>
    <w:semiHidden/>
    <w:rsid w:val="00BB2D00"/>
    <w:rPr>
      <w:rFonts w:ascii="Arial" w:eastAsia="Calibri" w:hAnsi="Arial" w:cs="Times New Roman"/>
      <w:szCs w:val="24"/>
      <w:lang w:eastAsia="bg-BG"/>
    </w:rPr>
  </w:style>
  <w:style w:type="character" w:styleId="af7">
    <w:name w:val="Intense Emphasis"/>
    <w:uiPriority w:val="21"/>
    <w:rsid w:val="00187D76"/>
    <w:rPr>
      <w:rFonts w:ascii="Arial" w:hAnsi="Arial" w:cs="Arial"/>
      <w:i/>
      <w:sz w:val="16"/>
      <w:szCs w:val="16"/>
      <w:lang w:val="bg-BG" w:eastAsia="bg-BG"/>
    </w:rPr>
  </w:style>
  <w:style w:type="paragraph" w:styleId="af8">
    <w:name w:val="Normal (Web)"/>
    <w:basedOn w:val="a0"/>
    <w:uiPriority w:val="99"/>
    <w:rsid w:val="00BB2D00"/>
    <w:pPr>
      <w:spacing w:before="100" w:beforeAutospacing="1" w:after="100" w:afterAutospacing="1"/>
    </w:pPr>
    <w:rPr>
      <w:rFonts w:cs="Times New Roman"/>
      <w:szCs w:val="24"/>
      <w:lang w:val="en-US"/>
    </w:rPr>
  </w:style>
  <w:style w:type="paragraph" w:customStyle="1" w:styleId="af9">
    <w:name w:val="ТАБЛИЦА"/>
    <w:basedOn w:val="a0"/>
    <w:qFormat/>
    <w:rsid w:val="00647657"/>
    <w:pPr>
      <w:ind w:firstLine="0"/>
    </w:pPr>
    <w:rPr>
      <w:bCs/>
      <w:sz w:val="20"/>
    </w:rPr>
  </w:style>
  <w:style w:type="paragraph" w:styleId="12">
    <w:name w:val="toc 1"/>
    <w:basedOn w:val="a0"/>
    <w:next w:val="a0"/>
    <w:autoRedefine/>
    <w:uiPriority w:val="39"/>
    <w:rsid w:val="008A5EB0"/>
    <w:pPr>
      <w:spacing w:after="100"/>
    </w:pPr>
    <w:rPr>
      <w:rFonts w:eastAsia="Times New Roman" w:cs="Times New Roman"/>
      <w:sz w:val="20"/>
    </w:rPr>
  </w:style>
  <w:style w:type="character" w:styleId="afa">
    <w:name w:val="Hyperlink"/>
    <w:uiPriority w:val="99"/>
    <w:rsid w:val="00BB2D00"/>
    <w:rPr>
      <w:rFonts w:cs="Times New Roman"/>
      <w:color w:val="0000FF"/>
      <w:u w:val="single"/>
    </w:rPr>
  </w:style>
  <w:style w:type="paragraph" w:customStyle="1" w:styleId="FreeForm">
    <w:name w:val="Free Form"/>
    <w:rsid w:val="00BB2D00"/>
    <w:rPr>
      <w:rFonts w:ascii="Times New Roman" w:eastAsia="ヒラギノ角ゴ Pro W3" w:hAnsi="Times New Roman"/>
      <w:color w:val="000000"/>
    </w:rPr>
  </w:style>
  <w:style w:type="character" w:styleId="afb">
    <w:name w:val="Strong"/>
    <w:uiPriority w:val="22"/>
    <w:rsid w:val="001B1A4D"/>
    <w:rPr>
      <w:rFonts w:cs="Times New Roman"/>
      <w:b/>
      <w:bCs/>
      <w:color w:val="4F81BD"/>
    </w:rPr>
  </w:style>
  <w:style w:type="character" w:customStyle="1" w:styleId="Hyperlink1">
    <w:name w:val="Hyperlink1"/>
    <w:rsid w:val="00BB2D00"/>
    <w:rPr>
      <w:color w:val="0000FF"/>
      <w:sz w:val="20"/>
      <w:u w:val="single"/>
    </w:rPr>
  </w:style>
  <w:style w:type="paragraph" w:customStyle="1" w:styleId="Header1">
    <w:name w:val="Header1"/>
    <w:rsid w:val="00BB2D00"/>
    <w:pPr>
      <w:tabs>
        <w:tab w:val="center" w:pos="4536"/>
        <w:tab w:val="right" w:pos="9072"/>
      </w:tabs>
    </w:pPr>
    <w:rPr>
      <w:rFonts w:ascii="Times New Roman" w:eastAsia="?????? Pro W3" w:hAnsi="Times New Roman"/>
      <w:color w:val="000000"/>
      <w:sz w:val="24"/>
      <w:szCs w:val="24"/>
    </w:rPr>
  </w:style>
  <w:style w:type="paragraph" w:customStyle="1" w:styleId="Footer1">
    <w:name w:val="Footer1"/>
    <w:rsid w:val="00BB2D00"/>
    <w:pPr>
      <w:tabs>
        <w:tab w:val="center" w:pos="4536"/>
        <w:tab w:val="right" w:pos="9072"/>
      </w:tabs>
    </w:pPr>
    <w:rPr>
      <w:rFonts w:ascii="Times New Roman" w:eastAsia="?????? Pro W3" w:hAnsi="Times New Roman"/>
      <w:color w:val="000000"/>
      <w:sz w:val="24"/>
      <w:szCs w:val="24"/>
    </w:rPr>
  </w:style>
  <w:style w:type="paragraph" w:customStyle="1" w:styleId="FootnoteTextA">
    <w:name w:val="Footnote Text A"/>
    <w:rsid w:val="00BB2D00"/>
    <w:rPr>
      <w:rFonts w:ascii="Times New Roman" w:eastAsia="?????? Pro W3" w:hAnsi="Times New Roman"/>
      <w:color w:val="000000"/>
    </w:rPr>
  </w:style>
  <w:style w:type="character" w:customStyle="1" w:styleId="FootnoteTextChar1">
    <w:name w:val="Footnote Text Char1"/>
    <w:locked/>
    <w:rsid w:val="00BB2D00"/>
    <w:rPr>
      <w:rFonts w:ascii="Times New Roman" w:hAnsi="Times New Roman" w:cs="Times New Roman"/>
      <w:sz w:val="20"/>
      <w:szCs w:val="20"/>
      <w:lang w:val="x-none" w:eastAsia="bg-BG"/>
    </w:rPr>
  </w:style>
  <w:style w:type="character" w:customStyle="1" w:styleId="itemdescriptiontext2">
    <w:name w:val="item_description_text2"/>
    <w:rsid w:val="00BB2D00"/>
  </w:style>
  <w:style w:type="character" w:styleId="afc">
    <w:name w:val="Emphasis"/>
    <w:rsid w:val="0041649C"/>
    <w:rPr>
      <w:iCs/>
    </w:rPr>
  </w:style>
  <w:style w:type="paragraph" w:customStyle="1" w:styleId="Style13">
    <w:name w:val="Style13"/>
    <w:basedOn w:val="a0"/>
    <w:rsid w:val="00656DF2"/>
    <w:pPr>
      <w:widowControl w:val="0"/>
      <w:autoSpaceDE w:val="0"/>
      <w:autoSpaceDN w:val="0"/>
      <w:adjustRightInd w:val="0"/>
      <w:spacing w:line="275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656DF2"/>
    <w:rPr>
      <w:rFonts w:ascii="Times New Roman" w:hAnsi="Times New Roman" w:cs="Times New Roman" w:hint="default"/>
      <w:sz w:val="22"/>
      <w:szCs w:val="22"/>
    </w:rPr>
  </w:style>
  <w:style w:type="paragraph" w:customStyle="1" w:styleId="CharCharCharCharChar">
    <w:name w:val="Char Char Char Знак Char Char Знак"/>
    <w:basedOn w:val="a0"/>
    <w:semiHidden/>
    <w:rsid w:val="00656DF2"/>
    <w:pPr>
      <w:tabs>
        <w:tab w:val="left" w:pos="709"/>
      </w:tabs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unhideWhenUsed/>
    <w:rsid w:val="008A5EB0"/>
    <w:pPr>
      <w:spacing w:after="100"/>
      <w:ind w:left="660"/>
    </w:pPr>
    <w:rPr>
      <w:rFonts w:eastAsia="Times New Roman"/>
      <w:sz w:val="20"/>
      <w:lang w:eastAsia="bg-BG"/>
    </w:rPr>
  </w:style>
  <w:style w:type="paragraph" w:styleId="51">
    <w:name w:val="toc 5"/>
    <w:basedOn w:val="a0"/>
    <w:next w:val="a0"/>
    <w:autoRedefine/>
    <w:uiPriority w:val="39"/>
    <w:unhideWhenUsed/>
    <w:rsid w:val="004F0579"/>
    <w:pPr>
      <w:spacing w:after="100"/>
      <w:ind w:left="880"/>
    </w:pPr>
    <w:rPr>
      <w:rFonts w:eastAsia="Times New Roman"/>
      <w:lang w:eastAsia="bg-BG"/>
    </w:rPr>
  </w:style>
  <w:style w:type="paragraph" w:styleId="61">
    <w:name w:val="toc 6"/>
    <w:basedOn w:val="a0"/>
    <w:next w:val="a0"/>
    <w:autoRedefine/>
    <w:uiPriority w:val="39"/>
    <w:unhideWhenUsed/>
    <w:rsid w:val="004F0579"/>
    <w:pPr>
      <w:spacing w:after="100"/>
      <w:ind w:left="1100"/>
    </w:pPr>
    <w:rPr>
      <w:rFonts w:eastAsia="Times New Roman"/>
      <w:lang w:eastAsia="bg-BG"/>
    </w:rPr>
  </w:style>
  <w:style w:type="paragraph" w:styleId="71">
    <w:name w:val="toc 7"/>
    <w:basedOn w:val="a0"/>
    <w:next w:val="a0"/>
    <w:autoRedefine/>
    <w:uiPriority w:val="39"/>
    <w:unhideWhenUsed/>
    <w:rsid w:val="004F0579"/>
    <w:pPr>
      <w:spacing w:after="100"/>
      <w:ind w:left="1320"/>
    </w:pPr>
    <w:rPr>
      <w:rFonts w:eastAsia="Times New Roman"/>
      <w:lang w:eastAsia="bg-BG"/>
    </w:rPr>
  </w:style>
  <w:style w:type="paragraph" w:styleId="81">
    <w:name w:val="toc 8"/>
    <w:basedOn w:val="a0"/>
    <w:next w:val="a0"/>
    <w:autoRedefine/>
    <w:uiPriority w:val="39"/>
    <w:unhideWhenUsed/>
    <w:rsid w:val="004F0579"/>
    <w:pPr>
      <w:spacing w:after="100"/>
      <w:ind w:left="1540"/>
    </w:pPr>
    <w:rPr>
      <w:rFonts w:eastAsia="Times New Roman"/>
      <w:lang w:eastAsia="bg-BG"/>
    </w:rPr>
  </w:style>
  <w:style w:type="paragraph" w:styleId="91">
    <w:name w:val="toc 9"/>
    <w:basedOn w:val="a0"/>
    <w:next w:val="a0"/>
    <w:autoRedefine/>
    <w:uiPriority w:val="39"/>
    <w:unhideWhenUsed/>
    <w:rsid w:val="004F0579"/>
    <w:pPr>
      <w:spacing w:after="100"/>
      <w:ind w:left="1760"/>
    </w:pPr>
    <w:rPr>
      <w:rFonts w:eastAsia="Times New Roman"/>
      <w:lang w:eastAsia="bg-BG"/>
    </w:rPr>
  </w:style>
  <w:style w:type="paragraph" w:styleId="afd">
    <w:name w:val="caption"/>
    <w:aliases w:val="ФИГУРА"/>
    <w:basedOn w:val="a0"/>
    <w:next w:val="a0"/>
    <w:unhideWhenUsed/>
    <w:qFormat/>
    <w:rsid w:val="00312DDC"/>
    <w:pPr>
      <w:keepNext/>
    </w:pPr>
    <w:rPr>
      <w:bCs/>
      <w:i/>
      <w:sz w:val="20"/>
      <w:szCs w:val="20"/>
    </w:rPr>
  </w:style>
  <w:style w:type="character" w:customStyle="1" w:styleId="70">
    <w:name w:val="Заглавие 7 Знак"/>
    <w:aliases w:val="ЗАГЛАВИЕ 5 Знак"/>
    <w:link w:val="7"/>
    <w:uiPriority w:val="9"/>
    <w:rsid w:val="000E0DA4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link w:val="8"/>
    <w:uiPriority w:val="9"/>
    <w:rsid w:val="00BD6C10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лавие 9 Знак"/>
    <w:link w:val="9"/>
    <w:uiPriority w:val="9"/>
    <w:semiHidden/>
    <w:rsid w:val="00BD6C10"/>
    <w:rPr>
      <w:rFonts w:ascii="Cambria" w:eastAsia="Times New Roman" w:hAnsi="Cambria"/>
      <w:i/>
      <w:iCs/>
      <w:color w:val="404040"/>
      <w:lang w:eastAsia="en-US"/>
    </w:rPr>
  </w:style>
  <w:style w:type="paragraph" w:styleId="afe">
    <w:name w:val="Subtitle"/>
    <w:basedOn w:val="a0"/>
    <w:next w:val="a0"/>
    <w:link w:val="aff"/>
    <w:uiPriority w:val="11"/>
    <w:rsid w:val="00A24435"/>
    <w:pPr>
      <w:tabs>
        <w:tab w:val="center" w:pos="4536"/>
        <w:tab w:val="right" w:pos="9072"/>
      </w:tabs>
      <w:suppressAutoHyphens/>
      <w:jc w:val="left"/>
    </w:pPr>
    <w:rPr>
      <w:b/>
      <w:color w:val="002060"/>
      <w:sz w:val="14"/>
      <w:szCs w:val="14"/>
      <w:lang w:eastAsia="ar-SA"/>
    </w:rPr>
  </w:style>
  <w:style w:type="character" w:customStyle="1" w:styleId="aff">
    <w:name w:val="Подзаглавие Знак"/>
    <w:link w:val="afe"/>
    <w:uiPriority w:val="11"/>
    <w:rsid w:val="00A24435"/>
    <w:rPr>
      <w:rFonts w:ascii="Arial" w:hAnsi="Arial" w:cs="Arial"/>
      <w:b/>
      <w:color w:val="002060"/>
      <w:sz w:val="14"/>
      <w:szCs w:val="14"/>
      <w:lang w:val="en-US" w:eastAsia="ar-SA"/>
    </w:rPr>
  </w:style>
  <w:style w:type="character" w:styleId="aff0">
    <w:name w:val="Subtle Emphasis"/>
    <w:uiPriority w:val="19"/>
    <w:rsid w:val="004A3E8A"/>
  </w:style>
  <w:style w:type="table" w:styleId="-1">
    <w:name w:val="Light List Accent 1"/>
    <w:basedOn w:val="a2"/>
    <w:uiPriority w:val="61"/>
    <w:rsid w:val="00D240A0"/>
    <w:rPr>
      <w:rFonts w:ascii="Arial" w:hAnsi="Arial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1">
    <w:name w:val="table of figures"/>
    <w:basedOn w:val="a0"/>
    <w:next w:val="a0"/>
    <w:uiPriority w:val="99"/>
    <w:unhideWhenUsed/>
    <w:rsid w:val="00A47DE1"/>
    <w:rPr>
      <w:sz w:val="20"/>
    </w:rPr>
  </w:style>
  <w:style w:type="table" w:styleId="aff2">
    <w:name w:val="Light List"/>
    <w:basedOn w:val="a2"/>
    <w:uiPriority w:val="61"/>
    <w:rsid w:val="00D240A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61"/>
    <w:rsid w:val="00D240A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-1"/>
    <w:uiPriority w:val="99"/>
    <w:rsid w:val="000E274D"/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 w:val="0"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3">
    <w:name w:val="endnote text"/>
    <w:basedOn w:val="a0"/>
    <w:link w:val="aff4"/>
    <w:uiPriority w:val="99"/>
    <w:semiHidden/>
    <w:unhideWhenUsed/>
    <w:rsid w:val="006D40B3"/>
    <w:rPr>
      <w:sz w:val="20"/>
      <w:szCs w:val="20"/>
    </w:rPr>
  </w:style>
  <w:style w:type="character" w:customStyle="1" w:styleId="aff4">
    <w:name w:val="Текст на бележка в края Знак"/>
    <w:link w:val="aff3"/>
    <w:uiPriority w:val="99"/>
    <w:semiHidden/>
    <w:rsid w:val="006D40B3"/>
    <w:rPr>
      <w:rFonts w:ascii="Arial" w:hAnsi="Arial" w:cs="Arial"/>
      <w:sz w:val="20"/>
      <w:szCs w:val="20"/>
      <w:lang w:val="en-US"/>
    </w:rPr>
  </w:style>
  <w:style w:type="character" w:styleId="aff5">
    <w:name w:val="endnote reference"/>
    <w:uiPriority w:val="99"/>
    <w:semiHidden/>
    <w:unhideWhenUsed/>
    <w:rsid w:val="006D40B3"/>
    <w:rPr>
      <w:vertAlign w:val="superscript"/>
    </w:rPr>
  </w:style>
  <w:style w:type="paragraph" w:customStyle="1" w:styleId="Char">
    <w:name w:val="Char"/>
    <w:basedOn w:val="a0"/>
    <w:rsid w:val="00AC3A5A"/>
    <w:pPr>
      <w:tabs>
        <w:tab w:val="left" w:pos="709"/>
      </w:tabs>
      <w:jc w:val="left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f6">
    <w:name w:val="No Spacing"/>
    <w:uiPriority w:val="1"/>
    <w:rsid w:val="00DC0B6D"/>
    <w:pPr>
      <w:ind w:firstLine="851"/>
      <w:jc w:val="both"/>
    </w:pPr>
    <w:rPr>
      <w:rFonts w:ascii="Arial" w:hAnsi="Arial" w:cs="Arial"/>
      <w:sz w:val="22"/>
      <w:szCs w:val="22"/>
      <w:lang w:eastAsia="en-US"/>
    </w:rPr>
  </w:style>
  <w:style w:type="character" w:customStyle="1" w:styleId="aa">
    <w:name w:val="Списък на абзаци Знак"/>
    <w:aliases w:val="ПАРАГРАФ Знак"/>
    <w:link w:val="a"/>
    <w:uiPriority w:val="34"/>
    <w:locked/>
    <w:rsid w:val="001E3282"/>
    <w:rPr>
      <w:rFonts w:ascii="Arial" w:eastAsia="Times New Roman" w:hAnsi="Arial" w:cs="Arial"/>
      <w:sz w:val="22"/>
      <w:szCs w:val="22"/>
      <w:lang w:eastAsia="ja-JP"/>
    </w:rPr>
  </w:style>
  <w:style w:type="character" w:customStyle="1" w:styleId="apple-converted-space">
    <w:name w:val="apple-converted-space"/>
    <w:rsid w:val="00A70EAB"/>
  </w:style>
  <w:style w:type="paragraph" w:customStyle="1" w:styleId="Body">
    <w:name w:val="Body"/>
    <w:rsid w:val="00654278"/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/>
    </w:rPr>
  </w:style>
  <w:style w:type="numbering" w:customStyle="1" w:styleId="List0">
    <w:name w:val="List 0"/>
    <w:rsid w:val="00654278"/>
    <w:pPr>
      <w:numPr>
        <w:numId w:val="3"/>
      </w:numPr>
    </w:pPr>
  </w:style>
  <w:style w:type="numbering" w:customStyle="1" w:styleId="List1">
    <w:name w:val="List 1"/>
    <w:rsid w:val="00654278"/>
    <w:pPr>
      <w:numPr>
        <w:numId w:val="4"/>
      </w:numPr>
    </w:pPr>
  </w:style>
  <w:style w:type="numbering" w:customStyle="1" w:styleId="List21">
    <w:name w:val="List 21"/>
    <w:basedOn w:val="a3"/>
    <w:rsid w:val="0018644A"/>
    <w:pPr>
      <w:numPr>
        <w:numId w:val="5"/>
      </w:numPr>
    </w:pPr>
  </w:style>
  <w:style w:type="numbering" w:customStyle="1" w:styleId="List31">
    <w:name w:val="List 31"/>
    <w:basedOn w:val="a3"/>
    <w:rsid w:val="0018644A"/>
    <w:pPr>
      <w:numPr>
        <w:numId w:val="6"/>
      </w:numPr>
    </w:pPr>
  </w:style>
  <w:style w:type="character" w:styleId="aff7">
    <w:name w:val="Book Title"/>
    <w:aliases w:val="ЗАГЛАВИЕ ДОКУМЕНТ"/>
    <w:uiPriority w:val="33"/>
    <w:qFormat/>
    <w:rsid w:val="00724CFA"/>
    <w:rPr>
      <w:rFonts w:ascii="Arial" w:eastAsia="Times New Roman" w:hAnsi="Arial" w:cs="Times New Roman"/>
      <w:b/>
      <w:color w:val="1F497D"/>
      <w:sz w:val="22"/>
    </w:rPr>
  </w:style>
  <w:style w:type="paragraph" w:customStyle="1" w:styleId="CharCharCharCharChar0">
    <w:name w:val="Char Char Char Знак Char Char Знак"/>
    <w:basedOn w:val="a0"/>
    <w:semiHidden/>
    <w:rsid w:val="00045DC1"/>
    <w:pPr>
      <w:tabs>
        <w:tab w:val="left" w:pos="709"/>
      </w:tabs>
      <w:ind w:firstLine="0"/>
      <w:jc w:val="left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0">
    <w:name w:val="Char"/>
    <w:basedOn w:val="a0"/>
    <w:rsid w:val="00466A00"/>
    <w:pPr>
      <w:tabs>
        <w:tab w:val="left" w:pos="709"/>
      </w:tabs>
      <w:ind w:firstLine="0"/>
      <w:jc w:val="left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f8">
    <w:name w:val="Body Text"/>
    <w:basedOn w:val="a0"/>
    <w:link w:val="aff9"/>
    <w:rsid w:val="00466A00"/>
    <w:pPr>
      <w:widowControl w:val="0"/>
      <w:autoSpaceDN w:val="0"/>
      <w:adjustRightInd w:val="0"/>
      <w:ind w:firstLine="0"/>
      <w:jc w:val="left"/>
    </w:pPr>
    <w:rPr>
      <w:rFonts w:ascii="Times New Roman" w:eastAsia="Times New Roman" w:hAnsi="Times New Roman" w:cs="Tahoma"/>
      <w:sz w:val="24"/>
      <w:szCs w:val="24"/>
    </w:rPr>
  </w:style>
  <w:style w:type="character" w:customStyle="1" w:styleId="aff9">
    <w:name w:val="Основен текст Знак"/>
    <w:link w:val="aff8"/>
    <w:rsid w:val="00466A00"/>
    <w:rPr>
      <w:rFonts w:ascii="Times New Roman" w:eastAsia="Times New Roman" w:hAnsi="Times New Roman" w:cs="Tahoma"/>
      <w:sz w:val="24"/>
      <w:szCs w:val="24"/>
    </w:rPr>
  </w:style>
  <w:style w:type="paragraph" w:styleId="affa">
    <w:name w:val="Body Text Indent"/>
    <w:basedOn w:val="a0"/>
    <w:link w:val="affb"/>
    <w:uiPriority w:val="99"/>
    <w:semiHidden/>
    <w:unhideWhenUsed/>
    <w:rsid w:val="004954BD"/>
    <w:pPr>
      <w:ind w:left="283"/>
    </w:pPr>
  </w:style>
  <w:style w:type="character" w:customStyle="1" w:styleId="affb">
    <w:name w:val="Основен текст с отстъп Знак"/>
    <w:link w:val="affa"/>
    <w:uiPriority w:val="99"/>
    <w:semiHidden/>
    <w:rsid w:val="004954BD"/>
    <w:rPr>
      <w:rFonts w:ascii="Arial" w:hAnsi="Arial" w:cs="Arial"/>
    </w:rPr>
  </w:style>
  <w:style w:type="paragraph" w:customStyle="1" w:styleId="PreformattedText">
    <w:name w:val="Preformatted Text"/>
    <w:basedOn w:val="a0"/>
    <w:rsid w:val="004954BD"/>
    <w:pPr>
      <w:widowControl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styleId="affc">
    <w:name w:val="Intense Reference"/>
    <w:uiPriority w:val="32"/>
    <w:rsid w:val="005250AB"/>
    <w:rPr>
      <w:b/>
      <w:bCs/>
      <w:smallCaps/>
      <w:color w:val="C0504D"/>
      <w:spacing w:val="5"/>
      <w:u w:val="single"/>
    </w:rPr>
  </w:style>
  <w:style w:type="paragraph" w:customStyle="1" w:styleId="affd">
    <w:name w:val="СЪДЪРЖАНИЕ"/>
    <w:basedOn w:val="aff1"/>
    <w:qFormat/>
    <w:rsid w:val="000E0DA4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0E0DA4"/>
    <w:rPr>
      <w:b/>
    </w:rPr>
  </w:style>
  <w:style w:type="paragraph" w:customStyle="1" w:styleId="62">
    <w:name w:val="ЗАГЛАВИЕ 6"/>
    <w:basedOn w:val="a0"/>
    <w:link w:val="6Char"/>
    <w:qFormat/>
    <w:rsid w:val="00724CFA"/>
    <w:pPr>
      <w:ind w:left="142" w:firstLine="709"/>
    </w:pPr>
    <w:rPr>
      <w:rFonts w:ascii="Arial Bold" w:hAnsi="Arial Bold"/>
      <w:b/>
      <w:color w:val="4F81BD"/>
    </w:rPr>
  </w:style>
  <w:style w:type="character" w:customStyle="1" w:styleId="6Char">
    <w:name w:val="ЗАГЛАВИЕ 6 Char"/>
    <w:link w:val="62"/>
    <w:rsid w:val="00724CFA"/>
    <w:rPr>
      <w:rFonts w:ascii="Arial Bold" w:hAnsi="Arial Bold" w:cs="Arial"/>
      <w:b/>
      <w:color w:val="4F81BD"/>
    </w:rPr>
  </w:style>
  <w:style w:type="character" w:styleId="affe">
    <w:name w:val="page number"/>
    <w:rsid w:val="00AB3B08"/>
    <w:rPr>
      <w:rFonts w:ascii="Arial" w:hAnsi="Arial"/>
      <w:sz w:val="20"/>
    </w:rPr>
  </w:style>
  <w:style w:type="character" w:customStyle="1" w:styleId="FontStyle30">
    <w:name w:val="Font Style30"/>
    <w:uiPriority w:val="99"/>
    <w:rsid w:val="00452C63"/>
    <w:rPr>
      <w:rFonts w:ascii="Arial" w:hAnsi="Arial" w:cs="Arial"/>
      <w:sz w:val="18"/>
      <w:szCs w:val="18"/>
    </w:rPr>
  </w:style>
  <w:style w:type="paragraph" w:customStyle="1" w:styleId="1">
    <w:name w:val="1.НЕСЕБЪР"/>
    <w:basedOn w:val="a0"/>
    <w:rsid w:val="00CB776F"/>
    <w:pPr>
      <w:numPr>
        <w:numId w:val="8"/>
      </w:numPr>
      <w:spacing w:after="120"/>
      <w:ind w:left="1418" w:hanging="567"/>
    </w:pPr>
    <w:rPr>
      <w:rFonts w:eastAsia="Times New Roman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CB776F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CB776F"/>
    <w:pPr>
      <w:numPr>
        <w:ilvl w:val="2"/>
      </w:numPr>
      <w:ind w:left="1571"/>
    </w:pPr>
    <w:rPr>
      <w:rFonts w:ascii="Arial Narrow" w:hAnsi="Arial Narrow"/>
      <w:i/>
      <w:sz w:val="24"/>
    </w:rPr>
  </w:style>
  <w:style w:type="character" w:customStyle="1" w:styleId="3Char">
    <w:name w:val="3.НЕСЕБЪР Char"/>
    <w:link w:val="3"/>
    <w:rsid w:val="00CB776F"/>
    <w:rPr>
      <w:rFonts w:ascii="Arial Narrow" w:eastAsia="Times New Roman" w:hAnsi="Arial Narrow" w:cs="Arial"/>
      <w:b/>
      <w:i/>
      <w:sz w:val="24"/>
      <w:szCs w:val="24"/>
    </w:rPr>
  </w:style>
  <w:style w:type="paragraph" w:customStyle="1" w:styleId="BULLET">
    <w:name w:val="BULLET"/>
    <w:basedOn w:val="12"/>
    <w:link w:val="BULLETChar"/>
    <w:qFormat/>
    <w:rsid w:val="00DE4324"/>
    <w:pPr>
      <w:numPr>
        <w:numId w:val="9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cs="Arial"/>
      <w:sz w:val="22"/>
    </w:rPr>
  </w:style>
  <w:style w:type="character" w:customStyle="1" w:styleId="BULLETChar">
    <w:name w:val="BULLET Char"/>
    <w:link w:val="BULLET"/>
    <w:rsid w:val="00DE4324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ff">
    <w:name w:val="Основен текст_"/>
    <w:link w:val="13"/>
    <w:rsid w:val="00BA140A"/>
    <w:rPr>
      <w:rFonts w:ascii="Arial" w:hAnsi="Arial" w:cs="Arial"/>
      <w:sz w:val="19"/>
      <w:szCs w:val="19"/>
      <w:shd w:val="clear" w:color="auto" w:fill="FFFFFF"/>
    </w:rPr>
  </w:style>
  <w:style w:type="paragraph" w:customStyle="1" w:styleId="13">
    <w:name w:val="Основен текст1"/>
    <w:basedOn w:val="a0"/>
    <w:link w:val="afff"/>
    <w:uiPriority w:val="99"/>
    <w:rsid w:val="00BA140A"/>
    <w:pPr>
      <w:shd w:val="clear" w:color="auto" w:fill="FFFFFF"/>
      <w:spacing w:before="240" w:after="240" w:line="341" w:lineRule="exact"/>
      <w:ind w:hanging="580"/>
    </w:pPr>
    <w:rPr>
      <w:sz w:val="19"/>
      <w:szCs w:val="19"/>
    </w:rPr>
  </w:style>
  <w:style w:type="paragraph" w:customStyle="1" w:styleId="25">
    <w:name w:val="Основен текст2"/>
    <w:basedOn w:val="a0"/>
    <w:rsid w:val="00723530"/>
    <w:pPr>
      <w:shd w:val="clear" w:color="auto" w:fill="FFFFFF"/>
      <w:spacing w:before="0" w:after="300" w:line="384" w:lineRule="exact"/>
      <w:ind w:hanging="820"/>
    </w:pPr>
    <w:rPr>
      <w:rFonts w:eastAsia="Arial" w:cs="Times New Roman"/>
      <w:sz w:val="21"/>
      <w:szCs w:val="21"/>
      <w:lang w:val="x-none" w:eastAsia="x-none"/>
    </w:rPr>
  </w:style>
  <w:style w:type="paragraph" w:customStyle="1" w:styleId="BoldTitle">
    <w:name w:val="Bold Title"/>
    <w:basedOn w:val="a0"/>
    <w:qFormat/>
    <w:rsid w:val="00794C00"/>
    <w:pPr>
      <w:tabs>
        <w:tab w:val="left" w:pos="1701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</w:pPr>
    <w:rPr>
      <w:rFonts w:eastAsia="PMingLiU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01.IP%20PROJECTS\IPGVR%20-%20BURGAS%20-%20GRADSKA%20SREDA\05.%20DOC\TARG%20SMR\IPGVR_TEMPLATE.dotx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5F2C6-9DC3-42E2-AF43-62A37F15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IPGVR_TEMPLATE.dotx</Template>
  <TotalTime>8</TotalTime>
  <Pages>17</Pages>
  <Words>7337</Words>
  <Characters>41825</Characters>
  <Application>Microsoft Office Word</Application>
  <DocSecurity>0</DocSecurity>
  <Lines>348</Lines>
  <Paragraphs>98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49064</CharactersWithSpaces>
  <SharedDoc>false</SharedDoc>
  <HLinks>
    <vt:vector size="258" baseType="variant">
      <vt:variant>
        <vt:i4>1376304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_Toc482102698</vt:lpwstr>
      </vt:variant>
      <vt:variant>
        <vt:i4>1376304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_Toc482102697</vt:lpwstr>
      </vt:variant>
      <vt:variant>
        <vt:i4>1376304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_Toc482102696</vt:lpwstr>
      </vt:variant>
      <vt:variant>
        <vt:i4>1376304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_Toc482102695</vt:lpwstr>
      </vt:variant>
      <vt:variant>
        <vt:i4>1376304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_Toc482102694</vt:lpwstr>
      </vt:variant>
      <vt:variant>
        <vt:i4>1376304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_Toc482102693</vt:lpwstr>
      </vt:variant>
      <vt:variant>
        <vt:i4>1376304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_Toc482102692</vt:lpwstr>
      </vt:variant>
      <vt:variant>
        <vt:i4>1376304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_Toc482102691</vt:lpwstr>
      </vt:variant>
      <vt:variant>
        <vt:i4>1376304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_Toc482102690</vt:lpwstr>
      </vt:variant>
      <vt:variant>
        <vt:i4>1310768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_Toc482102689</vt:lpwstr>
      </vt:variant>
      <vt:variant>
        <vt:i4>1310768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_Toc482102688</vt:lpwstr>
      </vt:variant>
      <vt:variant>
        <vt:i4>1310768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_Toc482102687</vt:lpwstr>
      </vt:variant>
      <vt:variant>
        <vt:i4>1310768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_Toc482102686</vt:lpwstr>
      </vt:variant>
      <vt:variant>
        <vt:i4>1310768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_Toc482102685</vt:lpwstr>
      </vt:variant>
      <vt:variant>
        <vt:i4>1310768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_Toc482102684</vt:lpwstr>
      </vt:variant>
      <vt:variant>
        <vt:i4>1310768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_Toc482102683</vt:lpwstr>
      </vt:variant>
      <vt:variant>
        <vt:i4>1310768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_Toc482102682</vt:lpwstr>
      </vt:variant>
      <vt:variant>
        <vt:i4>1310768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_Toc482102681</vt:lpwstr>
      </vt:variant>
      <vt:variant>
        <vt:i4>1310768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_Toc482102680</vt:lpwstr>
      </vt:variant>
      <vt:variant>
        <vt:i4>1769520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_Toc482102679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_Toc482102678</vt:lpwstr>
      </vt:variant>
      <vt:variant>
        <vt:i4>1769520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_Toc482102677</vt:lpwstr>
      </vt:variant>
      <vt:variant>
        <vt:i4>1769520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_Toc482102676</vt:lpwstr>
      </vt:variant>
      <vt:variant>
        <vt:i4>1769520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_Toc482102675</vt:lpwstr>
      </vt:variant>
      <vt:variant>
        <vt:i4>1769520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_Toc482102674</vt:lpwstr>
      </vt:variant>
      <vt:variant>
        <vt:i4>1769520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_Toc482102673</vt:lpwstr>
      </vt:variant>
      <vt:variant>
        <vt:i4>1769520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_Toc482102672</vt:lpwstr>
      </vt:variant>
      <vt:variant>
        <vt:i4>1769520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_Toc482102671</vt:lpwstr>
      </vt:variant>
      <vt:variant>
        <vt:i4>1769520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_Toc482102670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_Toc482102669</vt:lpwstr>
      </vt:variant>
      <vt:variant>
        <vt:i4>1703984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_Toc482102668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_Toc482102667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_Toc482102666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_Toc482102665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_Toc482102664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_Toc482102663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_Toc482102662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_Toc482102661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_Toc482102660</vt:lpwstr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_Toc482102659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_Toc482102658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_Toc482102657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_Toc482102656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Petyr</dc:creator>
  <cp:keywords/>
  <cp:lastModifiedBy>Kristina Dimitrova</cp:lastModifiedBy>
  <cp:revision>5</cp:revision>
  <cp:lastPrinted>2018-05-03T13:08:00Z</cp:lastPrinted>
  <dcterms:created xsi:type="dcterms:W3CDTF">2018-05-02T10:33:00Z</dcterms:created>
  <dcterms:modified xsi:type="dcterms:W3CDTF">2018-05-03T13:13:00Z</dcterms:modified>
</cp:coreProperties>
</file>